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81" w:rsidRPr="00AC50C7" w:rsidRDefault="000F5181" w:rsidP="009345E9">
      <w:pPr>
        <w:tabs>
          <w:tab w:val="left" w:pos="0"/>
        </w:tabs>
        <w:ind w:firstLine="4678"/>
        <w:jc w:val="right"/>
        <w:rPr>
          <w:b/>
          <w:bCs/>
        </w:rPr>
      </w:pPr>
      <w:r w:rsidRPr="00AC50C7">
        <w:rPr>
          <w:b/>
          <w:bCs/>
        </w:rPr>
        <w:t xml:space="preserve">Приложение </w:t>
      </w:r>
      <w:r>
        <w:rPr>
          <w:b/>
          <w:bCs/>
        </w:rPr>
        <w:t>5</w:t>
      </w:r>
      <w:r w:rsidRPr="00AC50C7">
        <w:rPr>
          <w:b/>
          <w:bCs/>
        </w:rPr>
        <w:t xml:space="preserve">    </w:t>
      </w:r>
    </w:p>
    <w:p w:rsidR="000F5181" w:rsidRPr="00AC50C7" w:rsidRDefault="000F5181" w:rsidP="009345E9">
      <w:pPr>
        <w:tabs>
          <w:tab w:val="left" w:pos="0"/>
        </w:tabs>
        <w:ind w:firstLine="4678"/>
        <w:rPr>
          <w:b/>
          <w:bCs/>
        </w:rPr>
      </w:pPr>
      <w:r w:rsidRPr="00AC50C7">
        <w:rPr>
          <w:b/>
          <w:bCs/>
        </w:rPr>
        <w:t xml:space="preserve">                     УТВЕРЖДЕНО</w:t>
      </w:r>
    </w:p>
    <w:p w:rsidR="000F5181" w:rsidRPr="00AC50C7" w:rsidRDefault="000F5181" w:rsidP="009345E9">
      <w:pPr>
        <w:tabs>
          <w:tab w:val="left" w:pos="1080"/>
          <w:tab w:val="left" w:pos="1276"/>
        </w:tabs>
        <w:ind w:firstLine="4678"/>
        <w:rPr>
          <w:b/>
          <w:bCs/>
        </w:rPr>
      </w:pPr>
      <w:r w:rsidRPr="00AC50C7">
        <w:rPr>
          <w:b/>
          <w:bCs/>
        </w:rPr>
        <w:t xml:space="preserve">                     постановлением Администрации</w:t>
      </w:r>
    </w:p>
    <w:p w:rsidR="000F5181" w:rsidRPr="00AC50C7" w:rsidRDefault="000F5181" w:rsidP="009345E9">
      <w:pPr>
        <w:tabs>
          <w:tab w:val="left" w:pos="5400"/>
        </w:tabs>
        <w:ind w:right="98" w:firstLine="4678"/>
        <w:rPr>
          <w:b/>
          <w:bCs/>
        </w:rPr>
      </w:pPr>
      <w:r w:rsidRPr="00AC50C7">
        <w:rPr>
          <w:b/>
          <w:bCs/>
        </w:rPr>
        <w:t xml:space="preserve">                     муниципального образования </w:t>
      </w:r>
    </w:p>
    <w:p w:rsidR="000F5181" w:rsidRPr="00AC50C7" w:rsidRDefault="000F5181" w:rsidP="009345E9">
      <w:pPr>
        <w:tabs>
          <w:tab w:val="left" w:pos="5400"/>
        </w:tabs>
        <w:ind w:right="98" w:firstLine="4678"/>
        <w:rPr>
          <w:b/>
          <w:bCs/>
        </w:rPr>
      </w:pPr>
      <w:r w:rsidRPr="00AC50C7">
        <w:rPr>
          <w:b/>
          <w:bCs/>
        </w:rPr>
        <w:t xml:space="preserve">                     «Глазовский район»</w:t>
      </w:r>
    </w:p>
    <w:p w:rsidR="000F5181" w:rsidRPr="00AC50C7" w:rsidRDefault="000F5181" w:rsidP="009345E9">
      <w:pPr>
        <w:widowControl w:val="0"/>
        <w:tabs>
          <w:tab w:val="left" w:pos="9214"/>
        </w:tabs>
        <w:jc w:val="center"/>
        <w:rPr>
          <w:b/>
          <w:bCs/>
        </w:rPr>
      </w:pPr>
      <w:r w:rsidRPr="00AC50C7">
        <w:rPr>
          <w:b/>
          <w:bCs/>
        </w:rPr>
        <w:t xml:space="preserve">                                                                                     от 23 августа 2012 года № 192.1</w:t>
      </w:r>
    </w:p>
    <w:p w:rsidR="000F5181" w:rsidRPr="00AC50C7" w:rsidRDefault="000F5181" w:rsidP="009345E9">
      <w:pPr>
        <w:suppressAutoHyphens/>
        <w:ind w:right="98"/>
        <w:jc w:val="center"/>
        <w:rPr>
          <w:b/>
          <w:bCs/>
        </w:rPr>
      </w:pPr>
    </w:p>
    <w:p w:rsidR="000F5181" w:rsidRPr="00004DDB" w:rsidRDefault="000F5181" w:rsidP="007C39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МУНИЦИПАЛЬНЫЙ СТАНДАРТ</w:t>
      </w:r>
    </w:p>
    <w:p w:rsidR="000F5181" w:rsidRPr="00004DDB" w:rsidRDefault="000F5181" w:rsidP="007C39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 xml:space="preserve">КАЧЕСТВА ПРЕДОСТАВЛЕНИЯ МУНИЦИПАЛЬНОЙ УСЛУГИ </w:t>
      </w:r>
    </w:p>
    <w:p w:rsidR="000F5181" w:rsidRPr="00004DDB" w:rsidRDefault="000F5181" w:rsidP="007C39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«ОРГАНИЗАЦИЯ БУХГАЛТЕРСКОГО И ПРОГРАММНОГО ОБСЛУЖИВАНИЯ»</w:t>
      </w:r>
    </w:p>
    <w:p w:rsidR="000F5181" w:rsidRPr="00004DDB" w:rsidRDefault="000F5181" w:rsidP="007C39AE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5181" w:rsidRPr="00004DDB" w:rsidRDefault="000F5181" w:rsidP="007C39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181" w:rsidRPr="00004DDB" w:rsidRDefault="000F5181" w:rsidP="007C39AE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5181" w:rsidRPr="00004DDB" w:rsidRDefault="000F5181" w:rsidP="007C39AE">
      <w:pPr>
        <w:ind w:firstLine="900"/>
        <w:jc w:val="both"/>
      </w:pPr>
      <w:r w:rsidRPr="00004DDB">
        <w:t xml:space="preserve">1.1. Настоящий стандарт разработан в соответствии с Законом Удмуртской Республики от 10.11.2008 № 47-РЗ «О республиканских стандартах качества предоставления государственных услуг в Удмуртской Республике» в целях </w:t>
      </w:r>
      <w:r w:rsidRPr="00004DDB">
        <w:rPr>
          <w:color w:val="000000"/>
        </w:rPr>
        <w:t xml:space="preserve">внедрения в муниципальных учреждениях культуры бюджетирования, ориентированного на результат, </w:t>
      </w:r>
      <w:r w:rsidRPr="00004DDB">
        <w:t>создания системы контроля за деятельностью муниципальных учреждений и вышестоящих органов управления со стороны потребителей муниципальных услуг.</w:t>
      </w:r>
      <w:r w:rsidRPr="00004DDB">
        <w:rPr>
          <w:color w:val="000000"/>
        </w:rPr>
        <w:t xml:space="preserve"> </w:t>
      </w:r>
    </w:p>
    <w:p w:rsidR="000F5181" w:rsidRPr="00004DDB" w:rsidRDefault="000F5181" w:rsidP="007C39AE">
      <w:pPr>
        <w:ind w:firstLine="900"/>
        <w:jc w:val="both"/>
      </w:pPr>
      <w:r w:rsidRPr="00004DDB">
        <w:t>1.2. Настоящий Стандарт распространяется на муниципальную услугу «Организация бухгалтерского и программного обслуживания», (далее – Услуга) предоставляемую следующим учреждениям Глазовского района:</w:t>
      </w:r>
    </w:p>
    <w:p w:rsidR="000F5181" w:rsidRPr="00004DDB" w:rsidRDefault="000F5181" w:rsidP="007C39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-МУК «Центр развития культуры» МО «Глазовский район»</w:t>
      </w:r>
    </w:p>
    <w:p w:rsidR="000F5181" w:rsidRPr="00004DDB" w:rsidRDefault="000F5181" w:rsidP="007C39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-МУК «Глазовская районная централизованная библиотечная система» МО «Глазовский район»</w:t>
      </w:r>
    </w:p>
    <w:p w:rsidR="000F5181" w:rsidRPr="00004DDB" w:rsidRDefault="000F5181" w:rsidP="007C39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-МУК «Глазовский районный историко-краеведческий музейный комплекс» МО «Глазовский район»</w:t>
      </w:r>
    </w:p>
    <w:p w:rsidR="000F5181" w:rsidRPr="00004DDB" w:rsidRDefault="000F5181" w:rsidP="007C39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-МОУ ДОД «Понинская детская школа искусств»</w:t>
      </w:r>
    </w:p>
    <w:p w:rsidR="000F5181" w:rsidRPr="00004DDB" w:rsidRDefault="000F5181" w:rsidP="007C39AE">
      <w:pPr>
        <w:ind w:firstLine="900"/>
        <w:jc w:val="both"/>
      </w:pPr>
      <w:r w:rsidRPr="00004DDB">
        <w:t>Настоящим Стандартом устанавливаются обязательные требования, обеспечивающие необходимый уровень качества и доступности муниципальной услуги в целом, а также на каждом этапе ее предоставления, включая обращение за муниципальной услугой, его оформление и регистрацию, получение услуги, оценку качества муниципальной услуги и рассмотрение жалоб (претензий) получателей услуги.</w:t>
      </w:r>
    </w:p>
    <w:p w:rsidR="000F5181" w:rsidRPr="00004DDB" w:rsidRDefault="000F5181" w:rsidP="007C39AE">
      <w:pPr>
        <w:ind w:firstLine="900"/>
        <w:jc w:val="both"/>
      </w:pPr>
      <w:r w:rsidRPr="00004DDB">
        <w:t>Единица измерения услуги – количество учреждений (1 учреждение).</w:t>
      </w:r>
    </w:p>
    <w:p w:rsidR="000F5181" w:rsidRPr="00004DDB" w:rsidRDefault="000F5181" w:rsidP="007C39AE">
      <w:pPr>
        <w:ind w:firstLine="900"/>
        <w:jc w:val="both"/>
      </w:pPr>
      <w:r w:rsidRPr="00004DDB">
        <w:t>Предоставление Услуги финансируется за счет средств бюджета.</w:t>
      </w:r>
    </w:p>
    <w:p w:rsidR="000F5181" w:rsidRPr="00004DDB" w:rsidRDefault="000F5181" w:rsidP="007C39AE">
      <w:pPr>
        <w:ind w:firstLine="900"/>
        <w:jc w:val="both"/>
      </w:pPr>
      <w:r w:rsidRPr="00004DDB">
        <w:t>1.3. Предоставление Услуги осуществляется в соответствии со следующими нормативными правовыми актами:</w:t>
      </w:r>
    </w:p>
    <w:p w:rsidR="000F5181" w:rsidRPr="00004DDB" w:rsidRDefault="000F5181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 xml:space="preserve">1.3.1. Конституция Российской Федерации; </w:t>
      </w:r>
    </w:p>
    <w:p w:rsidR="000F5181" w:rsidRPr="00004DDB" w:rsidRDefault="000F5181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1.3.2. Гражданский кодекс Российской Федерации;</w:t>
      </w:r>
    </w:p>
    <w:p w:rsidR="000F5181" w:rsidRPr="00004DDB" w:rsidRDefault="000F5181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1.3.3. Бюджетный Кодекс Российской Федерации;</w:t>
      </w:r>
    </w:p>
    <w:p w:rsidR="000F5181" w:rsidRPr="00004DDB" w:rsidRDefault="000F5181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1.3.4. Налоговый кодекс Российской Федерации;</w:t>
      </w:r>
    </w:p>
    <w:p w:rsidR="000F5181" w:rsidRPr="00004DDB" w:rsidRDefault="000F5181" w:rsidP="007C39AE">
      <w:pPr>
        <w:shd w:val="clear" w:color="auto" w:fill="FFFFFF"/>
        <w:ind w:firstLine="567"/>
      </w:pPr>
      <w:r w:rsidRPr="00004DDB">
        <w:t>1.3.5. Федеральный закон от 21.11.1996 №129-ФЗ «О бухгалтерском учете», с последующими изменениями и дополнениями;</w:t>
      </w:r>
    </w:p>
    <w:p w:rsidR="000F5181" w:rsidRPr="00004DDB" w:rsidRDefault="000F5181" w:rsidP="007C39AE">
      <w:pPr>
        <w:ind w:firstLine="567"/>
        <w:jc w:val="both"/>
        <w:textAlignment w:val="baseline"/>
      </w:pPr>
      <w:r w:rsidRPr="00004DDB">
        <w:t>1.3.6. Федеральный закон от 06.10.2003 №131-ФЗ «</w:t>
      </w:r>
      <w:r w:rsidRPr="00004DDB">
        <w:rPr>
          <w:color w:val="000000"/>
        </w:rPr>
        <w:t>Об общих принципах организации местного самоуправления в Российской Федерации</w:t>
      </w:r>
      <w:r w:rsidRPr="00004DDB">
        <w:t>», с последующими изменениями и дополнениями;</w:t>
      </w:r>
    </w:p>
    <w:p w:rsidR="000F5181" w:rsidRPr="00004DDB" w:rsidRDefault="000F5181" w:rsidP="007C39A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color w:val="000000"/>
          <w:sz w:val="24"/>
          <w:szCs w:val="24"/>
        </w:rPr>
        <w:t>1.3.7. Федеральный закон от 27.07.2010 №210-ФЗ «Об организации предоставления  государственных и муниципальных услуг», с последующими изменениями и дополнениями;</w:t>
      </w:r>
      <w:r w:rsidRPr="00004DDB">
        <w:rPr>
          <w:rFonts w:ascii="Times New Roman" w:hAnsi="Times New Roman" w:cs="Times New Roman"/>
          <w:sz w:val="24"/>
          <w:szCs w:val="24"/>
        </w:rPr>
        <w:tab/>
      </w:r>
    </w:p>
    <w:p w:rsidR="000F5181" w:rsidRPr="00004DDB" w:rsidRDefault="000F5181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color w:val="000000"/>
          <w:sz w:val="24"/>
          <w:szCs w:val="24"/>
        </w:rPr>
        <w:t>1.3.8. Федеральный закон от 09.10.1992 № 3612-1 «Основы законодательства Российской Федерации о культуре»,</w:t>
      </w:r>
      <w:r w:rsidRPr="00004DDB">
        <w:rPr>
          <w:rFonts w:ascii="Times New Roman" w:hAnsi="Times New Roman" w:cs="Times New Roman"/>
          <w:sz w:val="24"/>
          <w:szCs w:val="24"/>
        </w:rPr>
        <w:t xml:space="preserve"> с последующими изменениями и дополнениями;</w:t>
      </w:r>
    </w:p>
    <w:p w:rsidR="000F5181" w:rsidRPr="00004DDB" w:rsidRDefault="000F5181" w:rsidP="007C39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1.3.9. Инструкция по применению Плана счетов бюджетного учета, утвержденная приказом Министерства финансов Российской Федерации №174-н.</w:t>
      </w:r>
    </w:p>
    <w:p w:rsidR="000F5181" w:rsidRPr="00004DDB" w:rsidRDefault="000F5181" w:rsidP="00B06CF7">
      <w:pPr>
        <w:ind w:firstLine="900"/>
        <w:jc w:val="center"/>
        <w:rPr>
          <w:b/>
          <w:bCs/>
        </w:rPr>
      </w:pPr>
      <w:r w:rsidRPr="00004DDB">
        <w:rPr>
          <w:b/>
          <w:bCs/>
        </w:rPr>
        <w:t>2. Требования к предоставлению муниципальной Услуги</w:t>
      </w:r>
    </w:p>
    <w:p w:rsidR="000F5181" w:rsidRPr="00004DDB" w:rsidRDefault="000F5181" w:rsidP="00B06CF7">
      <w:pPr>
        <w:ind w:firstLine="900"/>
        <w:jc w:val="both"/>
      </w:pPr>
      <w:r w:rsidRPr="00004DDB">
        <w:t>2.1. В содержание муниципальной Услуги включается проведение следующих мероприятий:</w:t>
      </w:r>
    </w:p>
    <w:p w:rsidR="000F5181" w:rsidRPr="00004DDB" w:rsidRDefault="000F5181" w:rsidP="00B06CF7">
      <w:pPr>
        <w:ind w:firstLine="851"/>
        <w:jc w:val="both"/>
      </w:pPr>
      <w:r w:rsidRPr="00004DDB">
        <w:t>2.1.1.Ведение бухгалтерского, налогового и статистического учета и отчетности муниципальных учреждений;</w:t>
      </w:r>
    </w:p>
    <w:p w:rsidR="000F5181" w:rsidRPr="00004DDB" w:rsidRDefault="000F5181" w:rsidP="00B06CF7">
      <w:pPr>
        <w:ind w:firstLine="851"/>
        <w:jc w:val="both"/>
      </w:pPr>
      <w:r w:rsidRPr="00004DDB">
        <w:t>2.1.2.систематический контроль за ходом исполнения бюджетных смет, субсидий на выполнение муниципального задания, состоянием расчетов с юридическими и физическими лицами, сохранностью денежных средств и материальных ценностей в муниципальных учреждениях;</w:t>
      </w:r>
    </w:p>
    <w:p w:rsidR="000F5181" w:rsidRPr="00004DDB" w:rsidRDefault="000F5181" w:rsidP="00B06CF7">
      <w:pPr>
        <w:ind w:firstLine="851"/>
        <w:jc w:val="both"/>
      </w:pPr>
      <w:r w:rsidRPr="00004DDB">
        <w:t>2.1.3.осуществление кассового обслуживания муниципальных учреждений через лицевые счета;</w:t>
      </w:r>
    </w:p>
    <w:p w:rsidR="000F5181" w:rsidRPr="00004DDB" w:rsidRDefault="000F5181" w:rsidP="00B06CF7">
      <w:pPr>
        <w:ind w:firstLine="851"/>
        <w:jc w:val="both"/>
      </w:pPr>
      <w:r w:rsidRPr="00004DDB">
        <w:t>2.1.4.начисление и выдача в установленные сроки заработной платы работникам муниципальных учреждений;</w:t>
      </w:r>
    </w:p>
    <w:p w:rsidR="000F5181" w:rsidRPr="00004DDB" w:rsidRDefault="000F5181" w:rsidP="00B06CF7">
      <w:pPr>
        <w:ind w:firstLine="851"/>
        <w:jc w:val="both"/>
      </w:pPr>
      <w:r w:rsidRPr="00004DDB">
        <w:t>2.1.5.своевременное проведение расчетов, возникающих в процессе исполнения  бюджетной сметы, муниципального задания с организациями и отдельными физическими лицами;</w:t>
      </w:r>
    </w:p>
    <w:p w:rsidR="000F5181" w:rsidRPr="00004DDB" w:rsidRDefault="000F5181" w:rsidP="00B06CF7">
      <w:pPr>
        <w:ind w:firstLine="851"/>
        <w:jc w:val="both"/>
      </w:pPr>
      <w:r w:rsidRPr="00004DDB">
        <w:t>2.1.6.контроль за использованием выданных доверенностей и получением имущественно-материальных и  других ценностей;</w:t>
      </w:r>
    </w:p>
    <w:p w:rsidR="000F5181" w:rsidRPr="00004DDB" w:rsidRDefault="000F5181" w:rsidP="00B06CF7">
      <w:pPr>
        <w:ind w:firstLine="851"/>
        <w:jc w:val="both"/>
      </w:pPr>
      <w:r w:rsidRPr="00004DDB">
        <w:t>2.1.7.участие в проведении инвентаризации имущества и финансовых обязательств, своевременное и правильное определение результатов инвентаризации и отражение их в учете муниципальных учреждений;</w:t>
      </w:r>
    </w:p>
    <w:p w:rsidR="000F5181" w:rsidRPr="00004DDB" w:rsidRDefault="000F5181" w:rsidP="00B06CF7">
      <w:pPr>
        <w:ind w:firstLine="851"/>
        <w:jc w:val="both"/>
      </w:pPr>
      <w:r w:rsidRPr="00004DDB">
        <w:t>2.1.8.проведение инструктажа материально ответственных лиц по вопросам  учета и сохранности ценностей, находящихся на их ответственном хранении;</w:t>
      </w:r>
    </w:p>
    <w:p w:rsidR="000F5181" w:rsidRPr="00004DDB" w:rsidRDefault="000F5181" w:rsidP="00B06CF7">
      <w:pPr>
        <w:ind w:firstLine="851"/>
        <w:jc w:val="both"/>
      </w:pPr>
      <w:r w:rsidRPr="00004DDB">
        <w:t>2.1.9.ведение массива нормативных и других документов по вопросам учета и отчетности, относящихся к компетенции бухгалтерских служб;</w:t>
      </w:r>
    </w:p>
    <w:p w:rsidR="000F5181" w:rsidRPr="00004DDB" w:rsidRDefault="000F5181" w:rsidP="00B06CF7">
      <w:pPr>
        <w:ind w:firstLine="851"/>
        <w:jc w:val="both"/>
      </w:pPr>
      <w:r w:rsidRPr="00004DDB">
        <w:t>2.1.10.хранение документов в соответствии  с правилами организации государственного архивного дела;</w:t>
      </w:r>
    </w:p>
    <w:p w:rsidR="000F5181" w:rsidRPr="00004DDB" w:rsidRDefault="000F5181" w:rsidP="00B06CF7">
      <w:pPr>
        <w:ind w:firstLine="851"/>
        <w:jc w:val="both"/>
      </w:pPr>
      <w:r w:rsidRPr="00004DDB">
        <w:t>2.1.11.подготовка проектов планов финансово-хозяйственной деятельности муниципальных учреждений.</w:t>
      </w:r>
    </w:p>
    <w:p w:rsidR="000F5181" w:rsidRPr="00004DDB" w:rsidRDefault="000F5181" w:rsidP="00B06CF7">
      <w:pPr>
        <w:ind w:firstLine="900"/>
        <w:jc w:val="both"/>
      </w:pPr>
      <w:r w:rsidRPr="00004DDB">
        <w:t>2.2. Муниципальная Услуга оказывается учреждениями, функционирующими в соответствии со следующими основными документами:</w:t>
      </w:r>
    </w:p>
    <w:p w:rsidR="000F5181" w:rsidRPr="00004DDB" w:rsidRDefault="000F5181" w:rsidP="00B06CF7">
      <w:pPr>
        <w:ind w:firstLine="900"/>
        <w:jc w:val="both"/>
      </w:pPr>
      <w:r w:rsidRPr="00004DDB">
        <w:t>2.2.1. Руководства, правила, инструкции, методики, положения (регламентирующие процесс предоставления услуги, определяющие методы (способы) их предоставления и контроля, а также предусматривающие меры совершенствования работы учреждений культуры).</w:t>
      </w:r>
    </w:p>
    <w:p w:rsidR="000F5181" w:rsidRPr="00004DDB" w:rsidRDefault="000F5181" w:rsidP="00B06CF7">
      <w:pPr>
        <w:ind w:firstLine="900"/>
        <w:jc w:val="both"/>
      </w:pPr>
      <w:r w:rsidRPr="00004DDB">
        <w:t>В практической деятельности при оказании Услуг учреждения культуры используют следующие основные руководства и правила:</w:t>
      </w:r>
    </w:p>
    <w:p w:rsidR="000F5181" w:rsidRPr="00004DDB" w:rsidRDefault="000F5181" w:rsidP="00B06CF7">
      <w:pPr>
        <w:numPr>
          <w:ilvl w:val="0"/>
          <w:numId w:val="2"/>
        </w:numPr>
        <w:jc w:val="both"/>
      </w:pPr>
      <w:r w:rsidRPr="00004DDB">
        <w:t xml:space="preserve">правила внутреннего трудового распорядка; </w:t>
      </w:r>
    </w:p>
    <w:p w:rsidR="000F5181" w:rsidRPr="00004DDB" w:rsidRDefault="000F5181" w:rsidP="00B06CF7">
      <w:pPr>
        <w:numPr>
          <w:ilvl w:val="0"/>
          <w:numId w:val="2"/>
        </w:numPr>
        <w:jc w:val="both"/>
      </w:pPr>
      <w:r w:rsidRPr="00004DDB">
        <w:t>санитарные правила и нормы (СанПиН 2.4.4.1251-03);</w:t>
      </w:r>
    </w:p>
    <w:p w:rsidR="000F5181" w:rsidRPr="00004DDB" w:rsidRDefault="000F5181" w:rsidP="00B06CF7">
      <w:pPr>
        <w:numPr>
          <w:ilvl w:val="0"/>
          <w:numId w:val="2"/>
        </w:numPr>
        <w:tabs>
          <w:tab w:val="clear" w:pos="1620"/>
          <w:tab w:val="num" w:pos="0"/>
        </w:tabs>
        <w:ind w:left="0" w:firstLine="1260"/>
        <w:jc w:val="both"/>
      </w:pPr>
      <w:r w:rsidRPr="00004DDB">
        <w:t xml:space="preserve">  приказы Отдела культуры Администрации Глазовского района; </w:t>
      </w:r>
    </w:p>
    <w:p w:rsidR="000F5181" w:rsidRPr="00004DDB" w:rsidRDefault="000F5181" w:rsidP="00B06CF7">
      <w:pPr>
        <w:numPr>
          <w:ilvl w:val="0"/>
          <w:numId w:val="2"/>
        </w:numPr>
        <w:jc w:val="both"/>
      </w:pPr>
      <w:r w:rsidRPr="00004DDB">
        <w:t>иные руководства в области культуры.</w:t>
      </w:r>
    </w:p>
    <w:p w:rsidR="000F5181" w:rsidRPr="00004DDB" w:rsidRDefault="000F5181" w:rsidP="00B06CF7">
      <w:pPr>
        <w:ind w:firstLine="900"/>
        <w:jc w:val="both"/>
      </w:pPr>
      <w:r w:rsidRPr="00004DDB">
        <w:t xml:space="preserve">2.2.2. При оказании Услуги используются следующие инструкции: </w:t>
      </w:r>
    </w:p>
    <w:p w:rsidR="000F5181" w:rsidRPr="00004DDB" w:rsidRDefault="000F5181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004DDB">
        <w:t xml:space="preserve"> нструкции по эксплуатации оборудования учреждения (паспорта техники); </w:t>
      </w:r>
    </w:p>
    <w:p w:rsidR="000F5181" w:rsidRPr="00004DDB" w:rsidRDefault="000F5181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004DDB">
        <w:t xml:space="preserve"> инструкции персонала учреждения (должностные инструкции); </w:t>
      </w:r>
    </w:p>
    <w:p w:rsidR="000F5181" w:rsidRPr="00004DDB" w:rsidRDefault="000F5181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004DDB">
        <w:t xml:space="preserve"> инструкции по охране труда в учреждении; </w:t>
      </w:r>
    </w:p>
    <w:p w:rsidR="000F5181" w:rsidRPr="00004DDB" w:rsidRDefault="000F5181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004DDB">
        <w:t xml:space="preserve"> инструкции о мерах пожарной безопасности в учреждении;</w:t>
      </w:r>
    </w:p>
    <w:p w:rsidR="000F5181" w:rsidRPr="00004DDB" w:rsidRDefault="000F5181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004DDB">
        <w:t xml:space="preserve"> инструкции для персонала при угрозе или возникновении террористических актов; </w:t>
      </w:r>
    </w:p>
    <w:p w:rsidR="000F5181" w:rsidRPr="00004DDB" w:rsidRDefault="000F5181" w:rsidP="00B06CF7">
      <w:pPr>
        <w:numPr>
          <w:ilvl w:val="0"/>
          <w:numId w:val="3"/>
        </w:numPr>
        <w:tabs>
          <w:tab w:val="clear" w:pos="1620"/>
          <w:tab w:val="num" w:pos="0"/>
        </w:tabs>
        <w:ind w:left="0" w:firstLine="1260"/>
        <w:jc w:val="both"/>
      </w:pPr>
      <w:r w:rsidRPr="00004DDB">
        <w:t xml:space="preserve"> иные инструкции.</w:t>
      </w:r>
    </w:p>
    <w:p w:rsidR="000F5181" w:rsidRPr="00004DDB" w:rsidRDefault="000F5181" w:rsidP="00B06CF7">
      <w:pPr>
        <w:ind w:firstLine="900"/>
        <w:jc w:val="both"/>
      </w:pPr>
      <w:r w:rsidRPr="00004DDB">
        <w:t>2.2.3. В качестве основных положений в деятельности учреждений используются положения о комиссии по охране труда и технике безопасности, положения о материальном стимулировании, иные положения внутреннего характера, регулирующие деятельность учреждений, предоставляющих Услугу.</w:t>
      </w:r>
    </w:p>
    <w:p w:rsidR="000F5181" w:rsidRPr="00004DDB" w:rsidRDefault="000F5181" w:rsidP="00B06CF7">
      <w:pPr>
        <w:ind w:firstLine="900"/>
        <w:jc w:val="both"/>
      </w:pPr>
      <w:r w:rsidRPr="00004DDB">
        <w:t>2.2.4. Муниципальный стандарт.</w:t>
      </w:r>
    </w:p>
    <w:p w:rsidR="000F5181" w:rsidRPr="00004DDB" w:rsidRDefault="000F5181" w:rsidP="00B06CF7">
      <w:pPr>
        <w:ind w:firstLine="900"/>
        <w:jc w:val="both"/>
      </w:pPr>
      <w:r w:rsidRPr="00004DDB">
        <w:t>Настоящий Стандарт составляет нормативную основу практической работы соответствующего учреждения.</w:t>
      </w:r>
    </w:p>
    <w:p w:rsidR="000F5181" w:rsidRPr="00004DDB" w:rsidRDefault="000F5181" w:rsidP="00B06CF7">
      <w:pPr>
        <w:ind w:firstLine="900"/>
        <w:jc w:val="both"/>
      </w:pPr>
      <w:r w:rsidRPr="00004DDB">
        <w:t>2.2.5. Прочие документы, характеризующие правила внутреннего распорядка деятельности учреждения включают в себя: штатное расписание, руководства, инструкции, методики работы с населением и собственной деятельности, технический паспорт учреждения и т.д.</w:t>
      </w:r>
    </w:p>
    <w:p w:rsidR="000F5181" w:rsidRPr="00004DDB" w:rsidRDefault="000F5181" w:rsidP="00B06CF7">
      <w:pPr>
        <w:ind w:firstLine="900"/>
        <w:jc w:val="both"/>
      </w:pPr>
      <w:r w:rsidRPr="00004DDB">
        <w:t>2.2.6. Эксплуатационные документы на оборудование, приборы и аппаратуру должны способствовать обеспечению их нормального и безопасного функционирования, обслуживания и поддержания в работоспособном состоянии.</w:t>
      </w:r>
    </w:p>
    <w:p w:rsidR="000F5181" w:rsidRPr="00004DDB" w:rsidRDefault="000F5181" w:rsidP="00B06CF7">
      <w:pPr>
        <w:ind w:firstLine="900"/>
        <w:jc w:val="both"/>
      </w:pPr>
      <w:r w:rsidRPr="00004DDB">
        <w:t>Техническое освидетельствование должно проводиться в установленные сроки с составлением соответствующих документов. Техническая проверка, ремонт и метрологический контроль осуществляются организациями, имеющими лицензию на данный вид деятельности, на основании договора с учреждением культуры.</w:t>
      </w:r>
    </w:p>
    <w:p w:rsidR="000F5181" w:rsidRPr="00004DDB" w:rsidRDefault="000F5181" w:rsidP="00B06CF7">
      <w:pPr>
        <w:ind w:firstLine="900"/>
        <w:jc w:val="both"/>
      </w:pPr>
      <w:r w:rsidRPr="00004DDB">
        <w:t>2.2.7. В учреждениях необходимо осуществлять постоянный пересмотр документов, подразумевающий включение в них необходимых изменений и изъятие из обращения устаревших.</w:t>
      </w:r>
    </w:p>
    <w:p w:rsidR="000F5181" w:rsidRPr="00004DDB" w:rsidRDefault="000F5181" w:rsidP="00F5495D">
      <w:pPr>
        <w:ind w:firstLine="900"/>
        <w:jc w:val="both"/>
      </w:pPr>
      <w:r w:rsidRPr="00004DDB">
        <w:t>2.3. Условия размещения учреждений и режим работы.</w:t>
      </w:r>
    </w:p>
    <w:p w:rsidR="000F5181" w:rsidRPr="00004DDB" w:rsidRDefault="000F5181" w:rsidP="00F5495D">
      <w:pPr>
        <w:ind w:firstLine="900"/>
        <w:jc w:val="both"/>
      </w:pPr>
      <w:r w:rsidRPr="00004DDB">
        <w:t>2.3.1. Учреждения должны быть размещены в специально предназначенных зданиях и помещениях в пределах территориальной доступности для обслуживаемых организаций.</w:t>
      </w:r>
    </w:p>
    <w:p w:rsidR="000F5181" w:rsidRPr="00004DDB" w:rsidRDefault="000F5181" w:rsidP="00F5495D">
      <w:pPr>
        <w:ind w:firstLine="900"/>
        <w:jc w:val="both"/>
      </w:pPr>
      <w:r w:rsidRPr="00004DDB">
        <w:t>Площадь, занимаемая учреждением, должна обеспечивать размещение работников и получателей Услуг в соответствии с санитарными и строительными нормами и правилами.</w:t>
      </w:r>
    </w:p>
    <w:p w:rsidR="000F5181" w:rsidRPr="00004DDB" w:rsidRDefault="000F5181" w:rsidP="00F5495D">
      <w:pPr>
        <w:ind w:firstLine="900"/>
        <w:jc w:val="both"/>
      </w:pPr>
      <w:r w:rsidRPr="00004DDB">
        <w:t>Здания учреждений должны быть оборудованы системами хозяйственно-питьевого, противопожарного водоснабжения, канализацией и водостоками.</w:t>
      </w:r>
    </w:p>
    <w:p w:rsidR="000F5181" w:rsidRPr="00004DDB" w:rsidRDefault="000F5181" w:rsidP="00F5495D">
      <w:pPr>
        <w:ind w:firstLine="900"/>
        <w:jc w:val="both"/>
      </w:pPr>
      <w:r w:rsidRPr="00004DDB">
        <w:t>Режим работы учреждений определяется документами учреждения (приказами о режиме дня и правилами внутреннего трудового распорядка). Режим работы может быть неограничен. Допускается работа в праздничные и выходные дни.</w:t>
      </w:r>
    </w:p>
    <w:p w:rsidR="000F5181" w:rsidRPr="00004DDB" w:rsidRDefault="000F5181" w:rsidP="00F5495D">
      <w:pPr>
        <w:ind w:firstLine="900"/>
        <w:jc w:val="both"/>
      </w:pPr>
      <w:r w:rsidRPr="00004DDB">
        <w:t>2.3.2. В здании учреждений , предоставляющих Услуги должны быть предусмотрены следующие помещения:</w:t>
      </w:r>
    </w:p>
    <w:p w:rsidR="000F5181" w:rsidRPr="00004DDB" w:rsidRDefault="000F5181" w:rsidP="00F5495D">
      <w:pPr>
        <w:ind w:firstLine="900"/>
        <w:jc w:val="both"/>
      </w:pPr>
      <w:r w:rsidRPr="00004DDB">
        <w:t>- Административные помещения.</w:t>
      </w:r>
    </w:p>
    <w:p w:rsidR="000F5181" w:rsidRPr="00004DDB" w:rsidRDefault="000F5181" w:rsidP="00F5495D">
      <w:pPr>
        <w:ind w:firstLine="900"/>
        <w:jc w:val="both"/>
      </w:pPr>
      <w:r w:rsidRPr="00004DDB">
        <w:t>По размерам и состоянию помещения должны отвечать требованиям санитарных норм и правил безопасности труда, правил противопожарной безопасности и быть защищены от воздействия различных факторов, отрицательно влияющих на здоровье персонала и населения и на качество предоставляемых услуг (повышенная температура воздуха, влажность воздуха, запыленность, загрязненность, шум, вибрация и т.п.).</w:t>
      </w:r>
    </w:p>
    <w:p w:rsidR="000F5181" w:rsidRPr="00004DDB" w:rsidRDefault="000F5181" w:rsidP="00F5495D">
      <w:pPr>
        <w:ind w:firstLine="900"/>
        <w:jc w:val="both"/>
      </w:pPr>
      <w:r w:rsidRPr="00004DDB">
        <w:t>2.3.3. Техническое оснащение учреждений.</w:t>
      </w:r>
    </w:p>
    <w:p w:rsidR="000F5181" w:rsidRPr="00004DDB" w:rsidRDefault="000F5181" w:rsidP="00F5495D">
      <w:pPr>
        <w:ind w:firstLine="900"/>
        <w:jc w:val="both"/>
      </w:pPr>
      <w:r w:rsidRPr="00004DDB">
        <w:t>Учреждение должно быть оснащено специальным оборудованием и аппаратурой (в соответствии с назначением помещений), отвечающими требованиям стандартов, технических условий, нормативных документов и обеспечивающими надлежащее качество предоставляемых услуг соответствующих видов.</w:t>
      </w:r>
    </w:p>
    <w:p w:rsidR="000F5181" w:rsidRPr="00004DDB" w:rsidRDefault="000F5181" w:rsidP="00F5495D">
      <w:pPr>
        <w:ind w:firstLine="900"/>
        <w:jc w:val="both"/>
      </w:pPr>
      <w:r w:rsidRPr="00004DDB">
        <w:t>Учреждение должно иметь следующее техническое оснащение:</w:t>
      </w:r>
    </w:p>
    <w:p w:rsidR="000F5181" w:rsidRPr="00004DDB" w:rsidRDefault="000F5181" w:rsidP="00F5495D">
      <w:pPr>
        <w:pStyle w:val="ListParagraph"/>
        <w:numPr>
          <w:ilvl w:val="0"/>
          <w:numId w:val="4"/>
        </w:numPr>
        <w:jc w:val="both"/>
      </w:pPr>
      <w:r w:rsidRPr="00004DDB">
        <w:t>компьютеры</w:t>
      </w:r>
    </w:p>
    <w:p w:rsidR="000F5181" w:rsidRPr="00004DDB" w:rsidRDefault="000F5181" w:rsidP="00F5495D">
      <w:pPr>
        <w:pStyle w:val="ListParagraph"/>
        <w:numPr>
          <w:ilvl w:val="0"/>
          <w:numId w:val="4"/>
        </w:numPr>
        <w:jc w:val="both"/>
      </w:pPr>
      <w:r w:rsidRPr="00004DDB">
        <w:t>телефонные аппараты</w:t>
      </w:r>
    </w:p>
    <w:p w:rsidR="000F5181" w:rsidRPr="00004DDB" w:rsidRDefault="000F5181" w:rsidP="00F5495D">
      <w:pPr>
        <w:pStyle w:val="ListParagraph"/>
        <w:numPr>
          <w:ilvl w:val="0"/>
          <w:numId w:val="4"/>
        </w:numPr>
        <w:jc w:val="both"/>
      </w:pPr>
      <w:r w:rsidRPr="00004DDB">
        <w:t>принтеры</w:t>
      </w:r>
    </w:p>
    <w:p w:rsidR="000F5181" w:rsidRPr="00004DDB" w:rsidRDefault="000F5181" w:rsidP="00F5495D">
      <w:pPr>
        <w:pStyle w:val="ListParagraph"/>
        <w:numPr>
          <w:ilvl w:val="0"/>
          <w:numId w:val="4"/>
        </w:numPr>
        <w:jc w:val="both"/>
      </w:pPr>
      <w:r w:rsidRPr="00004DDB">
        <w:t>иную орг.технику.</w:t>
      </w:r>
    </w:p>
    <w:p w:rsidR="000F5181" w:rsidRPr="00004DDB" w:rsidRDefault="000F5181" w:rsidP="00F5495D">
      <w:pPr>
        <w:ind w:firstLine="900"/>
        <w:jc w:val="both"/>
      </w:pPr>
      <w:r w:rsidRPr="00004DDB">
        <w:t>2.3.4. Специальное оборудование и аппаратуру (в соответствии с назначением помещений) следует использовать строго по назначению в соответствии с эксплуатационными документами, содержать в технически исправном состоянии и систематически проверять. Неисправное специальное оборудование и аппаратура должны быть сняты с эксплуатации, заменены или отремонтированы (если они подлежат ремонту), а пригодность отремонтированной аппаратуры должна быть документально подтверждена их проверкой.</w:t>
      </w:r>
    </w:p>
    <w:p w:rsidR="000F5181" w:rsidRPr="00004DDB" w:rsidRDefault="000F5181" w:rsidP="00F5495D">
      <w:pPr>
        <w:ind w:firstLine="900"/>
        <w:jc w:val="both"/>
      </w:pPr>
      <w:r w:rsidRPr="00004DDB">
        <w:t>Состояние электрического оборудования в учреждениях культуры определяется путем проведения визуального осмотра, замеров сопротивления изоляции (проверка качества изоляции проводов) и так далее.</w:t>
      </w:r>
    </w:p>
    <w:p w:rsidR="000F5181" w:rsidRPr="00004DDB" w:rsidRDefault="000F5181" w:rsidP="00F5495D">
      <w:pPr>
        <w:ind w:firstLine="900"/>
        <w:jc w:val="both"/>
      </w:pPr>
      <w:r w:rsidRPr="00004DDB">
        <w:t>2.4. Укомплектованность учреждений кадрами и их квалификация.</w:t>
      </w:r>
    </w:p>
    <w:p w:rsidR="000F5181" w:rsidRPr="00004DDB" w:rsidRDefault="000F5181" w:rsidP="00F5495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Специалисты должны иметь соответствующее образование, квалификацию, профессиональную подготовку, обладать знаниями и опытом, необходимыми для выполнения возложенных на них обязанностей. Квалификацию специалистов следует поддерживать на высшем уровне на курсах повышения квалификации или иными действенными способами.</w:t>
      </w:r>
    </w:p>
    <w:p w:rsidR="000F5181" w:rsidRPr="00004DDB" w:rsidRDefault="000F5181" w:rsidP="00F5495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Наряду с соответствующей квалификацией и профессионализмом сотрудники учреждения должны обладать высокими нравственными и морально-этическими качествами, чувством ответственности.</w:t>
      </w:r>
    </w:p>
    <w:p w:rsidR="000F5181" w:rsidRPr="00004DDB" w:rsidRDefault="000F5181" w:rsidP="00940771">
      <w:pPr>
        <w:ind w:firstLine="900"/>
        <w:jc w:val="both"/>
      </w:pPr>
      <w:r w:rsidRPr="00004DDB">
        <w:t>2.5. Показатели, характеризующие качество предоставления услуг.</w:t>
      </w:r>
    </w:p>
    <w:p w:rsidR="000F5181" w:rsidRPr="00004DDB" w:rsidRDefault="000F5181" w:rsidP="00940771">
      <w:pPr>
        <w:ind w:firstLine="900"/>
        <w:jc w:val="both"/>
      </w:pPr>
      <w:r w:rsidRPr="00004DDB">
        <w:t>2.5.1. Основные факторы, влияющие на качество предоставления Услуг:</w:t>
      </w:r>
    </w:p>
    <w:p w:rsidR="000F5181" w:rsidRPr="00004DDB" w:rsidRDefault="000F5181" w:rsidP="00940771">
      <w:pPr>
        <w:ind w:firstLine="900"/>
        <w:jc w:val="both"/>
      </w:pPr>
      <w:r w:rsidRPr="00004DDB">
        <w:t>1) наличие и состояние документов, в соответствии с которыми функционирует учреждение;</w:t>
      </w:r>
    </w:p>
    <w:p w:rsidR="000F5181" w:rsidRPr="00004DDB" w:rsidRDefault="000F5181" w:rsidP="00940771">
      <w:pPr>
        <w:ind w:firstLine="900"/>
        <w:jc w:val="both"/>
      </w:pPr>
      <w:r w:rsidRPr="00004DDB">
        <w:t>2) условия размещения и режим работы учреждения;</w:t>
      </w:r>
    </w:p>
    <w:p w:rsidR="000F5181" w:rsidRPr="00004DDB" w:rsidRDefault="000F5181" w:rsidP="00940771">
      <w:pPr>
        <w:ind w:firstLine="900"/>
        <w:jc w:val="both"/>
      </w:pPr>
      <w:r w:rsidRPr="00004DDB">
        <w:t>3) наличие специального технического оснащения учреждения;</w:t>
      </w:r>
    </w:p>
    <w:p w:rsidR="000F5181" w:rsidRPr="00004DDB" w:rsidRDefault="000F5181" w:rsidP="00940771">
      <w:pPr>
        <w:ind w:firstLine="900"/>
        <w:jc w:val="both"/>
      </w:pPr>
      <w:r w:rsidRPr="00004DDB">
        <w:t>4) укомплектованность учреждения специалистами и их квалификация;</w:t>
      </w:r>
    </w:p>
    <w:p w:rsidR="000F5181" w:rsidRPr="00004DDB" w:rsidRDefault="000F5181" w:rsidP="00940771">
      <w:pPr>
        <w:ind w:firstLine="900"/>
        <w:jc w:val="both"/>
      </w:pPr>
      <w:r w:rsidRPr="00004DDB">
        <w:t>5) наличие требований к технологии оказания Услуги;</w:t>
      </w:r>
    </w:p>
    <w:p w:rsidR="000F5181" w:rsidRPr="00004DDB" w:rsidRDefault="000F5181" w:rsidP="00940771">
      <w:pPr>
        <w:ind w:firstLine="900"/>
        <w:jc w:val="both"/>
      </w:pPr>
      <w:r w:rsidRPr="00004DDB">
        <w:t>6) наличие информационного сопровождения деятельности учреждения, порядка и правил оказания Услуги;</w:t>
      </w:r>
    </w:p>
    <w:p w:rsidR="000F5181" w:rsidRPr="00004DDB" w:rsidRDefault="000F5181" w:rsidP="00940771">
      <w:pPr>
        <w:ind w:firstLine="900"/>
        <w:jc w:val="both"/>
      </w:pPr>
      <w:r w:rsidRPr="00004DDB">
        <w:t>7) наличие внутренней (собственной) и внешней систем контроля за деятельностью учреждений, а также за соблюдением качества фактически предоставляемых услуг.</w:t>
      </w:r>
    </w:p>
    <w:p w:rsidR="000F5181" w:rsidRPr="00004DDB" w:rsidRDefault="000F5181" w:rsidP="00263495">
      <w:pPr>
        <w:ind w:firstLine="900"/>
        <w:jc w:val="both"/>
      </w:pPr>
      <w:r w:rsidRPr="00004DDB">
        <w:t>2.6. Показатели, характеризующие качество предоставления услуг.</w:t>
      </w:r>
    </w:p>
    <w:p w:rsidR="000F5181" w:rsidRPr="00004DDB" w:rsidRDefault="000F5181" w:rsidP="00940771">
      <w:pPr>
        <w:ind w:firstLine="900"/>
        <w:jc w:val="both"/>
      </w:pPr>
      <w:r w:rsidRPr="00004DDB">
        <w:t>2.6.1. Критерии оценки качества Услуги:</w:t>
      </w:r>
    </w:p>
    <w:p w:rsidR="000F5181" w:rsidRPr="00004DDB" w:rsidRDefault="000F5181" w:rsidP="00940771">
      <w:pPr>
        <w:ind w:firstLine="900"/>
        <w:jc w:val="both"/>
      </w:pPr>
      <w:r w:rsidRPr="00004DDB">
        <w:t>1) полнота предоставления услуги в соответствии с установленными требованиями ее предоставления;</w:t>
      </w:r>
    </w:p>
    <w:p w:rsidR="000F5181" w:rsidRPr="00004DDB" w:rsidRDefault="000F5181" w:rsidP="00940771">
      <w:pPr>
        <w:ind w:firstLine="900"/>
        <w:jc w:val="both"/>
      </w:pPr>
      <w:r w:rsidRPr="00004DDB">
        <w:t>2) результативность (эффективность) предоставления услуги, оцениваемая различными методами (в том числе путем проведения опросов).</w:t>
      </w:r>
    </w:p>
    <w:p w:rsidR="000F5181" w:rsidRPr="00004DDB" w:rsidRDefault="000F5181" w:rsidP="00940771">
      <w:pPr>
        <w:ind w:firstLine="900"/>
        <w:jc w:val="both"/>
      </w:pPr>
      <w:r w:rsidRPr="00004DDB">
        <w:t>2.6.2. Система индикаторов (характеристик) качества услуг:</w:t>
      </w:r>
    </w:p>
    <w:p w:rsidR="000F5181" w:rsidRPr="00004DDB" w:rsidRDefault="000F5181" w:rsidP="00940771">
      <w:pPr>
        <w:ind w:firstLine="900"/>
        <w:jc w:val="both"/>
      </w:pPr>
    </w:p>
    <w:tbl>
      <w:tblPr>
        <w:tblW w:w="96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231"/>
        <w:gridCol w:w="3699"/>
      </w:tblGrid>
      <w:tr w:rsidR="000F5181" w:rsidRPr="00004DD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ind w:firstLine="900"/>
              <w:jc w:val="both"/>
            </w:pPr>
            <w:r w:rsidRPr="00004DDB">
              <w:t>Nп/п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jc w:val="center"/>
            </w:pPr>
          </w:p>
          <w:p w:rsidR="000F5181" w:rsidRPr="00004DDB" w:rsidRDefault="000F5181" w:rsidP="00595AD1">
            <w:pPr>
              <w:jc w:val="center"/>
            </w:pPr>
            <w:r w:rsidRPr="00004DDB">
              <w:t>Индикаторы качества услуги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jc w:val="center"/>
            </w:pPr>
            <w:r w:rsidRPr="00004DDB">
              <w:t xml:space="preserve">Значение  индикатора,  </w:t>
            </w:r>
            <w:r w:rsidRPr="00004DDB">
              <w:br/>
              <w:t>ед. измерения</w:t>
            </w:r>
          </w:p>
        </w:tc>
      </w:tr>
      <w:tr w:rsidR="000F5181" w:rsidRPr="00004DDB">
        <w:trPr>
          <w:cantSplit/>
          <w:trHeight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jc w:val="center"/>
            </w:pPr>
            <w:r w:rsidRPr="00004DDB">
              <w:t>1.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4DDB">
              <w:rPr>
                <w:rFonts w:ascii="Times New Roman" w:hAnsi="Times New Roman" w:cs="Times New Roman"/>
                <w:sz w:val="24"/>
                <w:szCs w:val="24"/>
              </w:rPr>
              <w:t>Своевременная и достоверная обработка первичных бухгалтерских документов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ind w:right="209"/>
              <w:jc w:val="center"/>
            </w:pPr>
            <w:r w:rsidRPr="00004DDB">
              <w:t>100%</w:t>
            </w:r>
          </w:p>
        </w:tc>
      </w:tr>
      <w:tr w:rsidR="000F5181" w:rsidRPr="00004DDB">
        <w:trPr>
          <w:cantSplit/>
          <w:trHeight w:val="10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jc w:val="center"/>
            </w:pPr>
            <w:r w:rsidRPr="00004DDB">
              <w:t>2.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4DDB">
              <w:rPr>
                <w:rFonts w:ascii="Times New Roman" w:hAnsi="Times New Roman" w:cs="Times New Roman"/>
                <w:sz w:val="24"/>
                <w:szCs w:val="24"/>
              </w:rPr>
              <w:t>Своевременное и достоверное предоставление отчетности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ind w:right="209"/>
              <w:jc w:val="center"/>
            </w:pPr>
            <w:r w:rsidRPr="00004DDB">
              <w:t>100%</w:t>
            </w:r>
          </w:p>
        </w:tc>
      </w:tr>
      <w:tr w:rsidR="000F5181" w:rsidRPr="00004DDB">
        <w:trPr>
          <w:cantSplit/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jc w:val="center"/>
            </w:pPr>
            <w:r w:rsidRPr="00004DDB">
              <w:t>3.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4DDB">
              <w:rPr>
                <w:rFonts w:ascii="Times New Roman" w:hAnsi="Times New Roman" w:cs="Times New Roman"/>
                <w:sz w:val="24"/>
                <w:szCs w:val="24"/>
              </w:rPr>
              <w:t>своевременное обновление информации в сети Интернет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ind w:right="209"/>
              <w:jc w:val="center"/>
            </w:pPr>
            <w:r w:rsidRPr="00004DDB">
              <w:t>100%</w:t>
            </w:r>
          </w:p>
        </w:tc>
      </w:tr>
      <w:tr w:rsidR="000F5181" w:rsidRPr="00004DDB">
        <w:trPr>
          <w:cantSplit/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jc w:val="center"/>
            </w:pPr>
            <w:r w:rsidRPr="00004DDB">
              <w:t>4.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snapToGrid w:val="0"/>
            </w:pPr>
            <w:r w:rsidRPr="00004DDB">
              <w:t>Общий уровень укомплектованности кадрами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81" w:rsidRPr="00004DDB" w:rsidRDefault="000F5181" w:rsidP="00595AD1">
            <w:pPr>
              <w:ind w:right="209"/>
              <w:jc w:val="center"/>
            </w:pPr>
            <w:r w:rsidRPr="00004DDB">
              <w:t>100%</w:t>
            </w:r>
          </w:p>
        </w:tc>
      </w:tr>
    </w:tbl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 xml:space="preserve">2.7. Другие положения, характеризующие требования к предоставлению муниципальной услуги. 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2.7.1. Учреждение должно иметь документально оформленную внутреннюю систему контроля за деятельностью сотрудников по оказанию услуги в области бухгалтерского обслуживания в соответствии с нормативными документами в области бухгалтерского учета. Система контроля должна охватывать этапы планирования, работу с потребителями, оформление результатов контроля, выработку и реализацию мероприятий по устранению выявленных недостатков.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Внешняя система контроля включает в себя контроль, осуществляемый администрацией Глазовского района, на предмет соответствия качества фактически предоставляемой услуги по ведению бухгалтерского учета и отчетной деятельности настоящему Стандарту качества.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Работа учреждения по предоставлению услуги должна быть направлена на полное удовлетворение нужд потребителей, непрерывное повышение качества услуги.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Руководитель учреждения несет полную ответственность за политику в области качества услуг, обеспечивает разъяснение и доведение этой политики до всех структурных подразделений и сотрудников учреждения.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При оценке качества услуг используются следующие критерии - полнота предоставления услуги в соответствии с требованиями предоставления.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2.7.2. Настоящий Стандарт качества должен быть представлен учреждением, оказывающим соответствующие услуги, для ознакомления любому лицу незамедлительно в случае поступления такой просьбы.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2.7.3. Информация о наличии Стандарта качества, возможности и способе его получения должна быть размещена по месту предоставления услуг и доступна для получателя услуг. Также по месту предоставления услуг указываются сведения о наличии книги жалоб, телефоны и адреса учреждений, осуществляющих контроль за соблюдением настоящего Стандарта качества.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2.7.4. Жалобы на предоставление услуг с нарушением настоящего Стандарта качества должны быть рассмотрены в установленные сроки. В письменном ответе на жалобу указываются принятые меры по привлечению виновных к ответственности (если будет установлена вина учреждения в некачественном предоставлении услуг), а также предложения о возможных действиях по устранению последствий некачественно предоставленной услуги или предоставлению ее с ненадлежащим качеством.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Жалобы рассматриваются в сроки, установленные в соответствии с действующим законодательством Российской Федерации.</w:t>
      </w:r>
    </w:p>
    <w:p w:rsidR="000F5181" w:rsidRPr="00004DDB" w:rsidRDefault="000F5181" w:rsidP="002634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DDB">
        <w:rPr>
          <w:rFonts w:ascii="Times New Roman" w:hAnsi="Times New Roman" w:cs="Times New Roman"/>
          <w:sz w:val="24"/>
          <w:szCs w:val="24"/>
        </w:rPr>
        <w:t>Жалобы на некачественное предоставление услуг подлежат обязательной регистрации.</w:t>
      </w:r>
    </w:p>
    <w:p w:rsidR="000F5181" w:rsidRPr="00170B57" w:rsidRDefault="000F5181" w:rsidP="00263495">
      <w:pPr>
        <w:ind w:firstLine="567"/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p w:rsidR="000F5181" w:rsidRDefault="000F5181" w:rsidP="007C39AE">
      <w:pPr>
        <w:pStyle w:val="ConsPlusNormal"/>
        <w:widowControl/>
        <w:ind w:firstLine="567"/>
        <w:jc w:val="both"/>
        <w:rPr>
          <w:rFonts w:ascii="Courier New" w:hAnsi="Courier New" w:cs="Courier New"/>
          <w:sz w:val="24"/>
          <w:szCs w:val="24"/>
        </w:rPr>
      </w:pPr>
    </w:p>
    <w:sectPr w:rsidR="000F5181" w:rsidSect="009345E9">
      <w:pgSz w:w="11906" w:h="16838"/>
      <w:pgMar w:top="89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74B49"/>
    <w:multiLevelType w:val="hybridMultilevel"/>
    <w:tmpl w:val="CB226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E115DB"/>
    <w:multiLevelType w:val="hybridMultilevel"/>
    <w:tmpl w:val="9B3E0C36"/>
    <w:lvl w:ilvl="0" w:tplc="27926A90">
      <w:start w:val="1"/>
      <w:numFmt w:val="decimal"/>
      <w:lvlText w:val="%1)"/>
      <w:lvlJc w:val="left"/>
      <w:pPr>
        <w:ind w:left="135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2362025"/>
    <w:multiLevelType w:val="hybridMultilevel"/>
    <w:tmpl w:val="CF6E586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">
    <w:nsid w:val="7E0151A6"/>
    <w:multiLevelType w:val="hybridMultilevel"/>
    <w:tmpl w:val="2EC6AF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9AE"/>
    <w:rsid w:val="00004DDB"/>
    <w:rsid w:val="000F5181"/>
    <w:rsid w:val="00170B57"/>
    <w:rsid w:val="0017504B"/>
    <w:rsid w:val="00263495"/>
    <w:rsid w:val="002C1279"/>
    <w:rsid w:val="00350355"/>
    <w:rsid w:val="004210CC"/>
    <w:rsid w:val="004E70B3"/>
    <w:rsid w:val="005759D0"/>
    <w:rsid w:val="00595AD1"/>
    <w:rsid w:val="005D7336"/>
    <w:rsid w:val="00634192"/>
    <w:rsid w:val="0073339F"/>
    <w:rsid w:val="007C39AE"/>
    <w:rsid w:val="00837F4E"/>
    <w:rsid w:val="008C5D7B"/>
    <w:rsid w:val="009345E9"/>
    <w:rsid w:val="00940771"/>
    <w:rsid w:val="00957EB3"/>
    <w:rsid w:val="00AC50C7"/>
    <w:rsid w:val="00B06CF7"/>
    <w:rsid w:val="00C0579B"/>
    <w:rsid w:val="00D93282"/>
    <w:rsid w:val="00F5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39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2">
    <w:name w:val="Style2"/>
    <w:basedOn w:val="Normal"/>
    <w:uiPriority w:val="99"/>
    <w:rsid w:val="007C39AE"/>
    <w:pPr>
      <w:widowControl w:val="0"/>
      <w:autoSpaceDE w:val="0"/>
      <w:autoSpaceDN w:val="0"/>
      <w:adjustRightInd w:val="0"/>
      <w:spacing w:line="278" w:lineRule="exact"/>
      <w:ind w:firstLine="384"/>
    </w:pPr>
    <w:rPr>
      <w:rFonts w:ascii="Arial Narrow" w:hAnsi="Arial Narrow" w:cs="Arial Narrow"/>
    </w:rPr>
  </w:style>
  <w:style w:type="character" w:customStyle="1" w:styleId="FontStyle12">
    <w:name w:val="Font Style12"/>
    <w:basedOn w:val="DefaultParagraphFont"/>
    <w:uiPriority w:val="99"/>
    <w:rsid w:val="007C39AE"/>
    <w:rPr>
      <w:rFonts w:ascii="Arial Narrow" w:hAnsi="Arial Narrow" w:cs="Arial Narrow"/>
      <w:sz w:val="24"/>
      <w:szCs w:val="24"/>
    </w:rPr>
  </w:style>
  <w:style w:type="paragraph" w:customStyle="1" w:styleId="Style1">
    <w:name w:val="Style1"/>
    <w:basedOn w:val="Normal"/>
    <w:uiPriority w:val="99"/>
    <w:rsid w:val="007C39AE"/>
    <w:pPr>
      <w:widowControl w:val="0"/>
      <w:autoSpaceDE w:val="0"/>
      <w:autoSpaceDN w:val="0"/>
      <w:adjustRightInd w:val="0"/>
      <w:spacing w:line="278" w:lineRule="exact"/>
      <w:ind w:firstLine="384"/>
    </w:pPr>
    <w:rPr>
      <w:rFonts w:ascii="Arial Narrow" w:hAnsi="Arial Narrow" w:cs="Arial Narrow"/>
    </w:rPr>
  </w:style>
  <w:style w:type="paragraph" w:customStyle="1" w:styleId="Style4">
    <w:name w:val="Style4"/>
    <w:basedOn w:val="Normal"/>
    <w:uiPriority w:val="99"/>
    <w:rsid w:val="007C39AE"/>
    <w:pPr>
      <w:widowControl w:val="0"/>
      <w:autoSpaceDE w:val="0"/>
      <w:autoSpaceDN w:val="0"/>
      <w:adjustRightInd w:val="0"/>
      <w:spacing w:line="283" w:lineRule="exact"/>
      <w:ind w:firstLine="547"/>
    </w:pPr>
    <w:rPr>
      <w:rFonts w:ascii="Arial Narrow" w:hAnsi="Arial Narrow" w:cs="Arial Narrow"/>
    </w:rPr>
  </w:style>
  <w:style w:type="paragraph" w:customStyle="1" w:styleId="Style5">
    <w:name w:val="Style5"/>
    <w:basedOn w:val="Normal"/>
    <w:uiPriority w:val="99"/>
    <w:rsid w:val="007C39AE"/>
    <w:pPr>
      <w:widowControl w:val="0"/>
      <w:autoSpaceDE w:val="0"/>
      <w:autoSpaceDN w:val="0"/>
      <w:adjustRightInd w:val="0"/>
      <w:spacing w:line="275" w:lineRule="exact"/>
      <w:ind w:firstLine="562"/>
      <w:jc w:val="both"/>
    </w:pPr>
    <w:rPr>
      <w:rFonts w:ascii="Arial Narrow" w:hAnsi="Arial Narrow" w:cs="Arial Narrow"/>
    </w:rPr>
  </w:style>
  <w:style w:type="paragraph" w:customStyle="1" w:styleId="ConsPlusTitle">
    <w:name w:val="ConsPlusTitle"/>
    <w:uiPriority w:val="99"/>
    <w:rsid w:val="007C39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C39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1"/>
    <w:basedOn w:val="Normal"/>
    <w:uiPriority w:val="99"/>
    <w:rsid w:val="007C39A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F5495D"/>
    <w:pPr>
      <w:ind w:left="720"/>
    </w:pPr>
  </w:style>
  <w:style w:type="paragraph" w:styleId="BodyTextIndent">
    <w:name w:val="Body Text Indent"/>
    <w:basedOn w:val="Normal"/>
    <w:link w:val="BodyTextIndentChar"/>
    <w:uiPriority w:val="99"/>
    <w:semiHidden/>
    <w:rsid w:val="00F5495D"/>
    <w:pPr>
      <w:ind w:firstLine="900"/>
      <w:jc w:val="both"/>
    </w:pPr>
    <w:rPr>
      <w:rFonts w:ascii="Courier New" w:hAnsi="Courier New" w:cs="Courier New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5495D"/>
    <w:rPr>
      <w:rFonts w:ascii="Courier New" w:hAnsi="Courier New" w:cs="Courier New"/>
      <w:sz w:val="24"/>
      <w:szCs w:val="24"/>
      <w:lang w:eastAsia="ru-RU"/>
    </w:rPr>
  </w:style>
  <w:style w:type="paragraph" w:customStyle="1" w:styleId="ConsPlusCell">
    <w:name w:val="ConsPlusCell"/>
    <w:uiPriority w:val="99"/>
    <w:rsid w:val="0094077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2053</Words>
  <Characters>11703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    </dc:title>
  <dc:subject/>
  <dc:creator>user</dc:creator>
  <cp:keywords/>
  <dc:description/>
  <cp:lastModifiedBy>kaukan</cp:lastModifiedBy>
  <cp:revision>2</cp:revision>
  <cp:lastPrinted>2012-12-26T08:31:00Z</cp:lastPrinted>
  <dcterms:created xsi:type="dcterms:W3CDTF">2012-12-26T08:32:00Z</dcterms:created>
  <dcterms:modified xsi:type="dcterms:W3CDTF">2012-12-26T08:32:00Z</dcterms:modified>
</cp:coreProperties>
</file>