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56" w:rsidRDefault="009A2956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Pr="000D3049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</w:p>
    <w:p w:rsidR="009A2956" w:rsidRDefault="009A2956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A2956" w:rsidRDefault="009A2956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9A2956" w:rsidRDefault="009A2956" w:rsidP="000D3049">
      <w:pPr>
        <w:jc w:val="right"/>
        <w:rPr>
          <w:sz w:val="22"/>
          <w:szCs w:val="22"/>
        </w:rPr>
      </w:pPr>
    </w:p>
    <w:p w:rsidR="009A2956" w:rsidRPr="000D3049" w:rsidRDefault="009A2956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9A2956" w:rsidRPr="005726FB" w:rsidRDefault="009A2956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r w:rsidRPr="009607E8">
        <w:rPr>
          <w:b/>
          <w:sz w:val="22"/>
          <w:szCs w:val="22"/>
        </w:rPr>
        <w:t>Верхнебогатырское</w:t>
      </w:r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Pr="005726FB">
        <w:rPr>
          <w:b/>
          <w:sz w:val="22"/>
          <w:szCs w:val="22"/>
        </w:rPr>
        <w:t xml:space="preserve">а </w:t>
      </w:r>
      <w:r>
        <w:rPr>
          <w:b/>
          <w:sz w:val="22"/>
          <w:szCs w:val="22"/>
        </w:rPr>
        <w:t xml:space="preserve">1 полугодие </w:t>
      </w:r>
      <w:r w:rsidRPr="005726F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5</w:t>
      </w:r>
      <w:r w:rsidRPr="005726FB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>а</w:t>
      </w:r>
    </w:p>
    <w:p w:rsidR="009A2956" w:rsidRPr="005726FB" w:rsidRDefault="009A2956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3544"/>
        <w:gridCol w:w="1843"/>
        <w:gridCol w:w="1604"/>
      </w:tblGrid>
      <w:tr w:rsidR="009A2956" w:rsidRPr="005726FB" w:rsidTr="00765F5F">
        <w:trPr>
          <w:trHeight w:val="475"/>
        </w:trPr>
        <w:tc>
          <w:tcPr>
            <w:tcW w:w="2835" w:type="dxa"/>
          </w:tcPr>
          <w:p w:rsidR="009A2956" w:rsidRPr="005726FB" w:rsidRDefault="009A2956" w:rsidP="004C5581">
            <w:pPr>
              <w:jc w:val="center"/>
              <w:rPr>
                <w:b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9A2956" w:rsidRPr="005726FB" w:rsidRDefault="009A2956" w:rsidP="004C558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9A2956" w:rsidRDefault="009A2956" w:rsidP="004C558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9A2956" w:rsidRPr="005726FB" w:rsidRDefault="009A2956" w:rsidP="004C5581">
            <w:pPr>
              <w:jc w:val="center"/>
              <w:rPr>
                <w:b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9A2956" w:rsidRDefault="009A2956" w:rsidP="000D304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9A2956" w:rsidRPr="005726FB" w:rsidRDefault="009A2956" w:rsidP="005470C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за 1 полугодие 2015 года</w:t>
            </w:r>
          </w:p>
        </w:tc>
      </w:tr>
      <w:tr w:rsidR="009A2956" w:rsidRPr="005726FB" w:rsidTr="00765F5F">
        <w:trPr>
          <w:trHeight w:val="505"/>
        </w:trPr>
        <w:tc>
          <w:tcPr>
            <w:tcW w:w="2835" w:type="dxa"/>
          </w:tcPr>
          <w:p w:rsidR="009A2956" w:rsidRPr="00E80A49" w:rsidRDefault="009A2956" w:rsidP="004C5581">
            <w:pPr>
              <w:pStyle w:val="BodyText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9A2956" w:rsidRPr="00E80A49" w:rsidRDefault="009A2956" w:rsidP="004C5581">
            <w:pPr>
              <w:rPr>
                <w:b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9A2956" w:rsidRPr="00E80A49" w:rsidRDefault="009A2956" w:rsidP="0084196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-231,5</w:t>
            </w:r>
          </w:p>
        </w:tc>
        <w:tc>
          <w:tcPr>
            <w:tcW w:w="1604" w:type="dxa"/>
          </w:tcPr>
          <w:p w:rsidR="009A2956" w:rsidRPr="00E80A49" w:rsidRDefault="009A2956" w:rsidP="005B3B68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324,0</w:t>
            </w:r>
          </w:p>
        </w:tc>
      </w:tr>
      <w:tr w:rsidR="009A2956" w:rsidRPr="005726FB" w:rsidTr="00765F5F">
        <w:trPr>
          <w:trHeight w:val="527"/>
        </w:trPr>
        <w:tc>
          <w:tcPr>
            <w:tcW w:w="2835" w:type="dxa"/>
          </w:tcPr>
          <w:p w:rsidR="009A2956" w:rsidRPr="005726FB" w:rsidRDefault="009A2956" w:rsidP="004C5581">
            <w:pPr>
              <w:pStyle w:val="BodyText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9A2956" w:rsidRPr="005726FB" w:rsidRDefault="009A2956" w:rsidP="004C5581"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9A2956" w:rsidRPr="005726FB" w:rsidRDefault="009A2956" w:rsidP="004C5581">
            <w:pPr>
              <w:jc w:val="center"/>
            </w:pPr>
            <w:r>
              <w:rPr>
                <w:sz w:val="22"/>
                <w:szCs w:val="22"/>
              </w:rPr>
              <w:t>-231,5</w:t>
            </w:r>
          </w:p>
        </w:tc>
        <w:tc>
          <w:tcPr>
            <w:tcW w:w="1604" w:type="dxa"/>
          </w:tcPr>
          <w:p w:rsidR="009A2956" w:rsidRPr="005726FB" w:rsidRDefault="009A2956" w:rsidP="005B3B68">
            <w:pPr>
              <w:jc w:val="center"/>
            </w:pPr>
            <w:r>
              <w:rPr>
                <w:sz w:val="22"/>
                <w:szCs w:val="22"/>
              </w:rPr>
              <w:t>324,0</w:t>
            </w:r>
          </w:p>
        </w:tc>
      </w:tr>
    </w:tbl>
    <w:p w:rsidR="009A2956" w:rsidRDefault="009A2956" w:rsidP="000D3049">
      <w:pPr>
        <w:jc w:val="both"/>
        <w:rPr>
          <w:b/>
        </w:rPr>
      </w:pPr>
    </w:p>
    <w:p w:rsidR="009A2956" w:rsidRDefault="009A2956"/>
    <w:sectPr w:rsidR="009A2956" w:rsidSect="009C2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AE9"/>
    <w:rsid w:val="00012314"/>
    <w:rsid w:val="000A507B"/>
    <w:rsid w:val="000D3049"/>
    <w:rsid w:val="0026075C"/>
    <w:rsid w:val="00436AE9"/>
    <w:rsid w:val="004C5581"/>
    <w:rsid w:val="005470CF"/>
    <w:rsid w:val="005726FB"/>
    <w:rsid w:val="005B3B68"/>
    <w:rsid w:val="006D1C69"/>
    <w:rsid w:val="00745A38"/>
    <w:rsid w:val="00765F5F"/>
    <w:rsid w:val="00841969"/>
    <w:rsid w:val="009607E8"/>
    <w:rsid w:val="009A2956"/>
    <w:rsid w:val="009C2321"/>
    <w:rsid w:val="00A94B49"/>
    <w:rsid w:val="00BB17B3"/>
    <w:rsid w:val="00DE4546"/>
    <w:rsid w:val="00E8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0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0D304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D3049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80</Words>
  <Characters>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</dc:title>
  <dc:subject/>
  <dc:creator>Ольга Шутова</dc:creator>
  <cp:keywords/>
  <dc:description/>
  <cp:lastModifiedBy>Пользователь</cp:lastModifiedBy>
  <cp:revision>2</cp:revision>
  <dcterms:created xsi:type="dcterms:W3CDTF">2015-09-18T10:17:00Z</dcterms:created>
  <dcterms:modified xsi:type="dcterms:W3CDTF">2015-09-18T10:17:00Z</dcterms:modified>
</cp:coreProperties>
</file>