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45" w:rsidRPr="00E46F2D" w:rsidRDefault="00F61E45" w:rsidP="00E46F2D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46F2D">
        <w:rPr>
          <w:rFonts w:ascii="Times New Roman" w:hAnsi="Times New Roman"/>
          <w:lang w:eastAsia="ru-RU"/>
        </w:rPr>
        <w:t xml:space="preserve">Приложение </w:t>
      </w:r>
      <w:r>
        <w:rPr>
          <w:rFonts w:ascii="Times New Roman" w:hAnsi="Times New Roman"/>
          <w:lang w:eastAsia="ru-RU"/>
        </w:rPr>
        <w:t>№3</w:t>
      </w:r>
    </w:p>
    <w:p w:rsidR="00F61E45" w:rsidRPr="00E46F2D" w:rsidRDefault="00F61E45" w:rsidP="00E46F2D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46F2D">
        <w:rPr>
          <w:rFonts w:ascii="Times New Roman" w:hAnsi="Times New Roman"/>
          <w:lang w:eastAsia="ru-RU"/>
        </w:rPr>
        <w:t>к решению Совета депутатов</w:t>
      </w:r>
    </w:p>
    <w:p w:rsidR="00F61E45" w:rsidRDefault="00F61E45" w:rsidP="00E46F2D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46F2D">
        <w:rPr>
          <w:rFonts w:ascii="Times New Roman" w:hAnsi="Times New Roman"/>
          <w:lang w:eastAsia="ru-RU"/>
        </w:rPr>
        <w:t>муниципального образования "Парзинское"</w:t>
      </w:r>
    </w:p>
    <w:p w:rsidR="00F61E45" w:rsidRPr="00E46F2D" w:rsidRDefault="00F61E45" w:rsidP="00E46F2D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от 23.11.2017 № 59</w:t>
      </w:r>
    </w:p>
    <w:p w:rsidR="00F61E45" w:rsidRDefault="00F61E45" w:rsidP="000838F6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E45" w:rsidRPr="00E46F2D" w:rsidRDefault="00F61E45" w:rsidP="000838F6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Отчет</w:t>
      </w:r>
    </w:p>
    <w:p w:rsidR="00F61E45" w:rsidRPr="00E46F2D" w:rsidRDefault="00F61E45" w:rsidP="00E46F2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>по и</w:t>
      </w:r>
      <w:r w:rsidRPr="00E46F2D">
        <w:rPr>
          <w:rFonts w:ascii="Times New Roman" w:hAnsi="Times New Roman"/>
          <w:b/>
          <w:lang w:eastAsia="ru-RU"/>
        </w:rPr>
        <w:t>сточник</w:t>
      </w:r>
      <w:r>
        <w:rPr>
          <w:rFonts w:ascii="Times New Roman" w:hAnsi="Times New Roman"/>
          <w:b/>
          <w:lang w:eastAsia="ru-RU"/>
        </w:rPr>
        <w:t>ам</w:t>
      </w:r>
      <w:r w:rsidRPr="00E46F2D">
        <w:rPr>
          <w:rFonts w:ascii="Times New Roman" w:hAnsi="Times New Roman"/>
          <w:b/>
          <w:lang w:eastAsia="ru-RU"/>
        </w:rPr>
        <w:t xml:space="preserve"> внутреннего финансирования дефицита бюджета муниципального образования «Парзинское» </w:t>
      </w:r>
      <w:r>
        <w:rPr>
          <w:rFonts w:ascii="Times New Roman" w:hAnsi="Times New Roman"/>
          <w:b/>
          <w:lang w:eastAsia="ru-RU"/>
        </w:rPr>
        <w:t>з</w:t>
      </w:r>
      <w:r w:rsidRPr="00E46F2D">
        <w:rPr>
          <w:rFonts w:ascii="Times New Roman" w:hAnsi="Times New Roman"/>
          <w:b/>
          <w:lang w:eastAsia="ru-RU"/>
        </w:rPr>
        <w:t xml:space="preserve">а </w:t>
      </w:r>
      <w:r>
        <w:rPr>
          <w:rFonts w:ascii="Times New Roman" w:hAnsi="Times New Roman"/>
          <w:b/>
          <w:lang w:eastAsia="ru-RU"/>
        </w:rPr>
        <w:t>9 месяцев 2017</w:t>
      </w:r>
      <w:r w:rsidRPr="00E46F2D">
        <w:rPr>
          <w:rFonts w:ascii="Times New Roman" w:hAnsi="Times New Roman"/>
          <w:b/>
          <w:lang w:eastAsia="ru-RU"/>
        </w:rPr>
        <w:t xml:space="preserve"> год</w:t>
      </w:r>
      <w:r>
        <w:rPr>
          <w:rFonts w:ascii="Times New Roman" w:hAnsi="Times New Roman"/>
          <w:b/>
          <w:lang w:eastAsia="ru-RU"/>
        </w:rPr>
        <w:t>а</w:t>
      </w:r>
    </w:p>
    <w:p w:rsidR="00F61E45" w:rsidRPr="00E46F2D" w:rsidRDefault="00F61E45" w:rsidP="00E46F2D">
      <w:pPr>
        <w:spacing w:after="0" w:line="240" w:lineRule="auto"/>
        <w:ind w:left="7788"/>
        <w:rPr>
          <w:rFonts w:ascii="Times New Roman" w:hAnsi="Times New Roman"/>
          <w:b/>
          <w:lang w:eastAsia="ru-RU"/>
        </w:rPr>
      </w:pPr>
      <w:r w:rsidRPr="00E46F2D">
        <w:rPr>
          <w:rFonts w:ascii="Times New Roman" w:hAnsi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3828"/>
        <w:gridCol w:w="1701"/>
        <w:gridCol w:w="1462"/>
      </w:tblGrid>
      <w:tr w:rsidR="00F61E45" w:rsidRPr="00773703" w:rsidTr="000838F6">
        <w:trPr>
          <w:trHeight w:val="475"/>
        </w:trPr>
        <w:tc>
          <w:tcPr>
            <w:tcW w:w="2835" w:type="dxa"/>
          </w:tcPr>
          <w:p w:rsidR="00F61E45" w:rsidRPr="00E46F2D" w:rsidRDefault="00F61E45" w:rsidP="00E46F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hAnsi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</w:tcPr>
          <w:p w:rsidR="00F61E45" w:rsidRPr="00E46F2D" w:rsidRDefault="00F61E45" w:rsidP="00E46F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hAnsi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</w:tcPr>
          <w:p w:rsidR="00F61E45" w:rsidRPr="00E46F2D" w:rsidRDefault="00F61E45" w:rsidP="004A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Утверждено на 2017</w:t>
            </w:r>
            <w:r w:rsidRPr="00E46F2D">
              <w:rPr>
                <w:rFonts w:ascii="Times New Roman" w:hAnsi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</w:tcPr>
          <w:p w:rsidR="00F61E45" w:rsidRPr="000838F6" w:rsidRDefault="00F61E45" w:rsidP="005C351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38F6">
              <w:rPr>
                <w:rFonts w:ascii="Times New Roman" w:hAnsi="Times New Roman"/>
                <w:b/>
                <w:lang w:eastAsia="ru-RU"/>
              </w:rPr>
              <w:t xml:space="preserve">Исполнено за </w:t>
            </w:r>
            <w:r>
              <w:rPr>
                <w:rFonts w:ascii="Times New Roman" w:hAnsi="Times New Roman"/>
                <w:b/>
                <w:lang w:eastAsia="ru-RU"/>
              </w:rPr>
              <w:t>9 месяцев 2017</w:t>
            </w:r>
            <w:r w:rsidRPr="000838F6">
              <w:rPr>
                <w:rFonts w:ascii="Times New Roman" w:hAnsi="Times New Roman"/>
                <w:b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/>
                <w:lang w:eastAsia="ru-RU"/>
              </w:rPr>
              <w:t>а</w:t>
            </w:r>
          </w:p>
        </w:tc>
      </w:tr>
      <w:tr w:rsidR="00F61E45" w:rsidRPr="00773703" w:rsidTr="000838F6">
        <w:trPr>
          <w:trHeight w:val="505"/>
        </w:trPr>
        <w:tc>
          <w:tcPr>
            <w:tcW w:w="2835" w:type="dxa"/>
          </w:tcPr>
          <w:p w:rsidR="00F61E45" w:rsidRPr="00E46F2D" w:rsidRDefault="00F61E45" w:rsidP="00E46F2D">
            <w:pPr>
              <w:spacing w:after="12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E46F2D">
              <w:rPr>
                <w:rFonts w:ascii="Times New Roman" w:hAnsi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F61E45" w:rsidRPr="00E46F2D" w:rsidRDefault="00F61E45" w:rsidP="00E46F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hAnsi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F61E45" w:rsidRPr="0059749B" w:rsidRDefault="00F61E45" w:rsidP="004A3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59749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2" w:type="dxa"/>
          </w:tcPr>
          <w:p w:rsidR="00F61E45" w:rsidRPr="0059749B" w:rsidRDefault="00F61E45" w:rsidP="005C3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34,2</w:t>
            </w:r>
          </w:p>
        </w:tc>
      </w:tr>
      <w:tr w:rsidR="00F61E45" w:rsidRPr="00773703" w:rsidTr="004516AD">
        <w:trPr>
          <w:trHeight w:val="527"/>
        </w:trPr>
        <w:tc>
          <w:tcPr>
            <w:tcW w:w="2835" w:type="dxa"/>
          </w:tcPr>
          <w:p w:rsidR="00F61E45" w:rsidRPr="00E46F2D" w:rsidRDefault="00F61E45" w:rsidP="00E46F2D">
            <w:pPr>
              <w:spacing w:after="120" w:line="240" w:lineRule="auto"/>
              <w:rPr>
                <w:rFonts w:ascii="Times New Roman" w:hAnsi="Times New Roman"/>
                <w:lang w:eastAsia="ru-RU"/>
              </w:rPr>
            </w:pPr>
            <w:r w:rsidRPr="00E46F2D">
              <w:rPr>
                <w:rFonts w:ascii="Times New Roman" w:hAnsi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</w:tcPr>
          <w:p w:rsidR="00F61E45" w:rsidRPr="00E46F2D" w:rsidRDefault="00F61E45" w:rsidP="00E46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hAnsi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E46F2D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</w:tcPr>
          <w:p w:rsidR="00F61E45" w:rsidRPr="0059749B" w:rsidRDefault="00F61E45" w:rsidP="004A3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59749B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2" w:type="dxa"/>
          </w:tcPr>
          <w:p w:rsidR="00F61E45" w:rsidRPr="0059749B" w:rsidRDefault="00F61E45" w:rsidP="00083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34,2</w:t>
            </w:r>
            <w:bookmarkStart w:id="0" w:name="_GoBack"/>
            <w:bookmarkEnd w:id="0"/>
          </w:p>
        </w:tc>
      </w:tr>
    </w:tbl>
    <w:p w:rsidR="00F61E45" w:rsidRPr="00B52C42" w:rsidRDefault="00F61E45" w:rsidP="00E46F2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sectPr w:rsidR="00F61E45" w:rsidRPr="00B52C42" w:rsidSect="00E41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333"/>
    <w:rsid w:val="000838F6"/>
    <w:rsid w:val="000E2EAC"/>
    <w:rsid w:val="001C60D6"/>
    <w:rsid w:val="002C502F"/>
    <w:rsid w:val="00403333"/>
    <w:rsid w:val="004516AD"/>
    <w:rsid w:val="004A34AE"/>
    <w:rsid w:val="0052787C"/>
    <w:rsid w:val="0059749B"/>
    <w:rsid w:val="005C3518"/>
    <w:rsid w:val="00623806"/>
    <w:rsid w:val="00773703"/>
    <w:rsid w:val="008C1612"/>
    <w:rsid w:val="00A3086A"/>
    <w:rsid w:val="00B13039"/>
    <w:rsid w:val="00B52C42"/>
    <w:rsid w:val="00B97102"/>
    <w:rsid w:val="00CB4777"/>
    <w:rsid w:val="00CE43E4"/>
    <w:rsid w:val="00E41791"/>
    <w:rsid w:val="00E46F2D"/>
    <w:rsid w:val="00F61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7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78</Words>
  <Characters>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STOSCOMP</cp:lastModifiedBy>
  <cp:revision>14</cp:revision>
  <dcterms:created xsi:type="dcterms:W3CDTF">2015-02-27T04:52:00Z</dcterms:created>
  <dcterms:modified xsi:type="dcterms:W3CDTF">2017-11-16T09:25:00Z</dcterms:modified>
</cp:coreProperties>
</file>