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9" w:type="dxa"/>
        <w:tblInd w:w="93" w:type="dxa"/>
        <w:tblLook w:val="00A0"/>
      </w:tblPr>
      <w:tblGrid>
        <w:gridCol w:w="1916"/>
        <w:gridCol w:w="4053"/>
        <w:gridCol w:w="1240"/>
        <w:gridCol w:w="1240"/>
        <w:gridCol w:w="1240"/>
      </w:tblGrid>
      <w:tr w:rsidR="00604B23" w:rsidRPr="00CC5D36" w:rsidTr="001C1420">
        <w:trPr>
          <w:trHeight w:val="300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Приложение 1- доходы</w:t>
            </w:r>
          </w:p>
        </w:tc>
      </w:tr>
      <w:tr w:rsidR="00604B23" w:rsidRPr="00CC5D36" w:rsidTr="001C1420">
        <w:trPr>
          <w:trHeight w:val="300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к решения Совета депутатов</w:t>
            </w:r>
          </w:p>
        </w:tc>
      </w:tr>
      <w:tr w:rsidR="00604B23" w:rsidRPr="00CC5D36" w:rsidTr="001C1420">
        <w:trPr>
          <w:trHeight w:val="300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муниципального образования "Куреговское"</w:t>
            </w:r>
          </w:p>
        </w:tc>
      </w:tr>
      <w:tr w:rsidR="00604B23" w:rsidRPr="00CC5D36" w:rsidTr="001C1420">
        <w:trPr>
          <w:trHeight w:val="300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</w:tc>
      </w:tr>
      <w:tr w:rsidR="00604B23" w:rsidRPr="00CC5D36" w:rsidTr="001C1420">
        <w:trPr>
          <w:trHeight w:val="300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от</w:t>
            </w:r>
            <w:r>
              <w:rPr>
                <w:rFonts w:ascii="Times New Roman" w:hAnsi="Times New Roman"/>
                <w:lang w:eastAsia="ru-RU"/>
              </w:rPr>
              <w:t xml:space="preserve">  22 декабря</w:t>
            </w:r>
            <w:r w:rsidRPr="001C1420">
              <w:rPr>
                <w:rFonts w:ascii="Times New Roman" w:hAnsi="Times New Roman"/>
                <w:lang w:eastAsia="ru-RU"/>
              </w:rPr>
              <w:t xml:space="preserve"> 2014 года  №</w:t>
            </w:r>
            <w:r>
              <w:rPr>
                <w:rFonts w:ascii="Times New Roman" w:hAnsi="Times New Roman"/>
                <w:lang w:eastAsia="ru-RU"/>
              </w:rPr>
              <w:t xml:space="preserve"> 164</w:t>
            </w:r>
          </w:p>
        </w:tc>
      </w:tr>
      <w:tr w:rsidR="00604B23" w:rsidRPr="00CC5D36" w:rsidTr="001C1420">
        <w:trPr>
          <w:trHeight w:val="675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4B23" w:rsidRPr="001C1420" w:rsidRDefault="00604B23" w:rsidP="001C14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Доходы бюджета муниципального образования "Куреговское" Глазовского района Удмуртской Республики на 2015 год и плановый период 2016 и 2017 годов </w:t>
            </w:r>
          </w:p>
        </w:tc>
      </w:tr>
      <w:tr w:rsidR="00604B23" w:rsidRPr="00CC5D36" w:rsidTr="001C1420">
        <w:trPr>
          <w:trHeight w:val="25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604B23" w:rsidRPr="00CC5D36" w:rsidTr="001C1420">
        <w:trPr>
          <w:trHeight w:val="66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B23" w:rsidRPr="001C1420" w:rsidRDefault="00604B23" w:rsidP="001C14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Код БКД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B23" w:rsidRPr="001C1420" w:rsidRDefault="00604B23" w:rsidP="001C14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B23" w:rsidRPr="001C1420" w:rsidRDefault="00604B23" w:rsidP="001C14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B23" w:rsidRPr="001C1420" w:rsidRDefault="00604B23" w:rsidP="001C14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B23" w:rsidRPr="001C1420" w:rsidRDefault="00604B23" w:rsidP="001C14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604B23" w:rsidRPr="00CC5D36" w:rsidTr="001C1420">
        <w:trPr>
          <w:trHeight w:val="57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747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788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841</w:t>
            </w:r>
          </w:p>
        </w:tc>
      </w:tr>
      <w:tr w:rsidR="00604B23" w:rsidRPr="00CC5D36" w:rsidTr="001C1420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10100000000000000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548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594</w:t>
            </w:r>
          </w:p>
        </w:tc>
      </w:tr>
      <w:tr w:rsidR="00604B23" w:rsidRPr="00CC5D36" w:rsidTr="001C1420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10102010010000110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548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594</w:t>
            </w:r>
          </w:p>
        </w:tc>
      </w:tr>
      <w:tr w:rsidR="00604B23" w:rsidRPr="00CC5D36" w:rsidTr="001C1420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10500000000000000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604B23" w:rsidRPr="00CC5D36" w:rsidTr="001C1420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10503010010000110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604B23" w:rsidRPr="00CC5D36" w:rsidTr="001C1420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10600000000000000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184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189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193</w:t>
            </w:r>
          </w:p>
        </w:tc>
      </w:tr>
      <w:tr w:rsidR="00604B23" w:rsidRPr="00CC5D36" w:rsidTr="001C1420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10601030100000110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93</w:t>
            </w:r>
          </w:p>
        </w:tc>
      </w:tr>
      <w:tr w:rsidR="00604B23" w:rsidRPr="00CC5D36" w:rsidTr="001C1420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10606013100000110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100</w:t>
            </w:r>
          </w:p>
        </w:tc>
      </w:tr>
      <w:tr w:rsidR="00604B23" w:rsidRPr="00CC5D36" w:rsidTr="001C1420">
        <w:trPr>
          <w:trHeight w:val="11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11100000000000000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1</w:t>
            </w:r>
          </w:p>
        </w:tc>
      </w:tr>
      <w:tr w:rsidR="00604B23" w:rsidRPr="00CC5D36" w:rsidTr="001C1420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11105013100000120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04B23" w:rsidRPr="00CC5D36" w:rsidTr="001C1420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11300000000000000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ДОХОДЫ ОТ ОКАЗАНИЯ ПЛАТНЫХ УСЛУГ(РАБОТ)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53</w:t>
            </w:r>
          </w:p>
        </w:tc>
      </w:tr>
      <w:tr w:rsidR="00604B23" w:rsidRPr="00CC5D36" w:rsidTr="001C1420">
        <w:trPr>
          <w:trHeight w:val="9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11301995100000130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53</w:t>
            </w:r>
          </w:p>
        </w:tc>
      </w:tr>
      <w:tr w:rsidR="00604B23" w:rsidRPr="00CC5D36" w:rsidTr="001C1420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20000000000000000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4311,2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4345,4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4366,8</w:t>
            </w:r>
          </w:p>
        </w:tc>
      </w:tr>
      <w:tr w:rsidR="00604B23" w:rsidRPr="00CC5D36" w:rsidTr="001C1420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4311,2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4345,4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lang w:eastAsia="ru-RU"/>
              </w:rPr>
              <w:t>4366,8</w:t>
            </w:r>
          </w:p>
        </w:tc>
      </w:tr>
      <w:tr w:rsidR="00604B23" w:rsidRPr="00CC5D36" w:rsidTr="001C1420">
        <w:trPr>
          <w:trHeight w:val="6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20201001100000151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3717,3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3754,7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3781,2</w:t>
            </w:r>
          </w:p>
        </w:tc>
      </w:tr>
      <w:tr w:rsidR="00604B23" w:rsidRPr="00CC5D36" w:rsidTr="001C1420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20202999100000151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Прочие субсидии бюджетам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604B23" w:rsidRPr="00CC5D36" w:rsidTr="001C1420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20203015100000151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76,3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77,7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72,6</w:t>
            </w:r>
          </w:p>
        </w:tc>
      </w:tr>
      <w:tr w:rsidR="00604B23" w:rsidRPr="00CC5D36" w:rsidTr="001C1420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20204014100000151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513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513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C1420">
              <w:rPr>
                <w:rFonts w:ascii="Times New Roman" w:hAnsi="Times New Roman"/>
                <w:lang w:eastAsia="ru-RU"/>
              </w:rPr>
              <w:t>513</w:t>
            </w:r>
          </w:p>
        </w:tc>
      </w:tr>
      <w:tr w:rsidR="00604B23" w:rsidRPr="00CC5D36" w:rsidTr="001C1420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5058,2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5133,4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5207,8</w:t>
            </w:r>
          </w:p>
        </w:tc>
      </w:tr>
      <w:tr w:rsidR="00604B23" w:rsidRPr="00CC5D36" w:rsidTr="001C1420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604B23" w:rsidRPr="00CC5D36" w:rsidTr="001C1420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5095,2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5172,4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B23" w:rsidRPr="001C1420" w:rsidRDefault="00604B23" w:rsidP="001C14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142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5249,8</w:t>
            </w:r>
          </w:p>
        </w:tc>
      </w:tr>
    </w:tbl>
    <w:p w:rsidR="00604B23" w:rsidRDefault="00604B23"/>
    <w:sectPr w:rsidR="00604B23" w:rsidSect="00A67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EB201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E846D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CAC32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396A3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7B440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413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DAC5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CA99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D446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C6E03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7D8"/>
    <w:rsid w:val="00061A49"/>
    <w:rsid w:val="001C1420"/>
    <w:rsid w:val="005000B6"/>
    <w:rsid w:val="005006E5"/>
    <w:rsid w:val="00523CFF"/>
    <w:rsid w:val="00604B23"/>
    <w:rsid w:val="00792C7F"/>
    <w:rsid w:val="009677D8"/>
    <w:rsid w:val="009D7B64"/>
    <w:rsid w:val="00A673EE"/>
    <w:rsid w:val="00AF2CB8"/>
    <w:rsid w:val="00B00F2F"/>
    <w:rsid w:val="00CC5D36"/>
    <w:rsid w:val="00E72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3E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2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425</Words>
  <Characters>2429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Курегововское</cp:lastModifiedBy>
  <cp:revision>4</cp:revision>
  <dcterms:created xsi:type="dcterms:W3CDTF">2014-12-02T10:46:00Z</dcterms:created>
  <dcterms:modified xsi:type="dcterms:W3CDTF">2014-12-24T08:14:00Z</dcterms:modified>
</cp:coreProperties>
</file>