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BC3" w:rsidRDefault="0071495E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№3</w:t>
      </w:r>
      <w:r w:rsidR="00BE4BC3">
        <w:rPr>
          <w:sz w:val="22"/>
          <w:szCs w:val="22"/>
        </w:rPr>
        <w:t xml:space="preserve"> </w:t>
      </w:r>
    </w:p>
    <w:p w:rsidR="00BE4BC3" w:rsidRPr="00D97AC2" w:rsidRDefault="00BE4BC3" w:rsidP="00BE4BC3">
      <w:pPr>
        <w:ind w:left="6372" w:firstLine="708"/>
        <w:jc w:val="right"/>
        <w:rPr>
          <w:sz w:val="22"/>
          <w:szCs w:val="22"/>
        </w:rPr>
      </w:pPr>
      <w:r>
        <w:rPr>
          <w:sz w:val="22"/>
          <w:szCs w:val="22"/>
        </w:rPr>
        <w:t>к решени</w:t>
      </w:r>
      <w:r w:rsidR="00F9338A">
        <w:rPr>
          <w:sz w:val="22"/>
          <w:szCs w:val="22"/>
        </w:rPr>
        <w:t>ю</w:t>
      </w:r>
      <w:r>
        <w:rPr>
          <w:sz w:val="22"/>
          <w:szCs w:val="22"/>
        </w:rPr>
        <w:t xml:space="preserve"> Совета </w:t>
      </w:r>
      <w:r w:rsidRPr="00D97AC2">
        <w:rPr>
          <w:sz w:val="22"/>
          <w:szCs w:val="22"/>
        </w:rPr>
        <w:t>депутатов</w:t>
      </w:r>
    </w:p>
    <w:p w:rsidR="00BE4BC3" w:rsidRPr="00921845" w:rsidRDefault="00BE4BC3" w:rsidP="00BE4BC3">
      <w:pPr>
        <w:ind w:left="6372"/>
        <w:jc w:val="right"/>
        <w:rPr>
          <w:sz w:val="22"/>
          <w:szCs w:val="22"/>
        </w:rPr>
      </w:pPr>
      <w:r w:rsidRPr="00D97AC2">
        <w:rPr>
          <w:sz w:val="22"/>
          <w:szCs w:val="22"/>
        </w:rPr>
        <w:t>муниципального образования  «</w:t>
      </w:r>
      <w:r w:rsidR="0038012B">
        <w:rPr>
          <w:sz w:val="22"/>
          <w:szCs w:val="22"/>
        </w:rPr>
        <w:t>Ураков</w:t>
      </w:r>
      <w:r w:rsidRPr="00921845">
        <w:rPr>
          <w:sz w:val="22"/>
          <w:szCs w:val="22"/>
        </w:rPr>
        <w:t>ское»</w:t>
      </w:r>
    </w:p>
    <w:p w:rsidR="00BE4BC3" w:rsidRDefault="00BE4BC3" w:rsidP="00BE4BC3">
      <w:pPr>
        <w:ind w:left="6372"/>
        <w:jc w:val="right"/>
        <w:rPr>
          <w:sz w:val="22"/>
          <w:szCs w:val="22"/>
        </w:rPr>
      </w:pPr>
      <w:r w:rsidRPr="00C22CEA">
        <w:rPr>
          <w:sz w:val="22"/>
          <w:szCs w:val="22"/>
        </w:rPr>
        <w:t xml:space="preserve">от    </w:t>
      </w:r>
      <w:r w:rsidR="00F9338A">
        <w:rPr>
          <w:sz w:val="22"/>
          <w:szCs w:val="22"/>
        </w:rPr>
        <w:t>24 декабря 2019</w:t>
      </w:r>
      <w:r w:rsidRPr="00C22CEA">
        <w:rPr>
          <w:sz w:val="22"/>
          <w:szCs w:val="22"/>
        </w:rPr>
        <w:t xml:space="preserve"> №</w:t>
      </w:r>
      <w:r w:rsidR="00F9338A">
        <w:rPr>
          <w:sz w:val="22"/>
          <w:szCs w:val="22"/>
        </w:rPr>
        <w:t>158</w:t>
      </w:r>
    </w:p>
    <w:p w:rsidR="00A72A05" w:rsidRPr="00C22CEA" w:rsidRDefault="00A72A05" w:rsidP="00BE4BC3">
      <w:pPr>
        <w:ind w:left="6372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(в ред. </w:t>
      </w:r>
      <w:proofErr w:type="spellStart"/>
      <w:r>
        <w:rPr>
          <w:sz w:val="22"/>
          <w:szCs w:val="22"/>
        </w:rPr>
        <w:t>реш</w:t>
      </w:r>
      <w:proofErr w:type="spellEnd"/>
      <w:r>
        <w:rPr>
          <w:sz w:val="22"/>
          <w:szCs w:val="22"/>
        </w:rPr>
        <w:t>. от 12.02.20. №165</w:t>
      </w:r>
      <w:r w:rsidR="002B407A">
        <w:rPr>
          <w:sz w:val="22"/>
          <w:szCs w:val="22"/>
        </w:rPr>
        <w:t>,</w:t>
      </w:r>
      <w:r w:rsidR="001B6603">
        <w:rPr>
          <w:sz w:val="22"/>
          <w:szCs w:val="22"/>
        </w:rPr>
        <w:t xml:space="preserve"> </w:t>
      </w:r>
      <w:bookmarkStart w:id="0" w:name="_GoBack"/>
      <w:bookmarkEnd w:id="0"/>
      <w:r w:rsidR="001B6603">
        <w:rPr>
          <w:sz w:val="22"/>
          <w:szCs w:val="22"/>
        </w:rPr>
        <w:t>от 15.07.20 №178,</w:t>
      </w:r>
      <w:r w:rsidR="002B407A">
        <w:rPr>
          <w:sz w:val="22"/>
          <w:szCs w:val="22"/>
        </w:rPr>
        <w:t xml:space="preserve"> от 25.09.20 №185</w:t>
      </w:r>
      <w:r>
        <w:rPr>
          <w:sz w:val="22"/>
          <w:szCs w:val="22"/>
        </w:rPr>
        <w:t>)</w:t>
      </w:r>
    </w:p>
    <w:p w:rsidR="00C36D82" w:rsidRPr="00C22CEA" w:rsidRDefault="00C36D82" w:rsidP="00BE4BC3">
      <w:pPr>
        <w:ind w:left="6372"/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right"/>
        <w:rPr>
          <w:sz w:val="22"/>
          <w:szCs w:val="22"/>
        </w:rPr>
      </w:pPr>
    </w:p>
    <w:p w:rsidR="00BE4BC3" w:rsidRPr="00C22CEA" w:rsidRDefault="00BE4BC3" w:rsidP="00BE4BC3">
      <w:pPr>
        <w:jc w:val="center"/>
        <w:rPr>
          <w:sz w:val="22"/>
          <w:szCs w:val="22"/>
        </w:rPr>
      </w:pPr>
      <w:r w:rsidRPr="00C22CEA">
        <w:rPr>
          <w:b/>
          <w:sz w:val="22"/>
          <w:szCs w:val="22"/>
        </w:rPr>
        <w:t xml:space="preserve">Источники внутреннего финансирования дефицита бюджета </w:t>
      </w:r>
      <w:r w:rsidR="00172C7B" w:rsidRPr="00C22CEA">
        <w:rPr>
          <w:b/>
          <w:sz w:val="22"/>
          <w:szCs w:val="22"/>
        </w:rPr>
        <w:t>муниципал</w:t>
      </w:r>
      <w:r w:rsidR="0038012B" w:rsidRPr="00C22CEA">
        <w:rPr>
          <w:b/>
          <w:sz w:val="22"/>
          <w:szCs w:val="22"/>
        </w:rPr>
        <w:t>ьного образования «</w:t>
      </w:r>
      <w:proofErr w:type="spellStart"/>
      <w:r w:rsidR="0038012B" w:rsidRPr="00C22CEA">
        <w:rPr>
          <w:b/>
          <w:sz w:val="22"/>
          <w:szCs w:val="22"/>
        </w:rPr>
        <w:t>Ураков</w:t>
      </w:r>
      <w:r w:rsidRPr="00C22CEA">
        <w:rPr>
          <w:b/>
          <w:sz w:val="22"/>
          <w:szCs w:val="22"/>
        </w:rPr>
        <w:t>ское</w:t>
      </w:r>
      <w:proofErr w:type="spellEnd"/>
      <w:r w:rsidRPr="00C22CEA">
        <w:rPr>
          <w:b/>
          <w:sz w:val="22"/>
          <w:szCs w:val="22"/>
        </w:rPr>
        <w:t>» на 20</w:t>
      </w:r>
      <w:r w:rsidR="00450AD6" w:rsidRPr="00C22CEA">
        <w:rPr>
          <w:b/>
          <w:sz w:val="22"/>
          <w:szCs w:val="22"/>
        </w:rPr>
        <w:t>20</w:t>
      </w:r>
      <w:r w:rsidRPr="00C22CEA">
        <w:rPr>
          <w:b/>
          <w:sz w:val="22"/>
          <w:szCs w:val="22"/>
        </w:rPr>
        <w:t xml:space="preserve"> </w:t>
      </w:r>
      <w:r w:rsidR="00954925" w:rsidRPr="00C22CEA">
        <w:rPr>
          <w:b/>
          <w:sz w:val="22"/>
          <w:szCs w:val="22"/>
        </w:rPr>
        <w:t xml:space="preserve">год </w:t>
      </w:r>
    </w:p>
    <w:p w:rsidR="00BE4BC3" w:rsidRPr="00C22CEA" w:rsidRDefault="00BE4BC3" w:rsidP="00BE4BC3">
      <w:pPr>
        <w:ind w:left="7788"/>
        <w:rPr>
          <w:b/>
          <w:sz w:val="22"/>
          <w:szCs w:val="22"/>
        </w:rPr>
      </w:pPr>
      <w:r w:rsidRPr="00C22CEA">
        <w:rPr>
          <w:sz w:val="22"/>
          <w:szCs w:val="22"/>
        </w:rPr>
        <w:t xml:space="preserve"> (тыс. руб.)</w:t>
      </w:r>
    </w:p>
    <w:tbl>
      <w:tblPr>
        <w:tblW w:w="92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5103"/>
        <w:gridCol w:w="1202"/>
      </w:tblGrid>
      <w:tr w:rsidR="00954925" w:rsidRPr="00C22CEA" w:rsidTr="00954925">
        <w:trPr>
          <w:trHeight w:val="475"/>
        </w:trPr>
        <w:tc>
          <w:tcPr>
            <w:tcW w:w="2977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202" w:type="dxa"/>
          </w:tcPr>
          <w:p w:rsidR="00954925" w:rsidRPr="00C22CEA" w:rsidRDefault="00954925" w:rsidP="00450AD6">
            <w:pPr>
              <w:jc w:val="center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Сумма на 20</w:t>
            </w:r>
            <w:r w:rsidR="00450AD6" w:rsidRPr="00C22CEA">
              <w:rPr>
                <w:b/>
                <w:sz w:val="22"/>
                <w:szCs w:val="22"/>
              </w:rPr>
              <w:t>20</w:t>
            </w:r>
            <w:r w:rsidRPr="00C22CEA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54925" w:rsidRPr="00C22CEA" w:rsidTr="00954925">
        <w:trPr>
          <w:trHeight w:val="505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b/>
                <w:sz w:val="22"/>
                <w:szCs w:val="22"/>
              </w:rPr>
            </w:pPr>
            <w:r w:rsidRPr="00C22CEA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202" w:type="dxa"/>
          </w:tcPr>
          <w:p w:rsidR="00954925" w:rsidRPr="00C22CEA" w:rsidRDefault="002B407A" w:rsidP="008C29A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81,8</w:t>
            </w:r>
          </w:p>
          <w:p w:rsidR="00954925" w:rsidRPr="00C22CEA" w:rsidRDefault="00954925" w:rsidP="008C29A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54925" w:rsidRPr="005726FB" w:rsidTr="00954925">
        <w:trPr>
          <w:trHeight w:val="527"/>
        </w:trPr>
        <w:tc>
          <w:tcPr>
            <w:tcW w:w="2977" w:type="dxa"/>
          </w:tcPr>
          <w:p w:rsidR="00954925" w:rsidRPr="00C22CEA" w:rsidRDefault="00954925" w:rsidP="008C29A3">
            <w:pPr>
              <w:pStyle w:val="3"/>
              <w:rPr>
                <w:sz w:val="22"/>
                <w:szCs w:val="22"/>
              </w:rPr>
            </w:pPr>
            <w:r w:rsidRPr="00C22CEA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5103" w:type="dxa"/>
          </w:tcPr>
          <w:p w:rsidR="00954925" w:rsidRPr="00C22CEA" w:rsidRDefault="00954925" w:rsidP="008C29A3">
            <w:pPr>
              <w:rPr>
                <w:sz w:val="22"/>
                <w:szCs w:val="22"/>
              </w:rPr>
            </w:pPr>
            <w:r w:rsidRPr="00C22CEA">
              <w:t>Уменьшение прочих остатков денежных средств бюджетов сельских поселений</w:t>
            </w:r>
          </w:p>
        </w:tc>
        <w:tc>
          <w:tcPr>
            <w:tcW w:w="1202" w:type="dxa"/>
          </w:tcPr>
          <w:p w:rsidR="00954925" w:rsidRPr="00C22CEA" w:rsidRDefault="002B407A" w:rsidP="00C22C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</w:tbl>
    <w:p w:rsidR="00BE4BC3" w:rsidRDefault="00BE4BC3" w:rsidP="00BE4BC3">
      <w:pPr>
        <w:jc w:val="both"/>
        <w:rPr>
          <w:b/>
        </w:rPr>
      </w:pPr>
    </w:p>
    <w:p w:rsidR="00BE4BC3" w:rsidRDefault="00BE4BC3" w:rsidP="00BE4BC3">
      <w:pPr>
        <w:ind w:left="6372" w:firstLine="708"/>
        <w:jc w:val="right"/>
      </w:pPr>
    </w:p>
    <w:p w:rsidR="00BE4BC3" w:rsidRDefault="00BE4BC3" w:rsidP="00BE4BC3">
      <w:pPr>
        <w:ind w:left="6372" w:firstLine="708"/>
        <w:jc w:val="right"/>
      </w:pPr>
    </w:p>
    <w:p w:rsidR="0000278B" w:rsidRDefault="0000278B"/>
    <w:sectPr w:rsidR="00002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D0"/>
    <w:rsid w:val="0000278B"/>
    <w:rsid w:val="0008712B"/>
    <w:rsid w:val="000F2ADA"/>
    <w:rsid w:val="00172C7B"/>
    <w:rsid w:val="001B6603"/>
    <w:rsid w:val="002B407A"/>
    <w:rsid w:val="0038012B"/>
    <w:rsid w:val="003E7FAF"/>
    <w:rsid w:val="00403F47"/>
    <w:rsid w:val="00450AD6"/>
    <w:rsid w:val="004B604C"/>
    <w:rsid w:val="005000B6"/>
    <w:rsid w:val="00582D45"/>
    <w:rsid w:val="0071495E"/>
    <w:rsid w:val="00954925"/>
    <w:rsid w:val="009903AD"/>
    <w:rsid w:val="00A042EB"/>
    <w:rsid w:val="00A72A05"/>
    <w:rsid w:val="00B00F2F"/>
    <w:rsid w:val="00BC30D0"/>
    <w:rsid w:val="00BE4BC3"/>
    <w:rsid w:val="00C22CEA"/>
    <w:rsid w:val="00C36D82"/>
    <w:rsid w:val="00D23F91"/>
    <w:rsid w:val="00E41CBF"/>
    <w:rsid w:val="00F9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B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E4BC3"/>
    <w:pPr>
      <w:widowControl/>
      <w:autoSpaceDE/>
      <w:autoSpaceDN/>
      <w:adjustRightInd/>
      <w:jc w:val="center"/>
    </w:pPr>
    <w:rPr>
      <w:sz w:val="16"/>
    </w:rPr>
  </w:style>
  <w:style w:type="character" w:customStyle="1" w:styleId="30">
    <w:name w:val="Основной текст 3 Знак"/>
    <w:basedOn w:val="a0"/>
    <w:link w:val="3"/>
    <w:rsid w:val="00BE4BC3"/>
    <w:rPr>
      <w:rFonts w:ascii="Times New Roman" w:eastAsia="Times New Roma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2019-11-12T07:12:00Z</cp:lastPrinted>
  <dcterms:created xsi:type="dcterms:W3CDTF">2014-11-17T06:26:00Z</dcterms:created>
  <dcterms:modified xsi:type="dcterms:W3CDTF">2020-09-29T10:55:00Z</dcterms:modified>
</cp:coreProperties>
</file>