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E9" w:rsidRDefault="00D26DE9" w:rsidP="00DE7756">
      <w:pPr>
        <w:autoSpaceDE w:val="0"/>
        <w:autoSpaceDN w:val="0"/>
        <w:adjustRightInd w:val="0"/>
        <w:jc w:val="center"/>
        <w:rPr>
          <w:i/>
        </w:rPr>
      </w:pPr>
      <w:r>
        <w:rPr>
          <w:bCs/>
          <w:sz w:val="20"/>
          <w:szCs w:val="20"/>
        </w:rPr>
        <w:t>СОВЕТ  ДЕПУТАТОВ   МУНИЦИПАЛЬНОГО  ОБРАЗОВАНИЯ  «УРАКОВСКОЕ»</w:t>
      </w:r>
    </w:p>
    <w:p w:rsidR="00D26DE9" w:rsidRDefault="00D26DE9" w:rsidP="00DE7756">
      <w:pPr>
        <w:jc w:val="center"/>
        <w:rPr>
          <w:bCs/>
          <w:sz w:val="20"/>
          <w:szCs w:val="20"/>
          <w:lang w:eastAsia="en-US"/>
        </w:rPr>
      </w:pPr>
    </w:p>
    <w:p w:rsidR="00D26DE9" w:rsidRDefault="00D26DE9" w:rsidP="00DE7756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« УРАК» МУНИЦИПАЛ  КЫЛДЭТЫСЬ   ДЕПУТАТЪЕСЛЭН  КЕНЕШСЫ</w:t>
      </w:r>
    </w:p>
    <w:p w:rsidR="00D26DE9" w:rsidRDefault="00D26DE9" w:rsidP="00DE775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___________________________________________________________________</w:t>
      </w:r>
    </w:p>
    <w:p w:rsidR="00D26DE9" w:rsidRDefault="00D26DE9" w:rsidP="00DE7756">
      <w:pPr>
        <w:jc w:val="center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Советская ул. д.12а  д. Ураково  Глазовский район, Удмуртская Республика, тел.90-738</w:t>
      </w:r>
    </w:p>
    <w:p w:rsidR="00D26DE9" w:rsidRDefault="00D26DE9" w:rsidP="00DE7756">
      <w:pPr>
        <w:jc w:val="center"/>
        <w:rPr>
          <w:b/>
          <w:bCs/>
        </w:rPr>
      </w:pPr>
    </w:p>
    <w:p w:rsidR="00D26DE9" w:rsidRDefault="00D26DE9" w:rsidP="00DE7756">
      <w:pPr>
        <w:jc w:val="center"/>
        <w:rPr>
          <w:b/>
          <w:bCs/>
        </w:rPr>
      </w:pPr>
      <w:r>
        <w:rPr>
          <w:b/>
          <w:bCs/>
        </w:rPr>
        <w:t>Восемнадцатая сессия  Совета  депутатов муниципального</w:t>
      </w:r>
    </w:p>
    <w:p w:rsidR="00D26DE9" w:rsidRDefault="00D26DE9" w:rsidP="00DE7756">
      <w:pPr>
        <w:jc w:val="center"/>
        <w:rPr>
          <w:b/>
          <w:bCs/>
        </w:rPr>
      </w:pPr>
      <w:r>
        <w:rPr>
          <w:b/>
          <w:bCs/>
        </w:rPr>
        <w:t>образования «Ураковское» четвертого созыва</w:t>
      </w:r>
    </w:p>
    <w:p w:rsidR="00D26DE9" w:rsidRDefault="00D26DE9" w:rsidP="00DE7756">
      <w:pPr>
        <w:jc w:val="center"/>
        <w:rPr>
          <w:b/>
          <w:bCs/>
        </w:rPr>
      </w:pPr>
    </w:p>
    <w:p w:rsidR="00D26DE9" w:rsidRDefault="00D26DE9" w:rsidP="00DE775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РЕШЕНИЕ</w:t>
      </w:r>
    </w:p>
    <w:p w:rsidR="00D26DE9" w:rsidRDefault="00D26DE9" w:rsidP="00DE7756">
      <w:pPr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«Ураковское»</w:t>
      </w:r>
    </w:p>
    <w:p w:rsidR="00D26DE9" w:rsidRDefault="00D26DE9" w:rsidP="00DE7756">
      <w:pPr>
        <w:jc w:val="center"/>
        <w:rPr>
          <w:b/>
          <w:bCs/>
        </w:rPr>
      </w:pPr>
    </w:p>
    <w:p w:rsidR="00D26DE9" w:rsidRDefault="00D26DE9" w:rsidP="00DE7756">
      <w:pPr>
        <w:jc w:val="both"/>
        <w:rPr>
          <w:b/>
        </w:rPr>
      </w:pPr>
      <w:r>
        <w:t xml:space="preserve">   </w:t>
      </w:r>
      <w:r>
        <w:rPr>
          <w:b/>
        </w:rPr>
        <w:t>от  27.04.2018 года                                                                                                            № 81</w:t>
      </w:r>
    </w:p>
    <w:p w:rsidR="00D26DE9" w:rsidRDefault="00D26DE9" w:rsidP="00DE7756">
      <w:pPr>
        <w:jc w:val="both"/>
        <w:rPr>
          <w:b/>
        </w:rPr>
      </w:pPr>
    </w:p>
    <w:p w:rsidR="00D26DE9" w:rsidRPr="00DE7756" w:rsidRDefault="00D26DE9" w:rsidP="00051B18">
      <w:pPr>
        <w:jc w:val="both"/>
        <w:rPr>
          <w:b/>
        </w:rPr>
      </w:pPr>
      <w:r w:rsidRPr="00DE7756">
        <w:rPr>
          <w:b/>
        </w:rPr>
        <w:t>О внесении изменений в решение</w:t>
      </w:r>
    </w:p>
    <w:p w:rsidR="00D26DE9" w:rsidRPr="00DE7756" w:rsidRDefault="00D26DE9" w:rsidP="00051B18">
      <w:pPr>
        <w:jc w:val="both"/>
        <w:rPr>
          <w:b/>
        </w:rPr>
      </w:pPr>
      <w:r w:rsidRPr="00DE7756">
        <w:rPr>
          <w:b/>
        </w:rPr>
        <w:t xml:space="preserve">Совета депутатов муниципального </w:t>
      </w:r>
    </w:p>
    <w:p w:rsidR="00D26DE9" w:rsidRPr="00DE7756" w:rsidRDefault="00D26DE9" w:rsidP="00051B18">
      <w:pPr>
        <w:jc w:val="both"/>
        <w:rPr>
          <w:b/>
        </w:rPr>
      </w:pPr>
      <w:r w:rsidRPr="00DE7756">
        <w:rPr>
          <w:b/>
        </w:rPr>
        <w:t>образования «Ураковское»  №</w:t>
      </w:r>
      <w:r>
        <w:rPr>
          <w:b/>
        </w:rPr>
        <w:t xml:space="preserve"> </w:t>
      </w:r>
      <w:r w:rsidRPr="00DE7756">
        <w:rPr>
          <w:b/>
        </w:rPr>
        <w:t xml:space="preserve">59 </w:t>
      </w:r>
    </w:p>
    <w:p w:rsidR="00D26DE9" w:rsidRPr="00DE7756" w:rsidRDefault="00D26DE9" w:rsidP="00051B18">
      <w:pPr>
        <w:jc w:val="both"/>
        <w:rPr>
          <w:b/>
        </w:rPr>
      </w:pPr>
      <w:r>
        <w:rPr>
          <w:b/>
        </w:rPr>
        <w:t>от 22.12.2017</w:t>
      </w:r>
      <w:r w:rsidRPr="00DE7756">
        <w:rPr>
          <w:b/>
        </w:rPr>
        <w:t xml:space="preserve"> года «О бюджете </w:t>
      </w:r>
    </w:p>
    <w:p w:rsidR="00D26DE9" w:rsidRPr="00DE7756" w:rsidRDefault="00D26DE9" w:rsidP="00051B18">
      <w:pPr>
        <w:jc w:val="both"/>
        <w:rPr>
          <w:b/>
        </w:rPr>
      </w:pPr>
      <w:r w:rsidRPr="00DE7756">
        <w:rPr>
          <w:b/>
        </w:rPr>
        <w:t>муниципального образования «Ураковское»</w:t>
      </w:r>
    </w:p>
    <w:p w:rsidR="00D26DE9" w:rsidRPr="00DE7756" w:rsidRDefault="00D26DE9" w:rsidP="00051B18">
      <w:pPr>
        <w:jc w:val="both"/>
        <w:rPr>
          <w:b/>
        </w:rPr>
      </w:pPr>
      <w:r w:rsidRPr="00DE7756">
        <w:rPr>
          <w:b/>
        </w:rPr>
        <w:t xml:space="preserve"> на 2018 год и на плановый период 2019 и 2020 годов»</w:t>
      </w:r>
    </w:p>
    <w:p w:rsidR="00D26DE9" w:rsidRPr="005F79AD" w:rsidRDefault="00D26DE9" w:rsidP="001C59DA">
      <w:pPr>
        <w:ind w:firstLine="567"/>
        <w:jc w:val="both"/>
      </w:pPr>
    </w:p>
    <w:p w:rsidR="00D26DE9" w:rsidRPr="005F79AD" w:rsidRDefault="00D26DE9" w:rsidP="001C59DA">
      <w:pPr>
        <w:ind w:firstLine="567"/>
        <w:jc w:val="both"/>
      </w:pPr>
      <w:r w:rsidRPr="005F79AD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5F79AD">
        <w:rPr>
          <w:b/>
        </w:rPr>
        <w:t>Совет депутатов муниципального образования «Ураковское» РЕШИЛ:</w:t>
      </w:r>
    </w:p>
    <w:p w:rsidR="00D26DE9" w:rsidRPr="005F79AD" w:rsidRDefault="00D26DE9" w:rsidP="002D49F2">
      <w:pPr>
        <w:jc w:val="both"/>
        <w:rPr>
          <w:b/>
        </w:rPr>
      </w:pPr>
    </w:p>
    <w:p w:rsidR="00D26DE9" w:rsidRDefault="00D26DE9" w:rsidP="00A75492">
      <w:pPr>
        <w:ind w:firstLine="567"/>
        <w:jc w:val="both"/>
      </w:pPr>
      <w:r w:rsidRPr="005F79AD">
        <w:t xml:space="preserve">1. Внести </w:t>
      </w:r>
      <w:r w:rsidRPr="00051B18">
        <w:t>следующие изменения в решение Совета депутатов муниципального образования «Ураковское» №</w:t>
      </w:r>
      <w:r>
        <w:t xml:space="preserve"> 59 от 22.12.2017</w:t>
      </w:r>
      <w:r w:rsidRPr="00051B18">
        <w:t xml:space="preserve"> года «О бюджете муниципального образования «Ураковское» на 2018 год и </w:t>
      </w:r>
      <w:r>
        <w:t xml:space="preserve">на </w:t>
      </w:r>
      <w:r w:rsidRPr="00051B18">
        <w:t>плановый период 2019</w:t>
      </w:r>
      <w:r>
        <w:t xml:space="preserve"> и </w:t>
      </w:r>
      <w:r w:rsidRPr="00051B18">
        <w:t>2020 год</w:t>
      </w:r>
      <w:r>
        <w:t>ов</w:t>
      </w:r>
      <w:r w:rsidRPr="00051B18">
        <w:t>»:</w:t>
      </w:r>
    </w:p>
    <w:p w:rsidR="00D26DE9" w:rsidRPr="005F79AD" w:rsidRDefault="00D26DE9" w:rsidP="00A75492">
      <w:pPr>
        <w:ind w:firstLine="567"/>
        <w:jc w:val="both"/>
      </w:pPr>
    </w:p>
    <w:p w:rsidR="00D26DE9" w:rsidRDefault="00D26DE9" w:rsidP="00051B18">
      <w:pPr>
        <w:shd w:val="clear" w:color="auto" w:fill="FFFFFF"/>
        <w:spacing w:line="274" w:lineRule="exact"/>
        <w:ind w:firstLine="567"/>
        <w:jc w:val="both"/>
      </w:pPr>
      <w:r w:rsidRPr="005F79AD">
        <w:t xml:space="preserve">1.1. </w:t>
      </w:r>
      <w:r w:rsidRPr="00CE11BC">
        <w:t xml:space="preserve">В связи с </w:t>
      </w:r>
      <w:r>
        <w:t xml:space="preserve">Постановлением Администрации МО «Ураковское» </w:t>
      </w:r>
      <w:r w:rsidRPr="00E83F89">
        <w:t>№ 31 от</w:t>
      </w:r>
      <w:r>
        <w:t xml:space="preserve"> 19.04.2018 года,</w:t>
      </w: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  <w:r>
        <w:t xml:space="preserve"> привести в соответствие с  бюджетной классификацией:</w:t>
      </w:r>
    </w:p>
    <w:p w:rsidR="00D26DE9" w:rsidRPr="00EF38F5" w:rsidRDefault="00D26DE9" w:rsidP="00051B18">
      <w:pPr>
        <w:shd w:val="clear" w:color="auto" w:fill="FFFFFF"/>
        <w:spacing w:line="274" w:lineRule="exact"/>
        <w:ind w:firstLine="567"/>
        <w:jc w:val="both"/>
        <w:rPr>
          <w:b/>
          <w:color w:val="000000"/>
        </w:rPr>
      </w:pP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597"/>
        <w:gridCol w:w="2834"/>
        <w:gridCol w:w="1275"/>
      </w:tblGrid>
      <w:tr w:rsidR="00D26DE9" w:rsidRPr="00EF38F5" w:rsidTr="00051B18">
        <w:tc>
          <w:tcPr>
            <w:tcW w:w="648" w:type="dxa"/>
          </w:tcPr>
          <w:p w:rsidR="00D26DE9" w:rsidRPr="00EF38F5" w:rsidRDefault="00D26DE9" w:rsidP="00051B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№</w:t>
            </w:r>
          </w:p>
          <w:p w:rsidR="00D26DE9" w:rsidRPr="00EF38F5" w:rsidRDefault="00D26DE9" w:rsidP="00051B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п/п</w:t>
            </w:r>
          </w:p>
        </w:tc>
        <w:tc>
          <w:tcPr>
            <w:tcW w:w="4597" w:type="dxa"/>
          </w:tcPr>
          <w:p w:rsidR="00D26DE9" w:rsidRPr="00EF38F5" w:rsidRDefault="00D26DE9" w:rsidP="00051B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4" w:type="dxa"/>
          </w:tcPr>
          <w:p w:rsidR="00D26DE9" w:rsidRPr="00EF38F5" w:rsidRDefault="00D26DE9" w:rsidP="00051B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</w:tcPr>
          <w:p w:rsidR="00D26DE9" w:rsidRPr="00EF38F5" w:rsidRDefault="00D26DE9" w:rsidP="00051B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Сумма,</w:t>
            </w:r>
          </w:p>
          <w:p w:rsidR="00D26DE9" w:rsidRPr="00EF38F5" w:rsidRDefault="00D26DE9" w:rsidP="00051B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тыс. руб.</w:t>
            </w:r>
          </w:p>
        </w:tc>
      </w:tr>
      <w:tr w:rsidR="00D26DE9" w:rsidRPr="00EF38F5" w:rsidTr="00051B18">
        <w:tc>
          <w:tcPr>
            <w:tcW w:w="648" w:type="dxa"/>
          </w:tcPr>
          <w:p w:rsidR="00D26DE9" w:rsidRPr="00EF38F5" w:rsidRDefault="00D26DE9" w:rsidP="00051B18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1.</w:t>
            </w:r>
          </w:p>
        </w:tc>
        <w:tc>
          <w:tcPr>
            <w:tcW w:w="4597" w:type="dxa"/>
          </w:tcPr>
          <w:p w:rsidR="00D26DE9" w:rsidRPr="00EF38F5" w:rsidRDefault="00D26DE9" w:rsidP="00051B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реализации гражданских инициатив</w:t>
            </w:r>
          </w:p>
        </w:tc>
        <w:tc>
          <w:tcPr>
            <w:tcW w:w="2834" w:type="dxa"/>
          </w:tcPr>
          <w:p w:rsidR="00D26DE9" w:rsidRPr="00EF38F5" w:rsidRDefault="00D26DE9" w:rsidP="00051B18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0113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0540264150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5" w:type="dxa"/>
          </w:tcPr>
          <w:p w:rsidR="00D26DE9" w:rsidRPr="00EF38F5" w:rsidRDefault="00D26DE9" w:rsidP="00051B18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-</w:t>
            </w:r>
            <w:r>
              <w:rPr>
                <w:lang w:eastAsia="en-US"/>
              </w:rPr>
              <w:t>23</w:t>
            </w:r>
            <w:r w:rsidRPr="00EF38F5">
              <w:rPr>
                <w:lang w:eastAsia="en-US"/>
              </w:rPr>
              <w:t>,0</w:t>
            </w:r>
          </w:p>
        </w:tc>
      </w:tr>
      <w:tr w:rsidR="00D26DE9" w:rsidRPr="00EF38F5" w:rsidTr="00051B18">
        <w:tc>
          <w:tcPr>
            <w:tcW w:w="648" w:type="dxa"/>
          </w:tcPr>
          <w:p w:rsidR="00D26DE9" w:rsidRPr="00EF38F5" w:rsidRDefault="00D26DE9" w:rsidP="00051B18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2.</w:t>
            </w:r>
          </w:p>
        </w:tc>
        <w:tc>
          <w:tcPr>
            <w:tcW w:w="4597" w:type="dxa"/>
          </w:tcPr>
          <w:p w:rsidR="00D26DE9" w:rsidRPr="00EF38F5" w:rsidRDefault="00D26DE9" w:rsidP="00051B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реализации гражданских инициатив</w:t>
            </w:r>
          </w:p>
        </w:tc>
        <w:tc>
          <w:tcPr>
            <w:tcW w:w="2834" w:type="dxa"/>
          </w:tcPr>
          <w:p w:rsidR="00D26DE9" w:rsidRPr="00EF38F5" w:rsidRDefault="00D26DE9" w:rsidP="00051B18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0113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2500264150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5" w:type="dxa"/>
          </w:tcPr>
          <w:p w:rsidR="00D26DE9" w:rsidRPr="00EF38F5" w:rsidRDefault="00D26DE9" w:rsidP="00051B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</w:t>
            </w:r>
            <w:r w:rsidRPr="00EF38F5">
              <w:rPr>
                <w:lang w:eastAsia="en-US"/>
              </w:rPr>
              <w:t>0</w:t>
            </w:r>
          </w:p>
        </w:tc>
      </w:tr>
    </w:tbl>
    <w:p w:rsidR="00D26DE9" w:rsidRPr="00B54C0F" w:rsidRDefault="00D26DE9" w:rsidP="00051B18">
      <w:pPr>
        <w:jc w:val="both"/>
      </w:pPr>
    </w:p>
    <w:p w:rsidR="00D26DE9" w:rsidRPr="005F79AD" w:rsidRDefault="00D26DE9" w:rsidP="00051B18">
      <w:pPr>
        <w:ind w:firstLine="567"/>
        <w:jc w:val="both"/>
        <w:rPr>
          <w:color w:val="FF0000"/>
        </w:rPr>
      </w:pPr>
    </w:p>
    <w:p w:rsidR="00D26DE9" w:rsidRPr="00243A41" w:rsidRDefault="00D26DE9" w:rsidP="003C4757">
      <w:pPr>
        <w:ind w:firstLine="567"/>
        <w:jc w:val="both"/>
      </w:pPr>
      <w:r w:rsidRPr="00243A41">
        <w:t>2. Утвердить бюджет МО «Ураковское» на 20</w:t>
      </w:r>
      <w:r>
        <w:t>18</w:t>
      </w:r>
      <w:r w:rsidRPr="00243A41">
        <w:t xml:space="preserve"> год по </w:t>
      </w:r>
      <w:r w:rsidRPr="00076313">
        <w:t xml:space="preserve">доходам в </w:t>
      </w:r>
      <w:r w:rsidRPr="00051B18">
        <w:t>сумме 3347,4 тыс. руб., по расходам в сумме 3356,4 тыс. руб.</w:t>
      </w:r>
    </w:p>
    <w:p w:rsidR="00D26DE9" w:rsidRPr="005F79AD" w:rsidRDefault="00D26DE9" w:rsidP="003C4757">
      <w:pPr>
        <w:ind w:firstLine="567"/>
        <w:jc w:val="both"/>
        <w:rPr>
          <w:color w:val="FF0000"/>
        </w:rPr>
      </w:pPr>
    </w:p>
    <w:p w:rsidR="00D26DE9" w:rsidRDefault="00D26DE9" w:rsidP="00E63ACD">
      <w:pPr>
        <w:ind w:firstLine="567"/>
        <w:jc w:val="both"/>
      </w:pPr>
      <w:r w:rsidRPr="00F532DE">
        <w:t xml:space="preserve">3. Внести соответствующие изменения в Приложения </w:t>
      </w:r>
      <w:r w:rsidRPr="00D763B6">
        <w:t>№</w:t>
      </w:r>
      <w:r>
        <w:t xml:space="preserve"> 2,</w:t>
      </w:r>
      <w:r w:rsidRPr="00D763B6">
        <w:t>7,</w:t>
      </w:r>
      <w:r>
        <w:t>8,</w:t>
      </w:r>
      <w:r w:rsidRPr="00D763B6">
        <w:t>9,</w:t>
      </w:r>
      <w:r>
        <w:t>10,11,12</w:t>
      </w:r>
      <w:r w:rsidRPr="00F532DE">
        <w:t xml:space="preserve"> решения Совета</w:t>
      </w:r>
      <w:r w:rsidRPr="00F532DE">
        <w:rPr>
          <w:b/>
        </w:rPr>
        <w:t xml:space="preserve"> </w:t>
      </w:r>
      <w:r w:rsidRPr="00F532DE">
        <w:t xml:space="preserve">депутатов муниципального образования «Ураковское» </w:t>
      </w:r>
      <w:r w:rsidRPr="00051B18">
        <w:t>№</w:t>
      </w:r>
      <w:r>
        <w:t xml:space="preserve"> 59 от 22.12.2017</w:t>
      </w:r>
      <w:r w:rsidRPr="00051B18">
        <w:t xml:space="preserve"> года «О бюджете муниципального образования «Ураковское» на 2018 год и </w:t>
      </w:r>
      <w:r>
        <w:t xml:space="preserve">на </w:t>
      </w:r>
      <w:r w:rsidRPr="00051B18">
        <w:t>плановый период 2019</w:t>
      </w:r>
      <w:r>
        <w:t xml:space="preserve"> и </w:t>
      </w:r>
      <w:r w:rsidRPr="00051B18">
        <w:t>2020 год</w:t>
      </w:r>
      <w:r>
        <w:t>ов</w:t>
      </w:r>
      <w:r w:rsidRPr="00051B18">
        <w:t>»:</w:t>
      </w:r>
    </w:p>
    <w:p w:rsidR="00D26DE9" w:rsidRPr="00F532DE" w:rsidRDefault="00D26DE9" w:rsidP="002D49F2">
      <w:pPr>
        <w:ind w:left="360"/>
        <w:jc w:val="both"/>
      </w:pPr>
    </w:p>
    <w:p w:rsidR="00D26DE9" w:rsidRDefault="00D26DE9" w:rsidP="00E83F89">
      <w:pPr>
        <w:ind w:firstLine="567"/>
        <w:jc w:val="both"/>
      </w:pPr>
      <w:bookmarkStart w:id="3" w:name="_GoBack"/>
      <w:bookmarkEnd w:id="3"/>
    </w:p>
    <w:p w:rsidR="00D26DE9" w:rsidRDefault="00D26DE9" w:rsidP="00E83F89">
      <w:pPr>
        <w:jc w:val="both"/>
        <w:rPr>
          <w:b/>
          <w:bCs/>
        </w:rPr>
      </w:pPr>
      <w:r>
        <w:rPr>
          <w:b/>
          <w:bCs/>
        </w:rPr>
        <w:t xml:space="preserve">Глава муниципального </w:t>
      </w:r>
    </w:p>
    <w:p w:rsidR="00D26DE9" w:rsidRPr="007206C4" w:rsidRDefault="00D26DE9" w:rsidP="00E83F89">
      <w:pPr>
        <w:jc w:val="both"/>
        <w:rPr>
          <w:b/>
          <w:bCs/>
        </w:rPr>
      </w:pPr>
      <w:r>
        <w:rPr>
          <w:b/>
          <w:bCs/>
        </w:rPr>
        <w:t>образования «Ураковское»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      Т.В.Бабинцева</w:t>
      </w:r>
    </w:p>
    <w:p w:rsidR="00D26DE9" w:rsidRPr="00F532DE" w:rsidRDefault="00D26DE9" w:rsidP="002D49F2">
      <w:pPr>
        <w:ind w:left="360"/>
        <w:jc w:val="both"/>
        <w:rPr>
          <w:b/>
        </w:rPr>
      </w:pPr>
    </w:p>
    <w:sectPr w:rsidR="00D26DE9" w:rsidRPr="00F532DE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4544"/>
    <w:rsid w:val="00051B18"/>
    <w:rsid w:val="000653E7"/>
    <w:rsid w:val="00076313"/>
    <w:rsid w:val="000875D3"/>
    <w:rsid w:val="000B79F4"/>
    <w:rsid w:val="00131A99"/>
    <w:rsid w:val="00132F6D"/>
    <w:rsid w:val="001466A8"/>
    <w:rsid w:val="00170080"/>
    <w:rsid w:val="001810CF"/>
    <w:rsid w:val="00187597"/>
    <w:rsid w:val="0019658A"/>
    <w:rsid w:val="001C59DA"/>
    <w:rsid w:val="001F5E43"/>
    <w:rsid w:val="00204275"/>
    <w:rsid w:val="00223A70"/>
    <w:rsid w:val="00243A41"/>
    <w:rsid w:val="0027216D"/>
    <w:rsid w:val="002925E3"/>
    <w:rsid w:val="0029680A"/>
    <w:rsid w:val="002C2F08"/>
    <w:rsid w:val="002D49F2"/>
    <w:rsid w:val="002E05F0"/>
    <w:rsid w:val="002E5B37"/>
    <w:rsid w:val="00315A79"/>
    <w:rsid w:val="00343A67"/>
    <w:rsid w:val="00350E82"/>
    <w:rsid w:val="00356124"/>
    <w:rsid w:val="0036110D"/>
    <w:rsid w:val="00365545"/>
    <w:rsid w:val="00392C16"/>
    <w:rsid w:val="003B08A3"/>
    <w:rsid w:val="003C4757"/>
    <w:rsid w:val="003D2B34"/>
    <w:rsid w:val="003F06F0"/>
    <w:rsid w:val="0043062C"/>
    <w:rsid w:val="00492A05"/>
    <w:rsid w:val="00496697"/>
    <w:rsid w:val="004B5967"/>
    <w:rsid w:val="004D0A55"/>
    <w:rsid w:val="004D37B0"/>
    <w:rsid w:val="004D6EDB"/>
    <w:rsid w:val="00562C89"/>
    <w:rsid w:val="00572D6F"/>
    <w:rsid w:val="00581F97"/>
    <w:rsid w:val="005C1F3F"/>
    <w:rsid w:val="005C3999"/>
    <w:rsid w:val="005F79AD"/>
    <w:rsid w:val="0061215B"/>
    <w:rsid w:val="00660AFA"/>
    <w:rsid w:val="0069172B"/>
    <w:rsid w:val="00693979"/>
    <w:rsid w:val="006E0DBA"/>
    <w:rsid w:val="006F468F"/>
    <w:rsid w:val="007206C4"/>
    <w:rsid w:val="00767BCF"/>
    <w:rsid w:val="00770018"/>
    <w:rsid w:val="007A6CB9"/>
    <w:rsid w:val="007B1716"/>
    <w:rsid w:val="007F78C2"/>
    <w:rsid w:val="0082507B"/>
    <w:rsid w:val="00826438"/>
    <w:rsid w:val="0085278A"/>
    <w:rsid w:val="00870397"/>
    <w:rsid w:val="00874290"/>
    <w:rsid w:val="008A0771"/>
    <w:rsid w:val="00956162"/>
    <w:rsid w:val="00974BEE"/>
    <w:rsid w:val="00991781"/>
    <w:rsid w:val="009A6AA6"/>
    <w:rsid w:val="009A6D15"/>
    <w:rsid w:val="009D1054"/>
    <w:rsid w:val="009F185A"/>
    <w:rsid w:val="009F583F"/>
    <w:rsid w:val="00A211F8"/>
    <w:rsid w:val="00A46FCC"/>
    <w:rsid w:val="00A75492"/>
    <w:rsid w:val="00AC0D65"/>
    <w:rsid w:val="00AD3ACC"/>
    <w:rsid w:val="00AD4E3F"/>
    <w:rsid w:val="00AF1DE1"/>
    <w:rsid w:val="00B00B61"/>
    <w:rsid w:val="00B02FA1"/>
    <w:rsid w:val="00B30957"/>
    <w:rsid w:val="00B54C0F"/>
    <w:rsid w:val="00B920BF"/>
    <w:rsid w:val="00B97021"/>
    <w:rsid w:val="00B97DCC"/>
    <w:rsid w:val="00BC0986"/>
    <w:rsid w:val="00BD5C92"/>
    <w:rsid w:val="00BE071A"/>
    <w:rsid w:val="00BE6C5C"/>
    <w:rsid w:val="00BF3216"/>
    <w:rsid w:val="00BF6155"/>
    <w:rsid w:val="00C10C0B"/>
    <w:rsid w:val="00C13B56"/>
    <w:rsid w:val="00C62526"/>
    <w:rsid w:val="00CB167C"/>
    <w:rsid w:val="00CE11BC"/>
    <w:rsid w:val="00CF1D8E"/>
    <w:rsid w:val="00D022AE"/>
    <w:rsid w:val="00D26DE9"/>
    <w:rsid w:val="00D444FC"/>
    <w:rsid w:val="00D460FD"/>
    <w:rsid w:val="00D51D8C"/>
    <w:rsid w:val="00D655B2"/>
    <w:rsid w:val="00D763B6"/>
    <w:rsid w:val="00DB4751"/>
    <w:rsid w:val="00DC09C6"/>
    <w:rsid w:val="00DE414C"/>
    <w:rsid w:val="00DE7756"/>
    <w:rsid w:val="00DF1E48"/>
    <w:rsid w:val="00E355C9"/>
    <w:rsid w:val="00E572DB"/>
    <w:rsid w:val="00E63ACD"/>
    <w:rsid w:val="00E65E47"/>
    <w:rsid w:val="00E83F89"/>
    <w:rsid w:val="00EA7615"/>
    <w:rsid w:val="00EB2A92"/>
    <w:rsid w:val="00EC704A"/>
    <w:rsid w:val="00ED6483"/>
    <w:rsid w:val="00EE5607"/>
    <w:rsid w:val="00EF03AA"/>
    <w:rsid w:val="00EF38F5"/>
    <w:rsid w:val="00F05354"/>
    <w:rsid w:val="00F33EE1"/>
    <w:rsid w:val="00F367AF"/>
    <w:rsid w:val="00F41333"/>
    <w:rsid w:val="00F41D15"/>
    <w:rsid w:val="00F532DE"/>
    <w:rsid w:val="00F53FB4"/>
    <w:rsid w:val="00F6025B"/>
    <w:rsid w:val="00F770CF"/>
    <w:rsid w:val="00F82486"/>
    <w:rsid w:val="00FB2673"/>
    <w:rsid w:val="00FC5813"/>
    <w:rsid w:val="00FC6633"/>
    <w:rsid w:val="00FE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6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1</Pages>
  <Words>329</Words>
  <Characters>1879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2018-05-07T07:27:00Z</cp:lastPrinted>
  <dcterms:created xsi:type="dcterms:W3CDTF">2016-11-21T07:28:00Z</dcterms:created>
  <dcterms:modified xsi:type="dcterms:W3CDTF">2018-05-07T07:27:00Z</dcterms:modified>
</cp:coreProperties>
</file>