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FB" w:rsidRDefault="00A475F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</w:t>
      </w:r>
    </w:p>
    <w:p w:rsidR="00A475FB" w:rsidRPr="00D97AC2" w:rsidRDefault="00A475F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  <w:r w:rsidRPr="00D97AC2">
        <w:rPr>
          <w:sz w:val="22"/>
          <w:szCs w:val="22"/>
        </w:rPr>
        <w:t>депутатов</w:t>
      </w:r>
    </w:p>
    <w:p w:rsidR="00A475FB" w:rsidRPr="00921845" w:rsidRDefault="00A475FB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A475FB" w:rsidRPr="00921845" w:rsidRDefault="00A475FB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>
        <w:rPr>
          <w:sz w:val="22"/>
          <w:szCs w:val="22"/>
        </w:rPr>
        <w:t>24.</w:t>
      </w:r>
      <w:r w:rsidRPr="00921845">
        <w:rPr>
          <w:sz w:val="22"/>
          <w:szCs w:val="22"/>
        </w:rPr>
        <w:t>12.201</w:t>
      </w:r>
      <w:r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>117 (в ред. реш.136 от 29.03.2019 г.)</w:t>
      </w:r>
    </w:p>
    <w:p w:rsidR="00A475FB" w:rsidRPr="00921845" w:rsidRDefault="00A475FB" w:rsidP="00BE4BC3">
      <w:pPr>
        <w:jc w:val="right"/>
        <w:rPr>
          <w:sz w:val="22"/>
          <w:szCs w:val="22"/>
        </w:rPr>
      </w:pPr>
    </w:p>
    <w:p w:rsidR="00A475FB" w:rsidRPr="00921845" w:rsidRDefault="00A475FB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>
        <w:rPr>
          <w:b/>
          <w:sz w:val="22"/>
          <w:szCs w:val="22"/>
        </w:rPr>
        <w:t>муниципального образования «Верхнебогатыр</w:t>
      </w:r>
      <w:r w:rsidRPr="00921845">
        <w:rPr>
          <w:b/>
          <w:sz w:val="22"/>
          <w:szCs w:val="22"/>
        </w:rPr>
        <w:t>ское» на 201</w:t>
      </w:r>
      <w:r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год </w:t>
      </w:r>
    </w:p>
    <w:p w:rsidR="00A475FB" w:rsidRPr="00921845" w:rsidRDefault="00A475FB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5103"/>
        <w:gridCol w:w="1202"/>
      </w:tblGrid>
      <w:tr w:rsidR="00A475FB" w:rsidRPr="00921845" w:rsidTr="00954925">
        <w:trPr>
          <w:trHeight w:val="475"/>
        </w:trPr>
        <w:tc>
          <w:tcPr>
            <w:tcW w:w="2977" w:type="dxa"/>
          </w:tcPr>
          <w:p w:rsidR="00A475FB" w:rsidRPr="00921845" w:rsidRDefault="00A475F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A475FB" w:rsidRPr="00921845" w:rsidRDefault="00A475F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A475FB" w:rsidRPr="00921845" w:rsidRDefault="00A475FB" w:rsidP="003A67AA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A475FB" w:rsidRPr="00921845" w:rsidTr="00954925">
        <w:trPr>
          <w:trHeight w:val="505"/>
        </w:trPr>
        <w:tc>
          <w:tcPr>
            <w:tcW w:w="2977" w:type="dxa"/>
          </w:tcPr>
          <w:p w:rsidR="00A475FB" w:rsidRPr="00921845" w:rsidRDefault="00A475FB" w:rsidP="008C29A3">
            <w:pPr>
              <w:pStyle w:val="BodyText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A475FB" w:rsidRPr="00921845" w:rsidRDefault="00A475F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A475FB" w:rsidRPr="00921845" w:rsidRDefault="00A475F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  <w:p w:rsidR="00A475FB" w:rsidRPr="00921845" w:rsidRDefault="00A475FB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475FB" w:rsidRPr="005726FB" w:rsidTr="00954925">
        <w:trPr>
          <w:trHeight w:val="527"/>
        </w:trPr>
        <w:tc>
          <w:tcPr>
            <w:tcW w:w="2977" w:type="dxa"/>
          </w:tcPr>
          <w:p w:rsidR="00A475FB" w:rsidRPr="00921845" w:rsidRDefault="00A475FB" w:rsidP="008C29A3">
            <w:pPr>
              <w:pStyle w:val="BodyText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A475FB" w:rsidRPr="00921845" w:rsidRDefault="00A475F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A475FB" w:rsidRPr="00921845" w:rsidRDefault="00A475FB" w:rsidP="003A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</w:tbl>
    <w:p w:rsidR="00A475FB" w:rsidRDefault="00A475FB" w:rsidP="00BE4BC3">
      <w:pPr>
        <w:jc w:val="both"/>
        <w:rPr>
          <w:b/>
        </w:rPr>
      </w:pPr>
    </w:p>
    <w:p w:rsidR="00A475FB" w:rsidRDefault="00A475FB" w:rsidP="00BE4BC3">
      <w:pPr>
        <w:ind w:left="6372" w:firstLine="708"/>
        <w:jc w:val="right"/>
      </w:pPr>
    </w:p>
    <w:p w:rsidR="00A475FB" w:rsidRDefault="00A475FB" w:rsidP="00BE4BC3">
      <w:pPr>
        <w:ind w:left="6372" w:firstLine="708"/>
        <w:jc w:val="right"/>
      </w:pPr>
    </w:p>
    <w:p w:rsidR="00A475FB" w:rsidRDefault="00A475FB">
      <w:bookmarkStart w:id="0" w:name="_GoBack"/>
      <w:bookmarkEnd w:id="0"/>
    </w:p>
    <w:sectPr w:rsidR="00A475FB" w:rsidSect="00FB1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D0"/>
    <w:rsid w:val="0000278B"/>
    <w:rsid w:val="0008712B"/>
    <w:rsid w:val="00172C7B"/>
    <w:rsid w:val="001B70C7"/>
    <w:rsid w:val="003A67AA"/>
    <w:rsid w:val="00403F47"/>
    <w:rsid w:val="004159E2"/>
    <w:rsid w:val="004B5923"/>
    <w:rsid w:val="004B604C"/>
    <w:rsid w:val="005000B6"/>
    <w:rsid w:val="005726FB"/>
    <w:rsid w:val="005D2C66"/>
    <w:rsid w:val="008C29A3"/>
    <w:rsid w:val="00921845"/>
    <w:rsid w:val="00925812"/>
    <w:rsid w:val="00954925"/>
    <w:rsid w:val="009903AD"/>
    <w:rsid w:val="00A475FB"/>
    <w:rsid w:val="00A70A06"/>
    <w:rsid w:val="00B00F2F"/>
    <w:rsid w:val="00BA3C0E"/>
    <w:rsid w:val="00BC30D0"/>
    <w:rsid w:val="00BE4BC3"/>
    <w:rsid w:val="00C64CBF"/>
    <w:rsid w:val="00D97AC2"/>
    <w:rsid w:val="00DF1040"/>
    <w:rsid w:val="00FB1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E4BC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79</Words>
  <Characters>452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dcterms:created xsi:type="dcterms:W3CDTF">2014-11-17T06:26:00Z</dcterms:created>
  <dcterms:modified xsi:type="dcterms:W3CDTF">2019-04-03T04:42:00Z</dcterms:modified>
</cp:coreProperties>
</file>