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7C" w:rsidRDefault="002F267C" w:rsidP="00E93131">
      <w:pPr>
        <w:rPr>
          <w:b/>
        </w:rPr>
      </w:pPr>
    </w:p>
    <w:p w:rsidR="002F267C" w:rsidRDefault="002F267C" w:rsidP="00E93131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2F267C" w:rsidRPr="00D97AC2" w:rsidRDefault="002F267C" w:rsidP="00E93131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r w:rsidRPr="00D97AC2">
        <w:rPr>
          <w:sz w:val="22"/>
          <w:szCs w:val="22"/>
        </w:rPr>
        <w:t>депутатов</w:t>
      </w:r>
    </w:p>
    <w:p w:rsidR="002F267C" w:rsidRPr="00F927BF" w:rsidRDefault="002F267C" w:rsidP="00E93131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F927BF">
        <w:rPr>
          <w:sz w:val="22"/>
          <w:szCs w:val="22"/>
        </w:rPr>
        <w:t>Верхнебогатырское»</w:t>
      </w:r>
    </w:p>
    <w:p w:rsidR="002F267C" w:rsidRPr="00F927BF" w:rsidRDefault="002F267C" w:rsidP="00E93131">
      <w:pPr>
        <w:ind w:left="6372"/>
        <w:jc w:val="right"/>
        <w:rPr>
          <w:sz w:val="22"/>
          <w:szCs w:val="22"/>
        </w:rPr>
      </w:pPr>
      <w:r w:rsidRPr="00F927BF">
        <w:rPr>
          <w:sz w:val="22"/>
          <w:szCs w:val="22"/>
        </w:rPr>
        <w:t xml:space="preserve">от   </w:t>
      </w:r>
      <w:r>
        <w:rPr>
          <w:sz w:val="22"/>
          <w:szCs w:val="22"/>
        </w:rPr>
        <w:t>30.01.2015</w:t>
      </w:r>
      <w:r w:rsidRPr="00F927BF">
        <w:rPr>
          <w:sz w:val="22"/>
          <w:szCs w:val="22"/>
        </w:rPr>
        <w:t xml:space="preserve"> №</w:t>
      </w:r>
      <w:r>
        <w:rPr>
          <w:sz w:val="22"/>
          <w:szCs w:val="22"/>
        </w:rPr>
        <w:t>159</w:t>
      </w:r>
    </w:p>
    <w:p w:rsidR="002F267C" w:rsidRPr="00F927BF" w:rsidRDefault="002F267C" w:rsidP="00E93131">
      <w:pPr>
        <w:jc w:val="right"/>
        <w:rPr>
          <w:sz w:val="22"/>
          <w:szCs w:val="22"/>
        </w:rPr>
      </w:pPr>
    </w:p>
    <w:p w:rsidR="002F267C" w:rsidRPr="005726FB" w:rsidRDefault="002F267C" w:rsidP="00E93131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2015 год</w:t>
      </w:r>
    </w:p>
    <w:p w:rsidR="002F267C" w:rsidRPr="005726FB" w:rsidRDefault="002F267C" w:rsidP="00E93131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5186"/>
        <w:gridCol w:w="1186"/>
      </w:tblGrid>
      <w:tr w:rsidR="002F267C" w:rsidRPr="005726FB" w:rsidTr="00E93131">
        <w:trPr>
          <w:trHeight w:val="475"/>
        </w:trPr>
        <w:tc>
          <w:tcPr>
            <w:tcW w:w="3036" w:type="dxa"/>
          </w:tcPr>
          <w:p w:rsidR="002F267C" w:rsidRPr="005726FB" w:rsidRDefault="002F267C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2F267C" w:rsidRPr="005726FB" w:rsidRDefault="002F267C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2F267C" w:rsidRPr="005726FB" w:rsidRDefault="002F267C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F267C" w:rsidRPr="005726FB" w:rsidTr="00E93131">
        <w:trPr>
          <w:trHeight w:val="505"/>
        </w:trPr>
        <w:tc>
          <w:tcPr>
            <w:tcW w:w="3036" w:type="dxa"/>
          </w:tcPr>
          <w:p w:rsidR="002F267C" w:rsidRPr="00E80A49" w:rsidRDefault="002F267C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2F267C" w:rsidRPr="00E80A49" w:rsidRDefault="002F267C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2F267C" w:rsidRPr="00C15C6C" w:rsidRDefault="002F267C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Pr="00C15C6C">
              <w:rPr>
                <w:b/>
                <w:sz w:val="22"/>
                <w:szCs w:val="22"/>
              </w:rPr>
              <w:t>,0</w:t>
            </w:r>
          </w:p>
          <w:p w:rsidR="002F267C" w:rsidRPr="00C15C6C" w:rsidRDefault="002F267C" w:rsidP="004F1BC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267C" w:rsidRPr="005726FB" w:rsidTr="00E93131">
        <w:trPr>
          <w:trHeight w:val="527"/>
        </w:trPr>
        <w:tc>
          <w:tcPr>
            <w:tcW w:w="3036" w:type="dxa"/>
          </w:tcPr>
          <w:p w:rsidR="002F267C" w:rsidRPr="005726FB" w:rsidRDefault="002F267C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2F267C" w:rsidRPr="005726FB" w:rsidRDefault="002F267C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сельских </w:t>
            </w:r>
            <w:bookmarkStart w:id="0" w:name="_GoBack"/>
            <w:bookmarkEnd w:id="0"/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2F267C" w:rsidRPr="00C15C6C" w:rsidRDefault="002F267C" w:rsidP="00286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C15C6C">
              <w:rPr>
                <w:sz w:val="22"/>
                <w:szCs w:val="22"/>
              </w:rPr>
              <w:t>,0</w:t>
            </w:r>
          </w:p>
        </w:tc>
      </w:tr>
    </w:tbl>
    <w:p w:rsidR="002F267C" w:rsidRDefault="002F267C" w:rsidP="00E93131">
      <w:pPr>
        <w:jc w:val="both"/>
        <w:rPr>
          <w:b/>
        </w:rPr>
      </w:pPr>
    </w:p>
    <w:p w:rsidR="002F267C" w:rsidRDefault="002F267C" w:rsidP="00E93131">
      <w:pPr>
        <w:ind w:left="6372" w:firstLine="708"/>
        <w:jc w:val="right"/>
      </w:pPr>
    </w:p>
    <w:p w:rsidR="002F267C" w:rsidRDefault="002F267C"/>
    <w:sectPr w:rsidR="002F267C" w:rsidSect="00B25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98A"/>
    <w:rsid w:val="00286B8A"/>
    <w:rsid w:val="002F267C"/>
    <w:rsid w:val="003458D4"/>
    <w:rsid w:val="003D429C"/>
    <w:rsid w:val="00446FED"/>
    <w:rsid w:val="004F1BC6"/>
    <w:rsid w:val="005000B6"/>
    <w:rsid w:val="005726FB"/>
    <w:rsid w:val="009E7D45"/>
    <w:rsid w:val="00AE02E5"/>
    <w:rsid w:val="00B00F2F"/>
    <w:rsid w:val="00B254F4"/>
    <w:rsid w:val="00C15C6C"/>
    <w:rsid w:val="00D97AC2"/>
    <w:rsid w:val="00E41B40"/>
    <w:rsid w:val="00E80A49"/>
    <w:rsid w:val="00E93131"/>
    <w:rsid w:val="00F354CD"/>
    <w:rsid w:val="00F84FF6"/>
    <w:rsid w:val="00F927BF"/>
    <w:rsid w:val="00FB398A"/>
    <w:rsid w:val="00FD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93131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9313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73</Words>
  <Characters>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User</dc:creator>
  <cp:keywords/>
  <dc:description/>
  <cp:lastModifiedBy>Пользователь</cp:lastModifiedBy>
  <cp:revision>3</cp:revision>
  <dcterms:created xsi:type="dcterms:W3CDTF">2015-01-23T10:44:00Z</dcterms:created>
  <dcterms:modified xsi:type="dcterms:W3CDTF">2015-02-05T06:13:00Z</dcterms:modified>
</cp:coreProperties>
</file>