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0B" w:rsidRPr="004674B6" w:rsidRDefault="0087200B" w:rsidP="004674B6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07pt;margin-top:-9pt;width:39pt;height:54pt;z-index:251658240;visibility:visible">
            <v:imagedata r:id="rId5" o:title=""/>
            <w10:wrap type="topAndBottom"/>
          </v:shape>
        </w:pict>
      </w:r>
    </w:p>
    <w:p w:rsidR="0087200B" w:rsidRPr="004674B6" w:rsidRDefault="0087200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87200B" w:rsidRPr="004674B6" w:rsidRDefault="0087200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«ГЛАЗ ЁРОС» МУНИЦИПАЛ КЫЛДЫТЭТЛЭН АДМИНИСТРАЦИЕЗ</w:t>
      </w:r>
    </w:p>
    <w:p w:rsidR="0087200B" w:rsidRPr="004674B6" w:rsidRDefault="0087200B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87200B" w:rsidRPr="004674B6" w:rsidRDefault="0087200B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(АДМИНИСТРАЦИЯ ГЛАЗОВСКОГО РАЙОНА)</w:t>
      </w:r>
    </w:p>
    <w:p w:rsidR="0087200B" w:rsidRPr="004674B6" w:rsidRDefault="0087200B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 xml:space="preserve">       (ГЛАЗ ЁРОСЛЭН АДМИНИСТРАЦИЕЗ)</w:t>
      </w:r>
    </w:p>
    <w:p w:rsidR="0087200B" w:rsidRPr="004674B6" w:rsidRDefault="0087200B" w:rsidP="004674B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87200B" w:rsidRPr="004674B6" w:rsidRDefault="0087200B" w:rsidP="004674B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674B6">
        <w:rPr>
          <w:rFonts w:ascii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87200B" w:rsidRPr="004674B6" w:rsidRDefault="0087200B" w:rsidP="004674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87200B" w:rsidRPr="00AC56FD" w:rsidTr="00175574">
        <w:tc>
          <w:tcPr>
            <w:tcW w:w="4785" w:type="dxa"/>
          </w:tcPr>
          <w:p w:rsidR="0087200B" w:rsidRPr="004674B6" w:rsidRDefault="0087200B" w:rsidP="00D6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марта 2017года</w:t>
            </w:r>
          </w:p>
        </w:tc>
        <w:tc>
          <w:tcPr>
            <w:tcW w:w="4785" w:type="dxa"/>
          </w:tcPr>
          <w:p w:rsidR="0087200B" w:rsidRPr="004674B6" w:rsidRDefault="0087200B" w:rsidP="0087002C">
            <w:pPr>
              <w:tabs>
                <w:tab w:val="left" w:pos="4569"/>
                <w:tab w:val="left" w:pos="4713"/>
              </w:tabs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74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51</w:t>
            </w:r>
          </w:p>
        </w:tc>
      </w:tr>
    </w:tbl>
    <w:p w:rsidR="0087200B" w:rsidRPr="004674B6" w:rsidRDefault="0087200B" w:rsidP="004674B6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sz w:val="24"/>
          <w:szCs w:val="24"/>
          <w:lang w:eastAsia="ru-RU"/>
        </w:rPr>
        <w:t>город Глазов</w:t>
      </w:r>
    </w:p>
    <w:p w:rsidR="0087200B" w:rsidRPr="004674B6" w:rsidRDefault="0087200B" w:rsidP="004674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200B" w:rsidRPr="00EB4806" w:rsidRDefault="0087200B" w:rsidP="00462003">
      <w:pPr>
        <w:keepNext/>
        <w:spacing w:after="0" w:line="360" w:lineRule="auto"/>
        <w:ind w:firstLine="720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</w:p>
    <w:p w:rsidR="0087200B" w:rsidRDefault="0087200B" w:rsidP="0066498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F602E">
        <w:rPr>
          <w:rFonts w:ascii="Times New Roman" w:hAnsi="Times New Roman"/>
          <w:b/>
          <w:sz w:val="24"/>
          <w:szCs w:val="24"/>
          <w:lang w:eastAsia="ru-RU"/>
        </w:rPr>
        <w:t>Об утверждении муниципальной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F602E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87200B" w:rsidRPr="00664984" w:rsidRDefault="0087200B" w:rsidP="006649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«Социальная поддержка населения на 2015-2020 годы»</w:t>
      </w:r>
    </w:p>
    <w:p w:rsidR="0087200B" w:rsidRDefault="0087200B" w:rsidP="00462003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00B" w:rsidRPr="00462003" w:rsidRDefault="0087200B" w:rsidP="0046200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87200B" w:rsidRPr="00EB4806" w:rsidRDefault="0087200B" w:rsidP="00462003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</w:p>
    <w:p w:rsidR="0087200B" w:rsidRPr="009D36B7" w:rsidRDefault="0087200B" w:rsidP="009E2A56">
      <w:pPr>
        <w:keepNext/>
        <w:tabs>
          <w:tab w:val="left" w:pos="5670"/>
        </w:tabs>
        <w:spacing w:after="0" w:line="312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9D36B7"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9D36B7">
        <w:rPr>
          <w:rFonts w:ascii="Times New Roman" w:hAnsi="Times New Roman"/>
          <w:sz w:val="24"/>
          <w:szCs w:val="24"/>
        </w:rPr>
        <w:t>создания условий для устойчивого роста экономики муниципального образования «Глазовский район»  в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30.09.2015 №122.2, 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ешениемГлазовского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9D36B7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87200B" w:rsidRPr="00664984" w:rsidRDefault="0087200B" w:rsidP="00664984">
      <w:pPr>
        <w:pStyle w:val="NormalWeb"/>
        <w:shd w:val="clear" w:color="auto" w:fill="FFFFFF"/>
        <w:jc w:val="both"/>
        <w:rPr>
          <w:color w:val="000000"/>
        </w:rPr>
      </w:pPr>
      <w:r>
        <w:t xml:space="preserve">1. </w:t>
      </w:r>
      <w:r w:rsidRPr="009D36B7">
        <w:t xml:space="preserve">Утвердить прилагаемую муниципальную программу </w:t>
      </w:r>
      <w:r>
        <w:rPr>
          <w:rStyle w:val="Strong"/>
        </w:rPr>
        <w:t xml:space="preserve">«Социальная поддержка населения на 2015-2020 годы» </w:t>
      </w:r>
      <w:r w:rsidRPr="00664984">
        <w:rPr>
          <w:rStyle w:val="Strong"/>
          <w:b w:val="0"/>
        </w:rPr>
        <w:t>в новой редакции</w:t>
      </w:r>
      <w:r>
        <w:rPr>
          <w:rStyle w:val="Strong"/>
          <w:b w:val="0"/>
        </w:rPr>
        <w:t>.</w:t>
      </w:r>
    </w:p>
    <w:p w:rsidR="0087200B" w:rsidRPr="009D36B7" w:rsidRDefault="0087200B" w:rsidP="00664984">
      <w:pPr>
        <w:tabs>
          <w:tab w:val="left" w:pos="993"/>
        </w:tabs>
        <w:spacing w:after="0" w:line="312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664984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>
        <w:rPr>
          <w:rFonts w:ascii="Times New Roman" w:hAnsi="Times New Roman"/>
          <w:sz w:val="24"/>
          <w:szCs w:val="24"/>
          <w:lang w:eastAsia="ru-RU"/>
        </w:rPr>
        <w:t>по социальным вопросам Е.А.Попову.</w:t>
      </w:r>
    </w:p>
    <w:p w:rsidR="0087200B" w:rsidRPr="009D36B7" w:rsidRDefault="0087200B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200B" w:rsidRPr="009D36B7" w:rsidRDefault="0087200B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1" w:type="dxa"/>
        <w:tblLook w:val="00A0"/>
      </w:tblPr>
      <w:tblGrid>
        <w:gridCol w:w="7043"/>
        <w:gridCol w:w="2516"/>
      </w:tblGrid>
      <w:tr w:rsidR="0087200B" w:rsidRPr="00AC56FD" w:rsidTr="00462003">
        <w:tc>
          <w:tcPr>
            <w:tcW w:w="7043" w:type="dxa"/>
          </w:tcPr>
          <w:p w:rsidR="0087200B" w:rsidRPr="006F602E" w:rsidRDefault="0087200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Глава муниципального</w:t>
            </w:r>
          </w:p>
          <w:p w:rsidR="0087200B" w:rsidRPr="006F602E" w:rsidRDefault="0087200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</w:tcPr>
          <w:p w:rsidR="0087200B" w:rsidRPr="006F602E" w:rsidRDefault="0087200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200B" w:rsidRPr="006F602E" w:rsidRDefault="0087200B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В.В. Сабреков</w:t>
            </w:r>
          </w:p>
        </w:tc>
      </w:tr>
    </w:tbl>
    <w:p w:rsidR="0087200B" w:rsidRPr="00EB4806" w:rsidRDefault="0087200B" w:rsidP="00462003">
      <w:pPr>
        <w:spacing w:after="0" w:line="360" w:lineRule="auto"/>
        <w:ind w:lef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7200B" w:rsidRPr="00EB4806" w:rsidRDefault="0087200B" w:rsidP="00462003">
      <w:pPr>
        <w:spacing w:after="0" w:line="360" w:lineRule="auto"/>
        <w:ind w:left="11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7200B" w:rsidRDefault="0087200B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auto"/>
        <w:tblLook w:val="00A0"/>
      </w:tblPr>
      <w:tblGrid>
        <w:gridCol w:w="4928"/>
        <w:gridCol w:w="4642"/>
      </w:tblGrid>
      <w:tr w:rsidR="0087200B" w:rsidRPr="00AC56FD" w:rsidTr="00AC56FD">
        <w:tc>
          <w:tcPr>
            <w:tcW w:w="4928" w:type="dxa"/>
          </w:tcPr>
          <w:p w:rsidR="0087200B" w:rsidRPr="00AC56FD" w:rsidRDefault="0087200B" w:rsidP="00AC5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87200B" w:rsidRPr="00AC56FD" w:rsidRDefault="0087200B" w:rsidP="00AC5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87200B" w:rsidRPr="00AC56FD" w:rsidRDefault="0087200B" w:rsidP="00AC5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муниципального образования </w:t>
            </w:r>
          </w:p>
          <w:p w:rsidR="0087200B" w:rsidRPr="00AC56FD" w:rsidRDefault="0087200B" w:rsidP="00AC5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«Глазовский район» </w:t>
            </w:r>
          </w:p>
          <w:p w:rsidR="0087200B" w:rsidRPr="00AC56FD" w:rsidRDefault="0087200B" w:rsidP="00AC5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 № _______</w:t>
            </w:r>
          </w:p>
        </w:tc>
      </w:tr>
      <w:tr w:rsidR="0087200B" w:rsidRPr="00AC56FD" w:rsidTr="00AC56FD">
        <w:tc>
          <w:tcPr>
            <w:tcW w:w="4928" w:type="dxa"/>
          </w:tcPr>
          <w:p w:rsidR="0087200B" w:rsidRPr="00AC56FD" w:rsidRDefault="0087200B" w:rsidP="00AC5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87200B" w:rsidRPr="00AC56FD" w:rsidRDefault="0087200B" w:rsidP="00AC5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200B" w:rsidRDefault="0087200B" w:rsidP="0046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00B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00B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00B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00B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00B" w:rsidRPr="00AC4019" w:rsidRDefault="0087200B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AC4019">
        <w:rPr>
          <w:rFonts w:ascii="Times New Roman" w:hAnsi="Times New Roman"/>
          <w:b/>
          <w:bCs/>
          <w:caps/>
          <w:sz w:val="24"/>
          <w:szCs w:val="24"/>
          <w:lang w:eastAsia="ru-RU"/>
        </w:rPr>
        <w:t>Муниципальная программа</w:t>
      </w:r>
    </w:p>
    <w:p w:rsidR="0087200B" w:rsidRPr="007F7B45" w:rsidRDefault="0087200B" w:rsidP="00664984">
      <w:pPr>
        <w:pStyle w:val="NormalWeb"/>
        <w:shd w:val="clear" w:color="auto" w:fill="FFFFFF"/>
        <w:jc w:val="both"/>
        <w:rPr>
          <w:color w:val="000000"/>
        </w:rPr>
      </w:pPr>
      <w:r>
        <w:rPr>
          <w:rStyle w:val="Strong"/>
        </w:rPr>
        <w:t xml:space="preserve">                              «Социальная поддержка населения на 2015-2020 годы»</w:t>
      </w: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00B" w:rsidRDefault="0087200B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7200B" w:rsidRPr="00074C3D" w:rsidRDefault="0087200B" w:rsidP="0007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C3D">
        <w:rPr>
          <w:rFonts w:ascii="Times New Roman" w:hAnsi="Times New Roman"/>
          <w:sz w:val="24"/>
          <w:szCs w:val="24"/>
        </w:rPr>
        <w:t>СОГЛАСОВАНИЕ:</w:t>
      </w:r>
    </w:p>
    <w:tbl>
      <w:tblPr>
        <w:tblW w:w="0" w:type="auto"/>
        <w:tblLook w:val="00A0"/>
      </w:tblPr>
      <w:tblGrid>
        <w:gridCol w:w="4796"/>
        <w:gridCol w:w="4775"/>
      </w:tblGrid>
      <w:tr w:rsidR="0087200B" w:rsidRPr="00AC56FD" w:rsidTr="00F13ACB">
        <w:tc>
          <w:tcPr>
            <w:tcW w:w="4796" w:type="dxa"/>
          </w:tcPr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_____________________ Ю.В. Ушакова</w:t>
            </w: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_______________2017 г.</w:t>
            </w: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_________________________Е.А.Попова</w:t>
            </w: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___________________2017 г.</w:t>
            </w:r>
          </w:p>
        </w:tc>
      </w:tr>
      <w:tr w:rsidR="0087200B" w:rsidRPr="00AC56FD" w:rsidTr="00F13ACB">
        <w:tc>
          <w:tcPr>
            <w:tcW w:w="4796" w:type="dxa"/>
          </w:tcPr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 xml:space="preserve">Начальник правового отдела Аппарата </w:t>
            </w: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 xml:space="preserve">___________________ Н.А. Трефилова </w:t>
            </w: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>______________2017 г.</w:t>
            </w:r>
          </w:p>
        </w:tc>
        <w:tc>
          <w:tcPr>
            <w:tcW w:w="4775" w:type="dxa"/>
          </w:tcPr>
          <w:p w:rsidR="0087200B" w:rsidRPr="00AC56FD" w:rsidRDefault="0087200B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</w:rPr>
              <w:t xml:space="preserve">Начальник отдела организационной работы Аппарата </w:t>
            </w:r>
          </w:p>
          <w:p w:rsidR="0087200B" w:rsidRPr="00AC56FD" w:rsidRDefault="0087200B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00B" w:rsidRPr="00AC56FD" w:rsidRDefault="0087200B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 Н.А. Кандакова</w:t>
            </w:r>
          </w:p>
          <w:p w:rsidR="0087200B" w:rsidRPr="00AC56FD" w:rsidRDefault="0087200B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6FD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______________2017 г.</w:t>
            </w:r>
          </w:p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00B" w:rsidRPr="00AC56FD" w:rsidTr="00F13ACB">
        <w:tc>
          <w:tcPr>
            <w:tcW w:w="4796" w:type="dxa"/>
          </w:tcPr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00B" w:rsidRPr="00AC56FD" w:rsidTr="00F13ACB">
        <w:tc>
          <w:tcPr>
            <w:tcW w:w="4796" w:type="dxa"/>
          </w:tcPr>
          <w:p w:rsidR="0087200B" w:rsidRPr="00AC56FD" w:rsidRDefault="0087200B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87200B" w:rsidRPr="00AC56FD" w:rsidRDefault="0087200B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00B" w:rsidRPr="00074C3D" w:rsidRDefault="0087200B" w:rsidP="00074C3D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Pr="00074C3D" w:rsidRDefault="0087200B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200B" w:rsidRPr="00074C3D" w:rsidRDefault="0087200B" w:rsidP="00074C3D">
      <w:pPr>
        <w:pStyle w:val="BodyTextIndent"/>
        <w:ind w:left="0"/>
      </w:pPr>
    </w:p>
    <w:p w:rsidR="0087200B" w:rsidRPr="00074C3D" w:rsidRDefault="0087200B" w:rsidP="00074C3D">
      <w:pPr>
        <w:pStyle w:val="BodyTextIndent"/>
        <w:ind w:left="0"/>
      </w:pPr>
    </w:p>
    <w:p w:rsidR="0087200B" w:rsidRDefault="0087200B" w:rsidP="00074C3D">
      <w:pPr>
        <w:pStyle w:val="BodyTextIndent"/>
        <w:ind w:left="0"/>
      </w:pPr>
    </w:p>
    <w:p w:rsidR="0087200B" w:rsidRDefault="0087200B" w:rsidP="00074C3D">
      <w:pPr>
        <w:pStyle w:val="BodyTextIndent"/>
        <w:ind w:left="0"/>
      </w:pPr>
    </w:p>
    <w:p w:rsidR="0087200B" w:rsidRDefault="0087200B" w:rsidP="00074C3D">
      <w:pPr>
        <w:pStyle w:val="BodyTextIndent"/>
        <w:ind w:left="0"/>
      </w:pPr>
    </w:p>
    <w:p w:rsidR="0087200B" w:rsidRDefault="0087200B" w:rsidP="00074C3D">
      <w:pPr>
        <w:pStyle w:val="BodyTextIndent"/>
        <w:ind w:left="0"/>
      </w:pPr>
    </w:p>
    <w:p w:rsidR="0087200B" w:rsidRPr="00074C3D" w:rsidRDefault="0087200B" w:rsidP="00074C3D">
      <w:pPr>
        <w:pStyle w:val="BodyTextIndent"/>
        <w:ind w:left="0"/>
      </w:pPr>
    </w:p>
    <w:p w:rsidR="0087200B" w:rsidRPr="00074C3D" w:rsidRDefault="0087200B" w:rsidP="00074C3D">
      <w:pPr>
        <w:pStyle w:val="BodyTextIndent"/>
        <w:ind w:left="0"/>
      </w:pPr>
    </w:p>
    <w:p w:rsidR="0087200B" w:rsidRPr="00074C3D" w:rsidRDefault="0087200B" w:rsidP="00074C3D">
      <w:pPr>
        <w:pStyle w:val="BodyTextIndent"/>
        <w:ind w:left="0"/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>2 – орг.отдел</w:t>
      </w:r>
    </w:p>
    <w:p w:rsidR="0087200B" w:rsidRDefault="0087200B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 xml:space="preserve">1 </w:t>
      </w:r>
      <w:r>
        <w:rPr>
          <w:sz w:val="20"/>
          <w:szCs w:val="20"/>
        </w:rPr>
        <w:t>–</w:t>
      </w:r>
      <w:r w:rsidRPr="00074C3D">
        <w:rPr>
          <w:sz w:val="20"/>
          <w:szCs w:val="20"/>
        </w:rPr>
        <w:t xml:space="preserve"> </w:t>
      </w:r>
      <w:r>
        <w:rPr>
          <w:sz w:val="20"/>
          <w:szCs w:val="20"/>
        </w:rPr>
        <w:t>отдел экономики</w:t>
      </w: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1 – Поповой Е.А.</w:t>
      </w: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Исполнитель Е.А.Попова</w:t>
      </w:r>
    </w:p>
    <w:p w:rsidR="0087200B" w:rsidRPr="00074C3D" w:rsidRDefault="0087200B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7 20 05</w:t>
      </w:r>
    </w:p>
    <w:sectPr w:rsidR="0087200B" w:rsidRPr="00074C3D" w:rsidSect="001B731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1590" w:hanging="15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76B60FA"/>
    <w:multiLevelType w:val="hybridMultilevel"/>
    <w:tmpl w:val="B41AEBDE"/>
    <w:lvl w:ilvl="0" w:tplc="1E96C016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5360E03"/>
    <w:multiLevelType w:val="hybridMultilevel"/>
    <w:tmpl w:val="1C203B18"/>
    <w:lvl w:ilvl="0" w:tplc="FA76285E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4B6"/>
    <w:rsid w:val="00003E8B"/>
    <w:rsid w:val="00014A60"/>
    <w:rsid w:val="000502E4"/>
    <w:rsid w:val="00074C3D"/>
    <w:rsid w:val="00094E54"/>
    <w:rsid w:val="000A335D"/>
    <w:rsid w:val="000B06EE"/>
    <w:rsid w:val="000B750F"/>
    <w:rsid w:val="000C092E"/>
    <w:rsid w:val="000F2AD2"/>
    <w:rsid w:val="0010515F"/>
    <w:rsid w:val="00175574"/>
    <w:rsid w:val="001B731C"/>
    <w:rsid w:val="001E790D"/>
    <w:rsid w:val="001F10C0"/>
    <w:rsid w:val="0023172B"/>
    <w:rsid w:val="00232218"/>
    <w:rsid w:val="002B5C03"/>
    <w:rsid w:val="002F7A82"/>
    <w:rsid w:val="003041A5"/>
    <w:rsid w:val="0031197D"/>
    <w:rsid w:val="00347E22"/>
    <w:rsid w:val="003740C5"/>
    <w:rsid w:val="00384DC1"/>
    <w:rsid w:val="003B4CD8"/>
    <w:rsid w:val="003C01ED"/>
    <w:rsid w:val="003D0637"/>
    <w:rsid w:val="003D56A4"/>
    <w:rsid w:val="00404839"/>
    <w:rsid w:val="004237DC"/>
    <w:rsid w:val="0045346F"/>
    <w:rsid w:val="00462003"/>
    <w:rsid w:val="004674B6"/>
    <w:rsid w:val="004927DA"/>
    <w:rsid w:val="004F5160"/>
    <w:rsid w:val="005447F4"/>
    <w:rsid w:val="005812FE"/>
    <w:rsid w:val="00587177"/>
    <w:rsid w:val="005C3DA0"/>
    <w:rsid w:val="005F1FC1"/>
    <w:rsid w:val="00617037"/>
    <w:rsid w:val="006314F1"/>
    <w:rsid w:val="006431C3"/>
    <w:rsid w:val="00654FFC"/>
    <w:rsid w:val="006641D2"/>
    <w:rsid w:val="00664984"/>
    <w:rsid w:val="00687E36"/>
    <w:rsid w:val="006B3FC8"/>
    <w:rsid w:val="006F602E"/>
    <w:rsid w:val="00720596"/>
    <w:rsid w:val="00720BB7"/>
    <w:rsid w:val="00730A8E"/>
    <w:rsid w:val="00733852"/>
    <w:rsid w:val="00773009"/>
    <w:rsid w:val="00776DEB"/>
    <w:rsid w:val="007A09F0"/>
    <w:rsid w:val="007B3A6C"/>
    <w:rsid w:val="007D0D9D"/>
    <w:rsid w:val="007F7B45"/>
    <w:rsid w:val="00842BD8"/>
    <w:rsid w:val="0087002C"/>
    <w:rsid w:val="0087200B"/>
    <w:rsid w:val="00877080"/>
    <w:rsid w:val="008A794F"/>
    <w:rsid w:val="008C644F"/>
    <w:rsid w:val="00934038"/>
    <w:rsid w:val="00936021"/>
    <w:rsid w:val="009704AC"/>
    <w:rsid w:val="00972117"/>
    <w:rsid w:val="009A59D8"/>
    <w:rsid w:val="009A6A53"/>
    <w:rsid w:val="009B59B8"/>
    <w:rsid w:val="009B6985"/>
    <w:rsid w:val="009D36B7"/>
    <w:rsid w:val="009E2A56"/>
    <w:rsid w:val="009E6017"/>
    <w:rsid w:val="00A01FE4"/>
    <w:rsid w:val="00A915F6"/>
    <w:rsid w:val="00A91F60"/>
    <w:rsid w:val="00AC4019"/>
    <w:rsid w:val="00AC56FD"/>
    <w:rsid w:val="00AF4D88"/>
    <w:rsid w:val="00B0524A"/>
    <w:rsid w:val="00B31FB0"/>
    <w:rsid w:val="00BC7EC3"/>
    <w:rsid w:val="00C03E67"/>
    <w:rsid w:val="00C06D9C"/>
    <w:rsid w:val="00C95A0D"/>
    <w:rsid w:val="00CA09F1"/>
    <w:rsid w:val="00CA646F"/>
    <w:rsid w:val="00CE1BB2"/>
    <w:rsid w:val="00CF1BD1"/>
    <w:rsid w:val="00D373DA"/>
    <w:rsid w:val="00D440AC"/>
    <w:rsid w:val="00D607EE"/>
    <w:rsid w:val="00D729F7"/>
    <w:rsid w:val="00D940B4"/>
    <w:rsid w:val="00E01D8E"/>
    <w:rsid w:val="00E03664"/>
    <w:rsid w:val="00E31F43"/>
    <w:rsid w:val="00E40027"/>
    <w:rsid w:val="00E40C30"/>
    <w:rsid w:val="00EB4806"/>
    <w:rsid w:val="00F13ACB"/>
    <w:rsid w:val="00F435A2"/>
    <w:rsid w:val="00F7455B"/>
    <w:rsid w:val="00FD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5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40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40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74C3D"/>
    <w:pPr>
      <w:spacing w:after="0" w:line="240" w:lineRule="auto"/>
      <w:ind w:left="-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4C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7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0C092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5A2"/>
    <w:pPr>
      <w:ind w:left="720"/>
      <w:contextualSpacing/>
    </w:pPr>
  </w:style>
  <w:style w:type="paragraph" w:customStyle="1" w:styleId="1">
    <w:name w:val="Обычный1"/>
    <w:uiPriority w:val="99"/>
    <w:rsid w:val="00D373DA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2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20BB7"/>
    <w:rPr>
      <w:rFonts w:cs="Times New Roman"/>
    </w:rPr>
  </w:style>
  <w:style w:type="paragraph" w:customStyle="1" w:styleId="western">
    <w:name w:val="western"/>
    <w:basedOn w:val="Normal"/>
    <w:uiPriority w:val="99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4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64984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7730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406</Words>
  <Characters>2316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Пользователь</cp:lastModifiedBy>
  <cp:revision>15</cp:revision>
  <cp:lastPrinted>2017-03-23T04:09:00Z</cp:lastPrinted>
  <dcterms:created xsi:type="dcterms:W3CDTF">2017-02-27T04:16:00Z</dcterms:created>
  <dcterms:modified xsi:type="dcterms:W3CDTF">2017-03-23T04:18:00Z</dcterms:modified>
</cp:coreProperties>
</file>