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67" w:rsidRDefault="00C31367" w:rsidP="00AE2D0D">
      <w:pPr>
        <w:jc w:val="center"/>
        <w:rPr>
          <w:sz w:val="20"/>
          <w:szCs w:val="20"/>
        </w:rPr>
      </w:pPr>
      <w:r>
        <w:rPr>
          <w:sz w:val="20"/>
          <w:szCs w:val="20"/>
        </w:rPr>
        <w:t>СОВЕТ  ДЕПУТАТОВ   МУНИЦИПАЛЬНОГО  ОБРАЗОВАНИЯ  «УРАКОВСКОЕ»</w:t>
      </w:r>
    </w:p>
    <w:p w:rsidR="00C31367" w:rsidRDefault="00C31367" w:rsidP="00AE2D0D">
      <w:pPr>
        <w:jc w:val="center"/>
        <w:rPr>
          <w:sz w:val="20"/>
          <w:szCs w:val="20"/>
        </w:rPr>
      </w:pPr>
    </w:p>
    <w:p w:rsidR="00C31367" w:rsidRDefault="00C31367" w:rsidP="00AE2D0D">
      <w:pPr>
        <w:jc w:val="center"/>
        <w:rPr>
          <w:sz w:val="20"/>
          <w:szCs w:val="20"/>
        </w:rPr>
      </w:pPr>
      <w:r>
        <w:rPr>
          <w:sz w:val="20"/>
          <w:szCs w:val="20"/>
        </w:rPr>
        <w:t>« УРАК» МУНИЦИПАЛ  КЫЛДЭТЫСЬ   ДЕПУТАТЪЕСЛЭН  КЕНЕШСЫ</w:t>
      </w:r>
    </w:p>
    <w:p w:rsidR="00C31367" w:rsidRDefault="00C31367" w:rsidP="00AE2D0D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31367" w:rsidRDefault="00C31367" w:rsidP="00AE2D0D">
      <w:pPr>
        <w:tabs>
          <w:tab w:val="center" w:pos="4677"/>
        </w:tabs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Советская ул. д.12а  д. Ураково  Ураковское, Удмуртская Республика, тел.90-738</w:t>
      </w:r>
    </w:p>
    <w:p w:rsidR="00C31367" w:rsidRDefault="00C31367" w:rsidP="00AE2D0D">
      <w:pPr>
        <w:jc w:val="center"/>
        <w:rPr>
          <w:b/>
        </w:rPr>
      </w:pPr>
      <w:r>
        <w:rPr>
          <w:b/>
        </w:rPr>
        <w:t>Двадцать пятая сессия  Совета  депутатов муниципального</w:t>
      </w:r>
    </w:p>
    <w:p w:rsidR="00C31367" w:rsidRDefault="00C31367" w:rsidP="00AE2D0D">
      <w:pPr>
        <w:jc w:val="center"/>
        <w:rPr>
          <w:b/>
        </w:rPr>
      </w:pPr>
      <w:r>
        <w:rPr>
          <w:b/>
        </w:rPr>
        <w:t>образования «Ураковское» четвертого созыва</w:t>
      </w:r>
    </w:p>
    <w:p w:rsidR="00C31367" w:rsidRDefault="00C31367" w:rsidP="00AE2D0D">
      <w:pPr>
        <w:rPr>
          <w:b/>
        </w:rPr>
      </w:pPr>
    </w:p>
    <w:p w:rsidR="00C31367" w:rsidRDefault="00C31367" w:rsidP="00AE2D0D">
      <w:pPr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C31367" w:rsidRDefault="00C31367" w:rsidP="00AE2D0D">
      <w:pPr>
        <w:rPr>
          <w:b/>
          <w:bCs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C31367" w:rsidRDefault="00C31367" w:rsidP="00AE2D0D">
      <w:pPr>
        <w:rPr>
          <w:b/>
        </w:rPr>
      </w:pPr>
    </w:p>
    <w:p w:rsidR="00C31367" w:rsidRPr="006D66C0" w:rsidRDefault="00C31367" w:rsidP="006D66C0">
      <w:pPr>
        <w:spacing w:after="200"/>
        <w:rPr>
          <w:b/>
          <w:bCs/>
          <w:color w:val="000000"/>
        </w:rPr>
      </w:pPr>
      <w:r>
        <w:rPr>
          <w:b/>
          <w:bCs/>
        </w:rPr>
        <w:t xml:space="preserve">от 25.12.2018 года                                                                                                           №  </w:t>
      </w:r>
      <w:r>
        <w:rPr>
          <w:b/>
          <w:bCs/>
          <w:color w:val="000000"/>
        </w:rPr>
        <w:t>109</w:t>
      </w:r>
    </w:p>
    <w:p w:rsidR="00C31367" w:rsidRDefault="00C31367" w:rsidP="00AE2D0D">
      <w:pPr>
        <w:tabs>
          <w:tab w:val="left" w:pos="5760"/>
        </w:tabs>
        <w:ind w:right="3879"/>
        <w:jc w:val="both"/>
        <w:rPr>
          <w:b/>
        </w:rPr>
      </w:pPr>
      <w:r>
        <w:rPr>
          <w:b/>
        </w:rPr>
        <w:t>О внесении изменений в решение Совета депутатов муниципального образования «Ураковское» № 59  от 22.12.2017 года «О бюджете муниципального образования «Ураковское» на 2018 год и на плановый период 2019 и 2020 годов» (в ред. решения № 81 от 27.04.2018 года, № 84 от 31.05.2018 года,  № 85 от 31.05.2018, № 93 от 24.08.2018 года)</w:t>
      </w:r>
    </w:p>
    <w:p w:rsidR="00C31367" w:rsidRPr="005F79AD" w:rsidRDefault="00C31367" w:rsidP="00AE2D0D">
      <w:pPr>
        <w:tabs>
          <w:tab w:val="left" w:pos="5760"/>
        </w:tabs>
        <w:ind w:right="3879"/>
        <w:jc w:val="both"/>
      </w:pPr>
    </w:p>
    <w:p w:rsidR="00C31367" w:rsidRPr="005F79AD" w:rsidRDefault="00C31367" w:rsidP="00AE2D0D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C31367" w:rsidRPr="005F79AD" w:rsidRDefault="00C31367" w:rsidP="00AE2D0D">
      <w:pPr>
        <w:jc w:val="both"/>
        <w:rPr>
          <w:b/>
        </w:rPr>
      </w:pPr>
    </w:p>
    <w:p w:rsidR="00C31367" w:rsidRPr="00C86672" w:rsidRDefault="00C31367" w:rsidP="00AE2D0D">
      <w:pPr>
        <w:jc w:val="both"/>
      </w:pPr>
      <w:r w:rsidRPr="005F79AD">
        <w:t xml:space="preserve">1. Внести следующие изменения в решение Совета депутатов муниципального образования «Ураковское» </w:t>
      </w:r>
      <w:r w:rsidRPr="00C86672">
        <w:t>№ 59 от 22.12.2017 года «О бюджете муниципального</w:t>
      </w:r>
      <w:r>
        <w:t xml:space="preserve"> </w:t>
      </w:r>
      <w:r w:rsidRPr="00C86672">
        <w:t>образования «Ураковское» на 2018 год и на плановый период 2019 и 2020 годов» (в ред. решения № 81 от 27.04.2018 года, № 84 от 31.05.2018 года, № 85 от 31.05.2018</w:t>
      </w:r>
      <w:r>
        <w:t xml:space="preserve">, </w:t>
      </w:r>
      <w:r w:rsidRPr="00AE2D0D">
        <w:t>№ 93 от 24.08.2018 года</w:t>
      </w:r>
      <w:r w:rsidRPr="00C86672">
        <w:t>)</w:t>
      </w:r>
      <w:r>
        <w:t>:</w:t>
      </w:r>
    </w:p>
    <w:p w:rsidR="00C31367" w:rsidRPr="005F79AD" w:rsidRDefault="00C31367" w:rsidP="00AE2D0D">
      <w:pPr>
        <w:jc w:val="both"/>
      </w:pPr>
    </w:p>
    <w:p w:rsidR="00C31367" w:rsidRPr="005F79AD" w:rsidRDefault="00C31367" w:rsidP="00AE2D0D">
      <w:pPr>
        <w:ind w:firstLine="567"/>
        <w:jc w:val="both"/>
      </w:pPr>
      <w:r w:rsidRPr="005F79AD">
        <w:t>1.1. В связи с передачей части полномочий по содержанию дорог внутрипоселенческого</w:t>
      </w:r>
      <w:r>
        <w:t xml:space="preserve"> и межпоселенческого</w:t>
      </w:r>
      <w:r w:rsidRPr="005F79AD">
        <w:t xml:space="preserve"> назначения: </w:t>
      </w:r>
    </w:p>
    <w:p w:rsidR="00C31367" w:rsidRPr="005F79AD" w:rsidRDefault="00C31367" w:rsidP="00AE2D0D">
      <w:pPr>
        <w:jc w:val="both"/>
      </w:pPr>
    </w:p>
    <w:p w:rsidR="00C31367" w:rsidRPr="005F79AD" w:rsidRDefault="00C31367" w:rsidP="00AE2D0D">
      <w:pPr>
        <w:ind w:firstLine="567"/>
        <w:jc w:val="both"/>
      </w:pPr>
      <w:r w:rsidRPr="005F79AD">
        <w:t xml:space="preserve">1.1.1. Увеличить доходную часть бюджета МО </w:t>
      </w:r>
      <w:r>
        <w:t>«Ураковское» на 57,0</w:t>
      </w:r>
      <w:r w:rsidRPr="005F79AD">
        <w:t xml:space="preserve"> тыс.  руб.:</w:t>
      </w:r>
    </w:p>
    <w:p w:rsidR="00C31367" w:rsidRPr="005F79AD" w:rsidRDefault="00C31367" w:rsidP="00AE2D0D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C31367" w:rsidRPr="005F79AD" w:rsidTr="00111B8C">
        <w:tc>
          <w:tcPr>
            <w:tcW w:w="648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№</w:t>
            </w:r>
          </w:p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Сумма,</w:t>
            </w:r>
          </w:p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тыс. руб.</w:t>
            </w:r>
          </w:p>
        </w:tc>
      </w:tr>
      <w:tr w:rsidR="00C31367" w:rsidRPr="005F79AD" w:rsidTr="00111B8C">
        <w:tc>
          <w:tcPr>
            <w:tcW w:w="648" w:type="dxa"/>
            <w:vAlign w:val="center"/>
          </w:tcPr>
          <w:p w:rsidR="00C31367" w:rsidRPr="00D763B6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D763B6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C31367" w:rsidRPr="00D763B6" w:rsidRDefault="00C31367" w:rsidP="00111B8C">
            <w:pPr>
              <w:spacing w:line="276" w:lineRule="auto"/>
              <w:jc w:val="both"/>
              <w:rPr>
                <w:lang w:eastAsia="en-US"/>
              </w:rPr>
            </w:pPr>
            <w:r w:rsidRPr="00D763B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C31367" w:rsidRPr="00D763B6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D763B6"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vAlign w:val="center"/>
          </w:tcPr>
          <w:p w:rsidR="00C31367" w:rsidRPr="00D763B6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</w:tr>
    </w:tbl>
    <w:p w:rsidR="00C31367" w:rsidRPr="005F79AD" w:rsidRDefault="00C31367" w:rsidP="00AE2D0D">
      <w:pPr>
        <w:jc w:val="both"/>
        <w:rPr>
          <w:b/>
        </w:rPr>
      </w:pPr>
    </w:p>
    <w:p w:rsidR="00C31367" w:rsidRPr="005F79AD" w:rsidRDefault="00C31367" w:rsidP="00AE2D0D">
      <w:pPr>
        <w:ind w:firstLine="567"/>
        <w:jc w:val="both"/>
      </w:pPr>
      <w:r w:rsidRPr="005F79AD">
        <w:t xml:space="preserve">1.1.2. Увеличить расходную часть бюджета МО «Ураковское» </w:t>
      </w:r>
      <w:r>
        <w:t xml:space="preserve">на 57,0 </w:t>
      </w:r>
      <w:r w:rsidRPr="005F79AD">
        <w:t>тыс. руб. по следующим направлениям:</w:t>
      </w:r>
    </w:p>
    <w:p w:rsidR="00C31367" w:rsidRPr="005F79AD" w:rsidRDefault="00C31367" w:rsidP="00AE2D0D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C31367" w:rsidRPr="005F79AD" w:rsidTr="00111B8C">
        <w:trPr>
          <w:trHeight w:val="663"/>
        </w:trPr>
        <w:tc>
          <w:tcPr>
            <w:tcW w:w="644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№</w:t>
            </w:r>
          </w:p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Сумма,</w:t>
            </w:r>
          </w:p>
          <w:p w:rsidR="00C31367" w:rsidRPr="005F79AD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тыс. руб.</w:t>
            </w:r>
          </w:p>
        </w:tc>
      </w:tr>
      <w:tr w:rsidR="00C31367" w:rsidRPr="005F79AD" w:rsidTr="00111B8C">
        <w:tc>
          <w:tcPr>
            <w:tcW w:w="644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5F79AD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C31367" w:rsidRPr="005F79AD" w:rsidRDefault="00C31367" w:rsidP="00111B8C">
            <w:pPr>
              <w:spacing w:line="276" w:lineRule="auto"/>
              <w:rPr>
                <w:lang w:eastAsia="en-US"/>
              </w:rPr>
            </w:pPr>
            <w:r w:rsidRPr="005F79AD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5F79AD">
              <w:rPr>
                <w:lang w:eastAsia="en-US"/>
              </w:rPr>
              <w:t>221 0409 0740462520 244</w:t>
            </w:r>
          </w:p>
        </w:tc>
        <w:tc>
          <w:tcPr>
            <w:tcW w:w="1267" w:type="dxa"/>
            <w:vAlign w:val="center"/>
          </w:tcPr>
          <w:p w:rsidR="00C31367" w:rsidRPr="005F79AD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</w:tr>
    </w:tbl>
    <w:p w:rsidR="00C31367" w:rsidRDefault="00C31367" w:rsidP="00AE2D0D">
      <w:pPr>
        <w:jc w:val="both"/>
        <w:rPr>
          <w:color w:val="FF0000"/>
        </w:rPr>
      </w:pPr>
    </w:p>
    <w:p w:rsidR="00C31367" w:rsidRDefault="00C31367" w:rsidP="00AE2D0D">
      <w:pPr>
        <w:ind w:firstLine="567"/>
        <w:jc w:val="both"/>
      </w:pPr>
      <w:r>
        <w:t>1.2. В связи с исполнением решения судов по постановке на учет объектов культурного наследия в качестве бесхозяйного в Управление Федеральной службы государственной регистрации, кадастра и картографии по УР, в соответствии с Решением Совета депутатов МО «Глазовский район</w:t>
      </w:r>
      <w:r w:rsidRPr="004D5A8A">
        <w:t>» № 200 от 30.08.</w:t>
      </w:r>
      <w:r>
        <w:t>2018 года:</w:t>
      </w:r>
    </w:p>
    <w:p w:rsidR="00C31367" w:rsidRDefault="00C31367" w:rsidP="00AE2D0D">
      <w:pPr>
        <w:ind w:firstLine="567"/>
        <w:jc w:val="both"/>
      </w:pPr>
    </w:p>
    <w:p w:rsidR="00C31367" w:rsidRDefault="00C31367" w:rsidP="00AE2D0D">
      <w:pPr>
        <w:ind w:firstLine="567"/>
        <w:jc w:val="both"/>
      </w:pPr>
      <w:r>
        <w:t>1.2.1.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Ураковское</w:t>
      </w:r>
      <w:r w:rsidRPr="00ED6200">
        <w:t>»</w:t>
      </w:r>
      <w:r>
        <w:t xml:space="preserve"> на 9,4</w:t>
      </w:r>
      <w:r w:rsidRPr="00ED6200">
        <w:t xml:space="preserve"> тыс. руб.:</w:t>
      </w:r>
    </w:p>
    <w:p w:rsidR="00C31367" w:rsidRDefault="00C31367" w:rsidP="00AE2D0D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C31367" w:rsidRPr="00972993" w:rsidTr="00111B8C">
        <w:tc>
          <w:tcPr>
            <w:tcW w:w="648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31367" w:rsidRPr="00EF38CB" w:rsidTr="00111B8C">
        <w:tc>
          <w:tcPr>
            <w:tcW w:w="648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C31367" w:rsidRPr="001B0C52" w:rsidRDefault="00C31367" w:rsidP="00111B8C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C31367" w:rsidRDefault="00C31367" w:rsidP="00111B8C">
            <w:pPr>
              <w:jc w:val="center"/>
            </w:pPr>
            <w:r w:rsidRPr="001B0C52">
              <w:t>2 02 45160 10 0000 151</w:t>
            </w:r>
          </w:p>
        </w:tc>
        <w:tc>
          <w:tcPr>
            <w:tcW w:w="1275" w:type="dxa"/>
            <w:vAlign w:val="center"/>
          </w:tcPr>
          <w:p w:rsidR="00C31367" w:rsidRPr="00EF38CB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9,4</w:t>
            </w:r>
          </w:p>
        </w:tc>
      </w:tr>
    </w:tbl>
    <w:p w:rsidR="00C31367" w:rsidRDefault="00C31367" w:rsidP="00AE2D0D">
      <w:pPr>
        <w:ind w:firstLine="567"/>
        <w:jc w:val="both"/>
      </w:pPr>
    </w:p>
    <w:p w:rsidR="00C31367" w:rsidRDefault="00C31367" w:rsidP="00AE2D0D">
      <w:pPr>
        <w:ind w:firstLine="567"/>
        <w:jc w:val="both"/>
      </w:pPr>
      <w:r>
        <w:t>1.2.2.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Ураковское</w:t>
      </w:r>
      <w:r w:rsidRPr="00ED6200">
        <w:t>»</w:t>
      </w:r>
      <w:r>
        <w:t xml:space="preserve"> на 9,4</w:t>
      </w:r>
      <w:r w:rsidRPr="00ED6200">
        <w:t xml:space="preserve"> тыс. руб. по следующим направлениям</w:t>
      </w:r>
      <w:r>
        <w:t>:</w:t>
      </w:r>
    </w:p>
    <w:p w:rsidR="00C31367" w:rsidRDefault="00C31367" w:rsidP="00AE2D0D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C31367" w:rsidRPr="00972993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31367" w:rsidRPr="00972993" w:rsidRDefault="00C31367" w:rsidP="00111B8C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Pr="00535966" w:rsidRDefault="00C31367" w:rsidP="00111B8C">
            <w:r w:rsidRPr="00535966">
              <w:t>1.</w:t>
            </w:r>
          </w:p>
        </w:tc>
        <w:tc>
          <w:tcPr>
            <w:tcW w:w="4820" w:type="dxa"/>
            <w:vAlign w:val="center"/>
          </w:tcPr>
          <w:p w:rsidR="00C31367" w:rsidRPr="00535966" w:rsidRDefault="00C31367" w:rsidP="00111B8C">
            <w:r w:rsidRPr="00580436">
              <w:t>Другие общегосударственные вопросы</w:t>
            </w:r>
            <w:r>
              <w:t>.</w:t>
            </w:r>
            <w:r w:rsidRPr="00580436">
              <w:t xml:space="preserve"> </w:t>
            </w:r>
            <w:r w:rsidRPr="008324A5"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2835" w:type="dxa"/>
            <w:vAlign w:val="center"/>
          </w:tcPr>
          <w:p w:rsidR="00C31367" w:rsidRDefault="00C31367" w:rsidP="00111B8C">
            <w:pPr>
              <w:jc w:val="center"/>
            </w:pPr>
            <w:r w:rsidRPr="00535966">
              <w:t>2</w:t>
            </w:r>
            <w:r>
              <w:t>21</w:t>
            </w:r>
            <w:r w:rsidRPr="00535966">
              <w:t xml:space="preserve"> </w:t>
            </w:r>
            <w:r>
              <w:t>0113 0940260090 244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9,4</w:t>
            </w:r>
          </w:p>
        </w:tc>
      </w:tr>
    </w:tbl>
    <w:p w:rsidR="00C31367" w:rsidRDefault="00C31367" w:rsidP="00AE2D0D">
      <w:pPr>
        <w:ind w:firstLine="567"/>
        <w:jc w:val="both"/>
        <w:rPr>
          <w:color w:val="FF0000"/>
        </w:rPr>
      </w:pPr>
    </w:p>
    <w:p w:rsidR="00C31367" w:rsidRDefault="00C31367" w:rsidP="00AE2D0D">
      <w:pPr>
        <w:ind w:firstLine="567"/>
        <w:jc w:val="both"/>
      </w:pPr>
      <w:r>
        <w:rPr>
          <w:color w:val="FF0000"/>
        </w:rPr>
        <w:tab/>
      </w:r>
      <w:r>
        <w:t>1.3. В соответствии с Решением сессии Совета депутатов Администрации МО «Глазовский район</w:t>
      </w:r>
      <w:r w:rsidRPr="00B034CB">
        <w:t xml:space="preserve">» № </w:t>
      </w:r>
      <w:r>
        <w:t xml:space="preserve">208 </w:t>
      </w:r>
      <w:r w:rsidRPr="00B034CB">
        <w:t>от 25.10.2018 года</w:t>
      </w:r>
      <w:r>
        <w:t>, в связи с сокращением ставки с 1,0 до 0,4 штатных единиц инспектора по учету и бронированию военнообязанных в МО «Верхнебогатырское» и в</w:t>
      </w:r>
      <w:r w:rsidRPr="006E1796">
        <w:t xml:space="preserve"> связи с выделением дополнительной  субвенции </w:t>
      </w:r>
      <w:r>
        <w:t xml:space="preserve"> на осуществление полномочий по первичному воинскому учету, в соответствии с решением сессии Совета депутатов МО «Глазовский район» № 226 от 21.12.2018 года</w:t>
      </w:r>
      <w:r w:rsidRPr="00B034CB">
        <w:t>:</w:t>
      </w:r>
    </w:p>
    <w:p w:rsidR="00C31367" w:rsidRPr="00B034CB" w:rsidRDefault="00C31367" w:rsidP="00AE2D0D">
      <w:pPr>
        <w:ind w:firstLine="567"/>
        <w:jc w:val="center"/>
      </w:pPr>
    </w:p>
    <w:p w:rsidR="00C31367" w:rsidRDefault="00C31367" w:rsidP="00AE2D0D">
      <w:pPr>
        <w:ind w:firstLine="567"/>
        <w:jc w:val="both"/>
      </w:pPr>
      <w:r>
        <w:t xml:space="preserve">1.3.1. </w:t>
      </w:r>
      <w:r w:rsidRPr="00ED6200">
        <w:t>Увеличить доходную часть бюджета МО «</w:t>
      </w:r>
      <w:r>
        <w:t>Ураковское</w:t>
      </w:r>
      <w:r w:rsidRPr="00ED6200">
        <w:t>»</w:t>
      </w:r>
      <w:r>
        <w:t xml:space="preserve"> на 12,6</w:t>
      </w:r>
      <w:r w:rsidRPr="00ED6200">
        <w:t xml:space="preserve"> тыс. руб.:</w:t>
      </w:r>
    </w:p>
    <w:p w:rsidR="00C31367" w:rsidRDefault="00C31367" w:rsidP="00AE2D0D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C31367" w:rsidRPr="00972993" w:rsidTr="00111B8C">
        <w:tc>
          <w:tcPr>
            <w:tcW w:w="648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31367" w:rsidRPr="00EF38CB" w:rsidTr="00111B8C">
        <w:tc>
          <w:tcPr>
            <w:tcW w:w="648" w:type="dxa"/>
            <w:vAlign w:val="center"/>
          </w:tcPr>
          <w:p w:rsidR="00C31367" w:rsidRPr="00EB6A4F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C31367" w:rsidRPr="001F06FD" w:rsidRDefault="00C31367" w:rsidP="00111B8C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vAlign w:val="center"/>
          </w:tcPr>
          <w:p w:rsidR="00C31367" w:rsidRDefault="00C31367" w:rsidP="00111B8C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vAlign w:val="center"/>
          </w:tcPr>
          <w:p w:rsidR="00C31367" w:rsidRPr="00EB6A4F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</w:tr>
    </w:tbl>
    <w:p w:rsidR="00C31367" w:rsidRDefault="00C31367" w:rsidP="00AE2D0D">
      <w:pPr>
        <w:ind w:firstLine="567"/>
        <w:jc w:val="both"/>
      </w:pPr>
    </w:p>
    <w:p w:rsidR="00C31367" w:rsidRDefault="00C31367" w:rsidP="00AE2D0D">
      <w:pPr>
        <w:ind w:firstLine="567"/>
        <w:jc w:val="both"/>
      </w:pPr>
      <w:r>
        <w:t xml:space="preserve">1.3.2. </w:t>
      </w:r>
      <w:r w:rsidRPr="00ED6200">
        <w:t>Увеличить расходную часть бюджета МО «</w:t>
      </w:r>
      <w:r>
        <w:t>Ураковское</w:t>
      </w:r>
      <w:r w:rsidRPr="00ED6200">
        <w:t>»</w:t>
      </w:r>
      <w:r>
        <w:t xml:space="preserve"> на 12,6 </w:t>
      </w:r>
      <w:r w:rsidRPr="00ED6200">
        <w:t>тыс. руб. по следующим направлениям</w:t>
      </w:r>
      <w:r>
        <w:t>:</w:t>
      </w:r>
    </w:p>
    <w:p w:rsidR="00C31367" w:rsidRDefault="00C31367" w:rsidP="00AE2D0D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C31367" w:rsidRPr="00972993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31367" w:rsidRPr="00972993" w:rsidRDefault="00C31367" w:rsidP="00111B8C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C31367" w:rsidRPr="00DB5FEA" w:rsidRDefault="00C31367" w:rsidP="00111B8C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both"/>
            </w:pPr>
            <w:r>
              <w:t>221 0203 9900051180 121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11,7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Default="00C31367" w:rsidP="00111B8C">
            <w:pPr>
              <w:jc w:val="center"/>
            </w:pPr>
            <w:r>
              <w:t>2.</w:t>
            </w:r>
          </w:p>
        </w:tc>
        <w:tc>
          <w:tcPr>
            <w:tcW w:w="4820" w:type="dxa"/>
            <w:vAlign w:val="center"/>
          </w:tcPr>
          <w:p w:rsidR="00C31367" w:rsidRPr="00DB5FEA" w:rsidRDefault="00C31367" w:rsidP="00111B8C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2835" w:type="dxa"/>
            <w:vAlign w:val="center"/>
          </w:tcPr>
          <w:p w:rsidR="00C31367" w:rsidRDefault="00C31367" w:rsidP="00111B8C">
            <w:pPr>
              <w:jc w:val="both"/>
            </w:pPr>
            <w:r>
              <w:t>221 0203 9900051180 129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0,9</w:t>
            </w:r>
          </w:p>
        </w:tc>
      </w:tr>
    </w:tbl>
    <w:p w:rsidR="00C31367" w:rsidRDefault="00C31367" w:rsidP="00AE2D0D">
      <w:pPr>
        <w:jc w:val="both"/>
        <w:rPr>
          <w:color w:val="FF0000"/>
        </w:rPr>
      </w:pPr>
    </w:p>
    <w:p w:rsidR="00C31367" w:rsidRDefault="00C31367" w:rsidP="00AE2D0D">
      <w:pPr>
        <w:jc w:val="both"/>
      </w:pPr>
      <w:r>
        <w:rPr>
          <w:color w:val="FF0000"/>
        </w:rPr>
        <w:tab/>
      </w:r>
      <w:r>
        <w:t>1.4. В связи с выделением дополнительной дотации на сбалансированность, в соответствии с Решением сессии Совета депутатов МО «Глазовский район» № 208 от 25.10.2018 года:</w:t>
      </w:r>
    </w:p>
    <w:p w:rsidR="00C31367" w:rsidRPr="002A7CDB" w:rsidRDefault="00C31367" w:rsidP="00AE2D0D">
      <w:pPr>
        <w:jc w:val="both"/>
      </w:pPr>
    </w:p>
    <w:p w:rsidR="00C31367" w:rsidRDefault="00C31367" w:rsidP="00AE2D0D">
      <w:pPr>
        <w:ind w:firstLine="567"/>
        <w:jc w:val="both"/>
      </w:pPr>
      <w:r>
        <w:t xml:space="preserve">1.4.1. </w:t>
      </w:r>
      <w:r w:rsidRPr="00ED6200">
        <w:t>Увеличить доходную часть бюджета МО «</w:t>
      </w:r>
      <w:r>
        <w:t>Ураковское</w:t>
      </w:r>
      <w:r w:rsidRPr="00ED6200">
        <w:t>»</w:t>
      </w:r>
      <w:r>
        <w:t xml:space="preserve"> на 60,7</w:t>
      </w:r>
      <w:r w:rsidRPr="00ED6200">
        <w:t xml:space="preserve"> тыс. руб.:</w:t>
      </w:r>
    </w:p>
    <w:p w:rsidR="00C31367" w:rsidRDefault="00C31367" w:rsidP="00AE2D0D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C31367" w:rsidRPr="00972993" w:rsidTr="00111B8C">
        <w:tc>
          <w:tcPr>
            <w:tcW w:w="648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31367" w:rsidRPr="00EF38CB" w:rsidTr="00111B8C">
        <w:tc>
          <w:tcPr>
            <w:tcW w:w="648" w:type="dxa"/>
            <w:vAlign w:val="center"/>
          </w:tcPr>
          <w:p w:rsidR="00C31367" w:rsidRPr="00EB6A4F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C31367" w:rsidRDefault="00C31367" w:rsidP="00111B8C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C31367" w:rsidRPr="00F13CB5" w:rsidRDefault="00C31367" w:rsidP="00111B8C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202 15002 10 0000 151</w:t>
            </w:r>
          </w:p>
        </w:tc>
        <w:tc>
          <w:tcPr>
            <w:tcW w:w="1275" w:type="dxa"/>
            <w:vAlign w:val="center"/>
          </w:tcPr>
          <w:p w:rsidR="00C31367" w:rsidRPr="005A09FE" w:rsidRDefault="00C31367" w:rsidP="00111B8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3642D">
              <w:rPr>
                <w:lang w:eastAsia="en-US"/>
              </w:rPr>
              <w:t>60,7</w:t>
            </w:r>
          </w:p>
        </w:tc>
      </w:tr>
    </w:tbl>
    <w:p w:rsidR="00C31367" w:rsidRDefault="00C31367" w:rsidP="00AE2D0D">
      <w:pPr>
        <w:ind w:firstLine="567"/>
        <w:jc w:val="both"/>
      </w:pPr>
    </w:p>
    <w:p w:rsidR="00C31367" w:rsidRDefault="00C31367" w:rsidP="00AE2D0D">
      <w:pPr>
        <w:ind w:firstLine="567"/>
        <w:jc w:val="both"/>
      </w:pPr>
      <w:r>
        <w:t xml:space="preserve">1.4.2. </w:t>
      </w:r>
      <w:r w:rsidRPr="00ED6200">
        <w:t>Увеличить расходную часть бюджета МО «</w:t>
      </w:r>
      <w:r>
        <w:t>Ураковское</w:t>
      </w:r>
      <w:r w:rsidRPr="00ED6200">
        <w:t>»</w:t>
      </w:r>
      <w:r>
        <w:t xml:space="preserve"> на 60,7 </w:t>
      </w:r>
      <w:r w:rsidRPr="00ED6200">
        <w:t>тыс. руб. по следующим направлениям</w:t>
      </w:r>
      <w:r>
        <w:t>:</w:t>
      </w:r>
    </w:p>
    <w:p w:rsidR="00C31367" w:rsidRDefault="00C31367" w:rsidP="00AE2D0D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C31367" w:rsidRPr="00972993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31367" w:rsidRPr="00972993" w:rsidRDefault="00C31367" w:rsidP="00111B8C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C31367" w:rsidRPr="00DB5FEA" w:rsidRDefault="00C31367" w:rsidP="00111B8C">
            <w:pPr>
              <w:jc w:val="both"/>
            </w:pPr>
            <w:r>
              <w:t>Аппарат. Коммунальные услуги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both"/>
            </w:pPr>
            <w:r>
              <w:t>221 0104 9900060030 244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60,7</w:t>
            </w:r>
          </w:p>
        </w:tc>
      </w:tr>
    </w:tbl>
    <w:p w:rsidR="00C31367" w:rsidRDefault="00C31367" w:rsidP="00AE2D0D">
      <w:pPr>
        <w:jc w:val="both"/>
        <w:rPr>
          <w:color w:val="FF0000"/>
        </w:rPr>
      </w:pPr>
      <w:r>
        <w:rPr>
          <w:color w:val="FF0000"/>
        </w:rPr>
        <w:tab/>
      </w:r>
    </w:p>
    <w:p w:rsidR="00C31367" w:rsidRDefault="00C31367" w:rsidP="00AE2D0D">
      <w:pPr>
        <w:ind w:firstLine="567"/>
        <w:jc w:val="both"/>
      </w:pPr>
      <w:r>
        <w:t>1.5. В связи с поступлением дотации на сбалансированность бюджета, в соответствии с Распоряжением Администрации МО «Глазовский район» № 372 от 20.11.2018 года:</w:t>
      </w:r>
    </w:p>
    <w:p w:rsidR="00C31367" w:rsidRDefault="00C31367" w:rsidP="00AE2D0D">
      <w:pPr>
        <w:ind w:firstLine="567"/>
        <w:jc w:val="both"/>
      </w:pPr>
      <w:r>
        <w:t xml:space="preserve">1.5.1. </w:t>
      </w:r>
      <w:r w:rsidRPr="00ED6200">
        <w:t>Увеличить доходную часть бюджета МО «</w:t>
      </w:r>
      <w:r>
        <w:t>Ураковское</w:t>
      </w:r>
      <w:r w:rsidRPr="00ED6200">
        <w:t>»</w:t>
      </w:r>
      <w:r>
        <w:t xml:space="preserve"> на 8,3</w:t>
      </w:r>
      <w:r w:rsidRPr="00ED6200">
        <w:t xml:space="preserve"> тыс. руб.:</w:t>
      </w:r>
    </w:p>
    <w:p w:rsidR="00C31367" w:rsidRDefault="00C31367" w:rsidP="00AE2D0D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C31367" w:rsidRPr="00972993" w:rsidTr="00111B8C">
        <w:tc>
          <w:tcPr>
            <w:tcW w:w="648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31367" w:rsidRPr="00972993" w:rsidRDefault="00C31367" w:rsidP="00111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31367" w:rsidRPr="00EF38CB" w:rsidTr="00111B8C">
        <w:tc>
          <w:tcPr>
            <w:tcW w:w="648" w:type="dxa"/>
            <w:vAlign w:val="center"/>
          </w:tcPr>
          <w:p w:rsidR="00C31367" w:rsidRPr="00EB6A4F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C31367" w:rsidRDefault="00C31367" w:rsidP="00111B8C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C31367" w:rsidRPr="00F13CB5" w:rsidRDefault="00C31367" w:rsidP="00111B8C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202 15002 10 0000 151</w:t>
            </w:r>
          </w:p>
        </w:tc>
        <w:tc>
          <w:tcPr>
            <w:tcW w:w="1275" w:type="dxa"/>
            <w:vAlign w:val="center"/>
          </w:tcPr>
          <w:p w:rsidR="00C31367" w:rsidRPr="00EC6690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EC6690">
              <w:rPr>
                <w:lang w:eastAsia="en-US"/>
              </w:rPr>
              <w:t>6,1</w:t>
            </w:r>
          </w:p>
        </w:tc>
      </w:tr>
      <w:tr w:rsidR="00C31367" w:rsidRPr="00EF38CB" w:rsidTr="00111B8C">
        <w:tc>
          <w:tcPr>
            <w:tcW w:w="648" w:type="dxa"/>
            <w:vAlign w:val="center"/>
          </w:tcPr>
          <w:p w:rsidR="00C31367" w:rsidRPr="00EB6A4F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</w:tcPr>
          <w:p w:rsidR="00C31367" w:rsidRDefault="00C31367" w:rsidP="00111B8C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C31367" w:rsidRPr="00F13CB5" w:rsidRDefault="00C31367" w:rsidP="00111B8C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202 45160 10 0000 151</w:t>
            </w:r>
          </w:p>
        </w:tc>
        <w:tc>
          <w:tcPr>
            <w:tcW w:w="1275" w:type="dxa"/>
            <w:vAlign w:val="center"/>
          </w:tcPr>
          <w:p w:rsidR="00C31367" w:rsidRPr="00EC6690" w:rsidRDefault="00C31367" w:rsidP="00111B8C">
            <w:pPr>
              <w:spacing w:line="276" w:lineRule="auto"/>
              <w:jc w:val="center"/>
              <w:rPr>
                <w:lang w:eastAsia="en-US"/>
              </w:rPr>
            </w:pPr>
            <w:r w:rsidRPr="00EC6690">
              <w:rPr>
                <w:lang w:eastAsia="en-US"/>
              </w:rPr>
              <w:t>2,2</w:t>
            </w:r>
          </w:p>
        </w:tc>
      </w:tr>
    </w:tbl>
    <w:p w:rsidR="00C31367" w:rsidRDefault="00C31367" w:rsidP="00AE2D0D">
      <w:pPr>
        <w:ind w:firstLine="567"/>
        <w:jc w:val="both"/>
      </w:pPr>
    </w:p>
    <w:p w:rsidR="00C31367" w:rsidRDefault="00C31367" w:rsidP="00AE2D0D">
      <w:pPr>
        <w:ind w:firstLine="567"/>
        <w:jc w:val="both"/>
      </w:pPr>
      <w:r>
        <w:t xml:space="preserve">1.5.2. </w:t>
      </w:r>
      <w:r w:rsidRPr="00ED6200">
        <w:t>Увеличить расходную часть бюджета МО «</w:t>
      </w:r>
      <w:r>
        <w:t>Ураковское</w:t>
      </w:r>
      <w:r w:rsidRPr="00ED6200">
        <w:t>»</w:t>
      </w:r>
      <w:r>
        <w:t xml:space="preserve"> на 8,3 </w:t>
      </w:r>
      <w:r w:rsidRPr="00ED6200">
        <w:t>тыс. руб. по следующим направлениям</w:t>
      </w:r>
      <w:r>
        <w:t>:</w:t>
      </w:r>
    </w:p>
    <w:p w:rsidR="00C31367" w:rsidRDefault="00C31367" w:rsidP="00AE2D0D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C31367" w:rsidRPr="00972993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31367" w:rsidRPr="00972993" w:rsidRDefault="00C31367" w:rsidP="00111B8C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C31367" w:rsidRPr="00972993" w:rsidRDefault="00C31367" w:rsidP="00111B8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Pr="00972993" w:rsidRDefault="00C31367" w:rsidP="00111B8C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C31367" w:rsidRPr="00DB5FEA" w:rsidRDefault="00C31367" w:rsidP="00111B8C">
            <w:pPr>
              <w:jc w:val="both"/>
            </w:pPr>
            <w:r>
              <w:t>Налог на имущество</w:t>
            </w:r>
          </w:p>
        </w:tc>
        <w:tc>
          <w:tcPr>
            <w:tcW w:w="2835" w:type="dxa"/>
            <w:vAlign w:val="center"/>
          </w:tcPr>
          <w:p w:rsidR="00C31367" w:rsidRPr="00972993" w:rsidRDefault="00C31367" w:rsidP="00111B8C">
            <w:pPr>
              <w:jc w:val="both"/>
            </w:pPr>
            <w:r>
              <w:t>221 0104 9900004220 851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2,2</w:t>
            </w:r>
          </w:p>
        </w:tc>
      </w:tr>
      <w:tr w:rsidR="00C31367" w:rsidTr="00111B8C">
        <w:trPr>
          <w:trHeight w:val="612"/>
        </w:trPr>
        <w:tc>
          <w:tcPr>
            <w:tcW w:w="597" w:type="dxa"/>
            <w:vAlign w:val="center"/>
          </w:tcPr>
          <w:p w:rsidR="00C31367" w:rsidRDefault="00C31367" w:rsidP="00111B8C">
            <w:pPr>
              <w:jc w:val="center"/>
            </w:pPr>
            <w:r>
              <w:t>2.</w:t>
            </w:r>
          </w:p>
        </w:tc>
        <w:tc>
          <w:tcPr>
            <w:tcW w:w="4820" w:type="dxa"/>
            <w:vAlign w:val="center"/>
          </w:tcPr>
          <w:p w:rsidR="00C31367" w:rsidRPr="00DB5FEA" w:rsidRDefault="00C31367" w:rsidP="00111B8C">
            <w:pPr>
              <w:jc w:val="both"/>
            </w:pPr>
            <w:r>
              <w:t>Аппарат. Заработная плата</w:t>
            </w:r>
          </w:p>
        </w:tc>
        <w:tc>
          <w:tcPr>
            <w:tcW w:w="2835" w:type="dxa"/>
            <w:vAlign w:val="center"/>
          </w:tcPr>
          <w:p w:rsidR="00C31367" w:rsidRDefault="00C31367" w:rsidP="00111B8C">
            <w:pPr>
              <w:jc w:val="both"/>
            </w:pPr>
            <w:r>
              <w:t>221 0104 9900060030 121</w:t>
            </w:r>
          </w:p>
        </w:tc>
        <w:tc>
          <w:tcPr>
            <w:tcW w:w="1276" w:type="dxa"/>
            <w:vAlign w:val="center"/>
          </w:tcPr>
          <w:p w:rsidR="00C31367" w:rsidRDefault="00C31367" w:rsidP="00111B8C">
            <w:pPr>
              <w:jc w:val="center"/>
            </w:pPr>
            <w:r>
              <w:t>6,1</w:t>
            </w:r>
          </w:p>
        </w:tc>
      </w:tr>
    </w:tbl>
    <w:p w:rsidR="00C31367" w:rsidRPr="00607531" w:rsidRDefault="00C31367" w:rsidP="00AE2D0D">
      <w:pPr>
        <w:ind w:firstLine="567"/>
        <w:jc w:val="both"/>
      </w:pPr>
    </w:p>
    <w:p w:rsidR="00C31367" w:rsidRPr="001D3FF2" w:rsidRDefault="00C31367" w:rsidP="00AE2D0D">
      <w:pPr>
        <w:ind w:firstLine="567"/>
        <w:jc w:val="both"/>
        <w:rPr>
          <w:color w:val="FF0000"/>
        </w:rPr>
      </w:pPr>
      <w:r w:rsidRPr="00243A41">
        <w:t>2. Утвердить бюджет МО «Ураковское» на 20</w:t>
      </w:r>
      <w:r>
        <w:t>18</w:t>
      </w:r>
      <w:r w:rsidRPr="00243A41">
        <w:t xml:space="preserve"> год по </w:t>
      </w:r>
      <w:r w:rsidRPr="00076313">
        <w:t xml:space="preserve">доходам в </w:t>
      </w:r>
      <w:r w:rsidRPr="001D3FF2">
        <w:t xml:space="preserve">сумме </w:t>
      </w:r>
      <w:r w:rsidRPr="00EC6690">
        <w:t>3971,</w:t>
      </w:r>
      <w:r>
        <w:t>6</w:t>
      </w:r>
      <w:r w:rsidRPr="00EC6690">
        <w:t xml:space="preserve"> тыс.</w:t>
      </w:r>
      <w:r w:rsidRPr="001D3FF2">
        <w:t xml:space="preserve"> руб., по расходам </w:t>
      </w:r>
      <w:r w:rsidRPr="00377BF8">
        <w:t xml:space="preserve">в сумме </w:t>
      </w:r>
      <w:r>
        <w:t>4051,2</w:t>
      </w:r>
      <w:r w:rsidRPr="00377BF8">
        <w:t xml:space="preserve"> тыс. руб.</w:t>
      </w:r>
    </w:p>
    <w:p w:rsidR="00C31367" w:rsidRPr="005F79AD" w:rsidRDefault="00C31367" w:rsidP="00AE2D0D">
      <w:pPr>
        <w:ind w:firstLine="567"/>
        <w:jc w:val="both"/>
        <w:rPr>
          <w:color w:val="FF0000"/>
        </w:rPr>
      </w:pPr>
    </w:p>
    <w:p w:rsidR="00C31367" w:rsidRPr="00C86672" w:rsidRDefault="00C31367" w:rsidP="00AE2D0D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 1,</w:t>
      </w:r>
      <w:r>
        <w:t>2,5,</w:t>
      </w:r>
      <w:r w:rsidRPr="00D763B6">
        <w:t>7,9,</w:t>
      </w:r>
      <w:r>
        <w:t>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C86672">
        <w:t>№ 59 от 22.12.2017 года «О бюджете муниципального образования «Ураковское» на 2018 год и на плановый</w:t>
      </w:r>
      <w:r>
        <w:t xml:space="preserve"> </w:t>
      </w:r>
      <w:r w:rsidRPr="00C86672">
        <w:t>период 2019 и 2020 годов» (в ред. решения № 81 от 27.04.2018 года, № 84 от 31.05.2018 года, № 85 от 31.05.2018</w:t>
      </w:r>
      <w:r>
        <w:t xml:space="preserve">, </w:t>
      </w:r>
      <w:r w:rsidRPr="00AE2D0D">
        <w:t>№ 93 от 24.08.2018 года</w:t>
      </w:r>
      <w:r w:rsidRPr="00C86672">
        <w:t>)</w:t>
      </w:r>
      <w:r>
        <w:t>.</w:t>
      </w:r>
    </w:p>
    <w:p w:rsidR="00C31367" w:rsidRPr="00C86672" w:rsidRDefault="00C31367" w:rsidP="00AE2D0D">
      <w:pPr>
        <w:ind w:firstLine="567"/>
        <w:jc w:val="both"/>
      </w:pPr>
    </w:p>
    <w:p w:rsidR="00C31367" w:rsidRPr="00F532DE" w:rsidRDefault="00C31367" w:rsidP="00AE2D0D">
      <w:pPr>
        <w:ind w:firstLine="567"/>
        <w:jc w:val="both"/>
        <w:rPr>
          <w:b/>
        </w:rPr>
      </w:pPr>
      <w:r>
        <w:t xml:space="preserve">4. </w:t>
      </w:r>
      <w:r w:rsidRPr="00EB2A92"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Pr="009D1054">
        <w:t>поселения №</w:t>
      </w:r>
      <w:r>
        <w:t xml:space="preserve"> 05-10-2018 от 29.12.2017 года.</w:t>
      </w:r>
    </w:p>
    <w:p w:rsidR="00C31367" w:rsidRPr="00F532DE" w:rsidRDefault="00C31367" w:rsidP="00AE2D0D">
      <w:pPr>
        <w:ind w:left="360"/>
        <w:jc w:val="both"/>
      </w:pPr>
    </w:p>
    <w:p w:rsidR="00C31367" w:rsidRPr="00F532DE" w:rsidRDefault="00C31367" w:rsidP="00AE2D0D">
      <w:pPr>
        <w:ind w:left="360"/>
        <w:jc w:val="both"/>
      </w:pPr>
    </w:p>
    <w:p w:rsidR="00C31367" w:rsidRDefault="00C31367" w:rsidP="00AE2D0D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C31367" w:rsidRPr="00F532DE" w:rsidRDefault="00C31367" w:rsidP="00AE2D0D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образования</w:t>
      </w:r>
      <w:r>
        <w:rPr>
          <w:b/>
        </w:rPr>
        <w:t xml:space="preserve"> «Ураковское»                                                            Т.В. Бабинцева</w:t>
      </w:r>
      <w:r w:rsidRPr="00F532DE">
        <w:rPr>
          <w:b/>
        </w:rPr>
        <w:t xml:space="preserve">                                                                                                 </w:t>
      </w:r>
    </w:p>
    <w:p w:rsidR="00C31367" w:rsidRPr="00F532DE" w:rsidRDefault="00C31367" w:rsidP="00AE2D0D">
      <w:pPr>
        <w:ind w:left="360"/>
        <w:jc w:val="both"/>
        <w:rPr>
          <w:b/>
        </w:rPr>
      </w:pPr>
    </w:p>
    <w:p w:rsidR="00C31367" w:rsidRPr="00F532DE" w:rsidRDefault="00C31367" w:rsidP="00AE2D0D">
      <w:pPr>
        <w:ind w:left="360"/>
        <w:jc w:val="both"/>
        <w:rPr>
          <w:b/>
        </w:rPr>
      </w:pPr>
    </w:p>
    <w:p w:rsidR="00C31367" w:rsidRPr="005F79AD" w:rsidRDefault="00C31367" w:rsidP="00AE2D0D">
      <w:pPr>
        <w:rPr>
          <w:b/>
          <w:color w:val="FF0000"/>
        </w:rPr>
      </w:pPr>
    </w:p>
    <w:p w:rsidR="00C31367" w:rsidRPr="005F79AD" w:rsidRDefault="00C31367" w:rsidP="00AE2D0D">
      <w:pPr>
        <w:rPr>
          <w:b/>
          <w:color w:val="FF0000"/>
        </w:rPr>
      </w:pPr>
    </w:p>
    <w:p w:rsidR="00C31367" w:rsidRPr="005F79AD" w:rsidRDefault="00C31367" w:rsidP="000B79F4">
      <w:pPr>
        <w:shd w:val="clear" w:color="auto" w:fill="FFFFFF"/>
        <w:ind w:left="38" w:right="563"/>
        <w:rPr>
          <w:b/>
          <w:color w:val="FF0000"/>
        </w:rPr>
      </w:pPr>
    </w:p>
    <w:p w:rsidR="00C31367" w:rsidRPr="005F79AD" w:rsidRDefault="00C31367" w:rsidP="009F583F">
      <w:pPr>
        <w:rPr>
          <w:b/>
          <w:color w:val="FF0000"/>
        </w:rPr>
      </w:pPr>
    </w:p>
    <w:p w:rsidR="00C31367" w:rsidRPr="005F79AD" w:rsidRDefault="00C31367">
      <w:pPr>
        <w:rPr>
          <w:b/>
          <w:color w:val="FF0000"/>
        </w:rPr>
      </w:pPr>
    </w:p>
    <w:sectPr w:rsidR="00C31367" w:rsidRPr="005F79A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33D2"/>
    <w:rsid w:val="00034544"/>
    <w:rsid w:val="0006746E"/>
    <w:rsid w:val="00076313"/>
    <w:rsid w:val="000875D3"/>
    <w:rsid w:val="000B79F4"/>
    <w:rsid w:val="000F37D2"/>
    <w:rsid w:val="00111B8C"/>
    <w:rsid w:val="00131A99"/>
    <w:rsid w:val="00132F6D"/>
    <w:rsid w:val="0014244A"/>
    <w:rsid w:val="0014503B"/>
    <w:rsid w:val="001466A8"/>
    <w:rsid w:val="00170080"/>
    <w:rsid w:val="00187597"/>
    <w:rsid w:val="0019658A"/>
    <w:rsid w:val="001B0C52"/>
    <w:rsid w:val="001C59DA"/>
    <w:rsid w:val="001D3FF2"/>
    <w:rsid w:val="001F06FD"/>
    <w:rsid w:val="001F5E43"/>
    <w:rsid w:val="00204275"/>
    <w:rsid w:val="00243A41"/>
    <w:rsid w:val="0027216D"/>
    <w:rsid w:val="002925E3"/>
    <w:rsid w:val="00293DDF"/>
    <w:rsid w:val="0029680A"/>
    <w:rsid w:val="002A7CDB"/>
    <w:rsid w:val="002C2F08"/>
    <w:rsid w:val="002C6B1B"/>
    <w:rsid w:val="002D49F2"/>
    <w:rsid w:val="002E05F0"/>
    <w:rsid w:val="002E5B37"/>
    <w:rsid w:val="00315A79"/>
    <w:rsid w:val="00350E82"/>
    <w:rsid w:val="00356124"/>
    <w:rsid w:val="0036110D"/>
    <w:rsid w:val="00365545"/>
    <w:rsid w:val="00377BF8"/>
    <w:rsid w:val="00392C16"/>
    <w:rsid w:val="003B0EB1"/>
    <w:rsid w:val="003C4757"/>
    <w:rsid w:val="003D2B34"/>
    <w:rsid w:val="003F06F0"/>
    <w:rsid w:val="0043062C"/>
    <w:rsid w:val="0043642D"/>
    <w:rsid w:val="00487FBD"/>
    <w:rsid w:val="00492A05"/>
    <w:rsid w:val="00496697"/>
    <w:rsid w:val="004B5967"/>
    <w:rsid w:val="004D0A55"/>
    <w:rsid w:val="004D5A8A"/>
    <w:rsid w:val="004D6EDB"/>
    <w:rsid w:val="00535966"/>
    <w:rsid w:val="00562C89"/>
    <w:rsid w:val="00572D6F"/>
    <w:rsid w:val="00580436"/>
    <w:rsid w:val="00581F97"/>
    <w:rsid w:val="005A09FE"/>
    <w:rsid w:val="005C1F3F"/>
    <w:rsid w:val="005C3999"/>
    <w:rsid w:val="005F79AD"/>
    <w:rsid w:val="00607531"/>
    <w:rsid w:val="00660AFA"/>
    <w:rsid w:val="006869D2"/>
    <w:rsid w:val="0069172B"/>
    <w:rsid w:val="00693979"/>
    <w:rsid w:val="006B67D4"/>
    <w:rsid w:val="006D66C0"/>
    <w:rsid w:val="006E0DBA"/>
    <w:rsid w:val="006E1796"/>
    <w:rsid w:val="006F468F"/>
    <w:rsid w:val="00703FA9"/>
    <w:rsid w:val="00767BCF"/>
    <w:rsid w:val="00770018"/>
    <w:rsid w:val="007A6CB9"/>
    <w:rsid w:val="007B1716"/>
    <w:rsid w:val="007F78C2"/>
    <w:rsid w:val="0082268F"/>
    <w:rsid w:val="0082507B"/>
    <w:rsid w:val="008324A5"/>
    <w:rsid w:val="0085278A"/>
    <w:rsid w:val="00874290"/>
    <w:rsid w:val="00956162"/>
    <w:rsid w:val="00972993"/>
    <w:rsid w:val="00974BEE"/>
    <w:rsid w:val="00991781"/>
    <w:rsid w:val="009A6AA6"/>
    <w:rsid w:val="009A6D15"/>
    <w:rsid w:val="009D1054"/>
    <w:rsid w:val="009F185A"/>
    <w:rsid w:val="009F583F"/>
    <w:rsid w:val="00A12B87"/>
    <w:rsid w:val="00A211F8"/>
    <w:rsid w:val="00A258C7"/>
    <w:rsid w:val="00A263AE"/>
    <w:rsid w:val="00A46FCC"/>
    <w:rsid w:val="00A75492"/>
    <w:rsid w:val="00A96E35"/>
    <w:rsid w:val="00AC0D65"/>
    <w:rsid w:val="00AD3ACC"/>
    <w:rsid w:val="00AD4E3F"/>
    <w:rsid w:val="00AE2D0D"/>
    <w:rsid w:val="00AF1DE1"/>
    <w:rsid w:val="00B00B61"/>
    <w:rsid w:val="00B02FA1"/>
    <w:rsid w:val="00B034CB"/>
    <w:rsid w:val="00B30957"/>
    <w:rsid w:val="00B66252"/>
    <w:rsid w:val="00B876B5"/>
    <w:rsid w:val="00B920BF"/>
    <w:rsid w:val="00B97021"/>
    <w:rsid w:val="00B97DCC"/>
    <w:rsid w:val="00BC0986"/>
    <w:rsid w:val="00BD5C92"/>
    <w:rsid w:val="00BE071A"/>
    <w:rsid w:val="00BF3216"/>
    <w:rsid w:val="00BF6155"/>
    <w:rsid w:val="00C13B56"/>
    <w:rsid w:val="00C31367"/>
    <w:rsid w:val="00C62526"/>
    <w:rsid w:val="00C86672"/>
    <w:rsid w:val="00CB167C"/>
    <w:rsid w:val="00D14557"/>
    <w:rsid w:val="00D164B5"/>
    <w:rsid w:val="00D444FC"/>
    <w:rsid w:val="00D460FD"/>
    <w:rsid w:val="00D51D8C"/>
    <w:rsid w:val="00D655B2"/>
    <w:rsid w:val="00D763B6"/>
    <w:rsid w:val="00DB4751"/>
    <w:rsid w:val="00DB5FEA"/>
    <w:rsid w:val="00DC09C6"/>
    <w:rsid w:val="00DC451A"/>
    <w:rsid w:val="00DE414C"/>
    <w:rsid w:val="00DF1E48"/>
    <w:rsid w:val="00E355C9"/>
    <w:rsid w:val="00E53B46"/>
    <w:rsid w:val="00E572DB"/>
    <w:rsid w:val="00E63ACD"/>
    <w:rsid w:val="00E65E47"/>
    <w:rsid w:val="00EA7615"/>
    <w:rsid w:val="00EB2A92"/>
    <w:rsid w:val="00EB6A4F"/>
    <w:rsid w:val="00EC6690"/>
    <w:rsid w:val="00EC704A"/>
    <w:rsid w:val="00ED6200"/>
    <w:rsid w:val="00ED6483"/>
    <w:rsid w:val="00EE5607"/>
    <w:rsid w:val="00EF03AA"/>
    <w:rsid w:val="00EF38CB"/>
    <w:rsid w:val="00F05354"/>
    <w:rsid w:val="00F13CB5"/>
    <w:rsid w:val="00F16B8E"/>
    <w:rsid w:val="00F33EE1"/>
    <w:rsid w:val="00F367AF"/>
    <w:rsid w:val="00F41333"/>
    <w:rsid w:val="00F41D15"/>
    <w:rsid w:val="00F532DE"/>
    <w:rsid w:val="00F53FB4"/>
    <w:rsid w:val="00F6025B"/>
    <w:rsid w:val="00F770CF"/>
    <w:rsid w:val="00F82486"/>
    <w:rsid w:val="00FB2673"/>
    <w:rsid w:val="00FC581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4</Pages>
  <Words>1050</Words>
  <Characters>5985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2019-01-14T05:51:00Z</cp:lastPrinted>
  <dcterms:created xsi:type="dcterms:W3CDTF">2018-08-27T09:55:00Z</dcterms:created>
  <dcterms:modified xsi:type="dcterms:W3CDTF">2019-01-14T06:03:00Z</dcterms:modified>
</cp:coreProperties>
</file>