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92E" w:rsidRPr="00153A78" w:rsidRDefault="00D3492E" w:rsidP="002E1C4C">
      <w:pPr>
        <w:tabs>
          <w:tab w:val="center" w:pos="4677"/>
        </w:tabs>
        <w:jc w:val="center"/>
        <w:rPr>
          <w:sz w:val="20"/>
          <w:szCs w:val="20"/>
        </w:rPr>
      </w:pPr>
      <w:r w:rsidRPr="00153A78">
        <w:rPr>
          <w:sz w:val="20"/>
          <w:szCs w:val="20"/>
        </w:rPr>
        <w:t>СОВЕТ  ДЕПУТАТОВ   МУНИЦИПАЛЬНОГО  ОБРАЗОВАНИЯ  «УРАКОВСКОЕ»</w:t>
      </w:r>
    </w:p>
    <w:p w:rsidR="00D3492E" w:rsidRPr="00153A78" w:rsidRDefault="00D3492E" w:rsidP="002E1C4C">
      <w:pPr>
        <w:jc w:val="center"/>
        <w:rPr>
          <w:bCs/>
          <w:sz w:val="20"/>
          <w:szCs w:val="20"/>
        </w:rPr>
      </w:pPr>
    </w:p>
    <w:p w:rsidR="00D3492E" w:rsidRPr="00153A78" w:rsidRDefault="00D3492E" w:rsidP="002E1C4C">
      <w:pPr>
        <w:pBdr>
          <w:bottom w:val="single" w:sz="8" w:space="1" w:color="000000"/>
        </w:pBdr>
        <w:jc w:val="center"/>
        <w:rPr>
          <w:sz w:val="20"/>
          <w:szCs w:val="20"/>
        </w:rPr>
      </w:pPr>
      <w:r w:rsidRPr="00153A78">
        <w:rPr>
          <w:sz w:val="20"/>
          <w:szCs w:val="20"/>
        </w:rPr>
        <w:t xml:space="preserve"> « УРАК» МУНИЦИПАЛ  КЫЛДЭТЫСЬ   ДЕПУТАТЪЕСЛЭН  КЕНЕШСЫ</w:t>
      </w:r>
    </w:p>
    <w:p w:rsidR="00D3492E" w:rsidRPr="00153A78" w:rsidRDefault="00D3492E" w:rsidP="002E1C4C">
      <w:pPr>
        <w:tabs>
          <w:tab w:val="center" w:pos="4677"/>
        </w:tabs>
        <w:jc w:val="center"/>
        <w:rPr>
          <w:sz w:val="20"/>
          <w:szCs w:val="20"/>
        </w:rPr>
      </w:pPr>
      <w:r w:rsidRPr="00153A78">
        <w:rPr>
          <w:sz w:val="20"/>
          <w:szCs w:val="20"/>
        </w:rPr>
        <w:t xml:space="preserve"> Советская ул. д.12а  д. Ураково  Глазовский район, Удмуртская Республика, тел.90-738</w:t>
      </w:r>
    </w:p>
    <w:p w:rsidR="00D3492E" w:rsidRPr="00153A78" w:rsidRDefault="00D3492E" w:rsidP="002E1C4C">
      <w:pPr>
        <w:tabs>
          <w:tab w:val="center" w:pos="4677"/>
        </w:tabs>
        <w:rPr>
          <w:sz w:val="20"/>
          <w:szCs w:val="20"/>
        </w:rPr>
      </w:pPr>
    </w:p>
    <w:p w:rsidR="00D3492E" w:rsidRPr="00153A78" w:rsidRDefault="00D3492E" w:rsidP="002E1C4C">
      <w:pPr>
        <w:tabs>
          <w:tab w:val="center" w:pos="4677"/>
        </w:tabs>
        <w:jc w:val="center"/>
        <w:rPr>
          <w:b/>
        </w:rPr>
      </w:pPr>
      <w:r w:rsidRPr="00153A78">
        <w:rPr>
          <w:b/>
        </w:rPr>
        <w:t xml:space="preserve">Тридцать </w:t>
      </w:r>
      <w:r>
        <w:rPr>
          <w:b/>
        </w:rPr>
        <w:t>девятая</w:t>
      </w:r>
      <w:r w:rsidRPr="00153A78">
        <w:rPr>
          <w:b/>
        </w:rPr>
        <w:t xml:space="preserve"> сессия  Совета  депутатов муниципального </w:t>
      </w:r>
    </w:p>
    <w:p w:rsidR="00D3492E" w:rsidRPr="00153A78" w:rsidRDefault="00D3492E" w:rsidP="002E1C4C">
      <w:pPr>
        <w:tabs>
          <w:tab w:val="center" w:pos="4677"/>
        </w:tabs>
        <w:jc w:val="center"/>
        <w:rPr>
          <w:b/>
        </w:rPr>
      </w:pPr>
      <w:r w:rsidRPr="00153A78">
        <w:rPr>
          <w:b/>
        </w:rPr>
        <w:t xml:space="preserve"> образования «Ураковское» четвертого созыва</w:t>
      </w:r>
    </w:p>
    <w:p w:rsidR="00D3492E" w:rsidRPr="00153A78" w:rsidRDefault="00D3492E" w:rsidP="002E1C4C"/>
    <w:p w:rsidR="00D3492E" w:rsidRPr="00153A78" w:rsidRDefault="00D3492E" w:rsidP="002E1C4C">
      <w:pPr>
        <w:rPr>
          <w:b/>
        </w:rPr>
      </w:pPr>
      <w:r w:rsidRPr="00153A78">
        <w:t xml:space="preserve">                                                                </w:t>
      </w:r>
      <w:r w:rsidRPr="00153A78">
        <w:rPr>
          <w:b/>
          <w:bCs/>
        </w:rPr>
        <w:t>РЕШЕНИЕ</w:t>
      </w:r>
    </w:p>
    <w:p w:rsidR="00D3492E" w:rsidRPr="00153A78" w:rsidRDefault="00D3492E" w:rsidP="002E1C4C">
      <w:pPr>
        <w:rPr>
          <w:b/>
        </w:rPr>
      </w:pPr>
      <w:r w:rsidRPr="00153A78">
        <w:rPr>
          <w:b/>
          <w:bCs/>
        </w:rPr>
        <w:t xml:space="preserve">                       Совета депутатов муниципального образования «Ураковское»</w:t>
      </w:r>
    </w:p>
    <w:p w:rsidR="00D3492E" w:rsidRPr="00153A78" w:rsidRDefault="00D3492E" w:rsidP="002E1C4C">
      <w:pPr>
        <w:rPr>
          <w:b/>
        </w:rPr>
      </w:pPr>
    </w:p>
    <w:p w:rsidR="00D3492E" w:rsidRPr="00153A78" w:rsidRDefault="00D3492E" w:rsidP="002E1C4C">
      <w:pPr>
        <w:rPr>
          <w:b/>
          <w:bCs/>
        </w:rPr>
      </w:pPr>
      <w:r>
        <w:rPr>
          <w:b/>
          <w:bCs/>
        </w:rPr>
        <w:t>о</w:t>
      </w:r>
      <w:r w:rsidRPr="00153A78">
        <w:rPr>
          <w:b/>
          <w:bCs/>
        </w:rPr>
        <w:t>т</w:t>
      </w:r>
      <w:r>
        <w:rPr>
          <w:b/>
          <w:bCs/>
        </w:rPr>
        <w:t xml:space="preserve">  15.07</w:t>
      </w:r>
      <w:r w:rsidRPr="00153A78">
        <w:rPr>
          <w:b/>
          <w:bCs/>
        </w:rPr>
        <w:t>.2020 года                                                                                                           №  17</w:t>
      </w:r>
      <w:r>
        <w:rPr>
          <w:b/>
          <w:bCs/>
        </w:rPr>
        <w:t>8</w:t>
      </w:r>
    </w:p>
    <w:p w:rsidR="00D3492E" w:rsidRPr="008C3789" w:rsidRDefault="00D3492E" w:rsidP="002E1C4C">
      <w:pPr>
        <w:suppressAutoHyphens/>
        <w:jc w:val="both"/>
        <w:rPr>
          <w:b/>
          <w:lang w:eastAsia="ar-SA"/>
        </w:rPr>
      </w:pPr>
    </w:p>
    <w:p w:rsidR="00D3492E" w:rsidRPr="00C16A29" w:rsidRDefault="00D3492E" w:rsidP="002E1C4C">
      <w:pPr>
        <w:rPr>
          <w:b/>
        </w:rPr>
      </w:pPr>
      <w:r w:rsidRPr="00C16A29">
        <w:rPr>
          <w:b/>
        </w:rPr>
        <w:t>О внесении изменений в решение Совета</w:t>
      </w:r>
    </w:p>
    <w:p w:rsidR="00D3492E" w:rsidRPr="00C16A29" w:rsidRDefault="00D3492E" w:rsidP="002E1C4C">
      <w:pPr>
        <w:rPr>
          <w:b/>
        </w:rPr>
      </w:pPr>
      <w:r w:rsidRPr="00C16A29">
        <w:rPr>
          <w:b/>
        </w:rPr>
        <w:t>депутатов муниципального образования</w:t>
      </w:r>
    </w:p>
    <w:p w:rsidR="00D3492E" w:rsidRPr="00C16A29" w:rsidRDefault="00D3492E" w:rsidP="002E1C4C">
      <w:pPr>
        <w:rPr>
          <w:b/>
        </w:rPr>
      </w:pPr>
      <w:r w:rsidRPr="00C16A29">
        <w:rPr>
          <w:b/>
        </w:rPr>
        <w:t>«Ураковское» № 158 от 24.12.2019 «О бюджете</w:t>
      </w:r>
    </w:p>
    <w:p w:rsidR="00D3492E" w:rsidRPr="00C16A29" w:rsidRDefault="00D3492E" w:rsidP="002E1C4C">
      <w:pPr>
        <w:rPr>
          <w:b/>
        </w:rPr>
      </w:pPr>
      <w:r w:rsidRPr="00C16A29">
        <w:rPr>
          <w:b/>
        </w:rPr>
        <w:t>муниципального образования «Ураковское»</w:t>
      </w:r>
    </w:p>
    <w:p w:rsidR="00D3492E" w:rsidRPr="00C16A29" w:rsidRDefault="00D3492E" w:rsidP="002E1C4C">
      <w:pPr>
        <w:rPr>
          <w:b/>
        </w:rPr>
      </w:pPr>
      <w:r w:rsidRPr="00C16A29">
        <w:rPr>
          <w:b/>
          <w:bCs/>
        </w:rPr>
        <w:t>на 2020 год и на плановый период</w:t>
      </w:r>
      <w:r w:rsidRPr="00C16A29">
        <w:rPr>
          <w:b/>
        </w:rPr>
        <w:t xml:space="preserve"> 2021 и 2022 годов»</w:t>
      </w:r>
    </w:p>
    <w:p w:rsidR="00D3492E" w:rsidRPr="005F79AD" w:rsidRDefault="00D3492E" w:rsidP="002E1C4C">
      <w:pPr>
        <w:rPr>
          <w:b/>
        </w:rPr>
      </w:pPr>
      <w:r w:rsidRPr="00757020">
        <w:rPr>
          <w:b/>
        </w:rPr>
        <w:t xml:space="preserve"> </w:t>
      </w:r>
      <w:r>
        <w:rPr>
          <w:b/>
        </w:rPr>
        <w:t>(в ред. решения № 165</w:t>
      </w:r>
      <w:r w:rsidRPr="00757020">
        <w:rPr>
          <w:b/>
        </w:rPr>
        <w:t xml:space="preserve"> от </w:t>
      </w:r>
      <w:r>
        <w:rPr>
          <w:b/>
        </w:rPr>
        <w:t>12.02.2020, № 172 от 15.05.2020</w:t>
      </w:r>
      <w:r w:rsidRPr="00757020">
        <w:rPr>
          <w:b/>
        </w:rPr>
        <w:t>)</w:t>
      </w:r>
    </w:p>
    <w:p w:rsidR="00D3492E" w:rsidRPr="005F79AD" w:rsidRDefault="00D3492E" w:rsidP="001C59DA">
      <w:pPr>
        <w:ind w:firstLine="567"/>
        <w:jc w:val="both"/>
      </w:pPr>
    </w:p>
    <w:p w:rsidR="00D3492E" w:rsidRPr="005F79AD" w:rsidRDefault="00D3492E" w:rsidP="001C59DA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D3492E" w:rsidRPr="005F79AD" w:rsidRDefault="00D3492E" w:rsidP="002D49F2">
      <w:pPr>
        <w:jc w:val="both"/>
        <w:rPr>
          <w:b/>
        </w:rPr>
      </w:pPr>
    </w:p>
    <w:p w:rsidR="00D3492E" w:rsidRDefault="00D3492E" w:rsidP="009037DB">
      <w:pPr>
        <w:jc w:val="both"/>
      </w:pPr>
      <w:r w:rsidRPr="005F79AD">
        <w:t xml:space="preserve">1. Внести следующие изменения в решение Совета депутатов муниципального образования «Ураковское» </w:t>
      </w:r>
      <w:r w:rsidRPr="00652365">
        <w:t xml:space="preserve">№ 158 от 24.12.2019 «О бюджете муниципального образования «Ураковское» </w:t>
      </w:r>
      <w:r w:rsidRPr="00652365">
        <w:rPr>
          <w:bCs/>
        </w:rPr>
        <w:t>на 2020 год и на плановый период</w:t>
      </w:r>
      <w:r w:rsidRPr="00652365">
        <w:t xml:space="preserve"> 2021 и 2022 годов» (в ред. решения № 165 от 12.02.2020, № 172 от 15.05.2020)</w:t>
      </w:r>
      <w:r>
        <w:t>.</w:t>
      </w:r>
    </w:p>
    <w:p w:rsidR="00D3492E" w:rsidRPr="00652365" w:rsidRDefault="00D3492E" w:rsidP="009037DB">
      <w:pPr>
        <w:jc w:val="both"/>
      </w:pPr>
    </w:p>
    <w:p w:rsidR="00D3492E" w:rsidRPr="009706D4" w:rsidRDefault="00D3492E" w:rsidP="009037DB">
      <w:pPr>
        <w:ind w:firstLine="567"/>
        <w:jc w:val="both"/>
      </w:pPr>
      <w:r w:rsidRPr="009706D4">
        <w:t>1.</w:t>
      </w:r>
      <w:r>
        <w:t>1</w:t>
      </w:r>
      <w:r w:rsidRPr="009706D4">
        <w:t>. В соответствии с распоряжением Администрации МО «</w:t>
      </w:r>
      <w:r>
        <w:t>Ураковское</w:t>
      </w:r>
      <w:r w:rsidRPr="009706D4">
        <w:t xml:space="preserve">» № </w:t>
      </w:r>
      <w:r>
        <w:t>17</w:t>
      </w:r>
      <w:r w:rsidRPr="009706D4">
        <w:t xml:space="preserve"> от </w:t>
      </w:r>
      <w:r>
        <w:t>25.05.2020</w:t>
      </w:r>
      <w:r w:rsidRPr="009706D4">
        <w:t xml:space="preserve"> года произвести перемещение бюджетных ассигнований</w:t>
      </w:r>
      <w:r>
        <w:t xml:space="preserve"> на оказание материальной помощи в связи с пожаром: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D3492E" w:rsidRPr="00B65AA9" w:rsidTr="00C035A7">
        <w:trPr>
          <w:trHeight w:val="663"/>
        </w:trPr>
        <w:tc>
          <w:tcPr>
            <w:tcW w:w="644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D3492E" w:rsidRPr="00B65AA9" w:rsidTr="00C035A7">
        <w:trPr>
          <w:trHeight w:val="988"/>
        </w:trPr>
        <w:tc>
          <w:tcPr>
            <w:tcW w:w="644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9706D4">
              <w:rPr>
                <w:lang w:eastAsia="en-US"/>
              </w:rPr>
              <w:t>.</w:t>
            </w:r>
          </w:p>
        </w:tc>
        <w:tc>
          <w:tcPr>
            <w:tcW w:w="4743" w:type="dxa"/>
            <w:vAlign w:val="center"/>
          </w:tcPr>
          <w:p w:rsidR="00D3492E" w:rsidRPr="009706D4" w:rsidRDefault="00D3492E" w:rsidP="00C035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фонд.</w:t>
            </w:r>
          </w:p>
        </w:tc>
        <w:tc>
          <w:tcPr>
            <w:tcW w:w="2844" w:type="dxa"/>
            <w:vAlign w:val="center"/>
          </w:tcPr>
          <w:p w:rsidR="00D3492E" w:rsidRPr="00B0365C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221 0111 9900060080 870</w:t>
            </w:r>
          </w:p>
        </w:tc>
        <w:tc>
          <w:tcPr>
            <w:tcW w:w="1267" w:type="dxa"/>
            <w:vAlign w:val="center"/>
          </w:tcPr>
          <w:p w:rsidR="00D3492E" w:rsidRPr="0095278C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D3492E" w:rsidRPr="00B65AA9" w:rsidTr="00C035A7">
        <w:trPr>
          <w:trHeight w:val="988"/>
        </w:trPr>
        <w:tc>
          <w:tcPr>
            <w:tcW w:w="644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D3492E" w:rsidRPr="00E85035" w:rsidRDefault="00D3492E" w:rsidP="00C035A7">
            <w:pPr>
              <w:spacing w:line="276" w:lineRule="auto"/>
              <w:rPr>
                <w:lang w:eastAsia="en-US"/>
              </w:rPr>
            </w:pPr>
            <w:r>
              <w:t>Оказание материальной помощи</w:t>
            </w:r>
          </w:p>
        </w:tc>
        <w:tc>
          <w:tcPr>
            <w:tcW w:w="2844" w:type="dxa"/>
            <w:vAlign w:val="center"/>
          </w:tcPr>
          <w:p w:rsidR="00D3492E" w:rsidRPr="005B40B3" w:rsidRDefault="00D3492E" w:rsidP="00C035A7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9706D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1003 9900061720 244 </w:t>
            </w:r>
          </w:p>
        </w:tc>
        <w:tc>
          <w:tcPr>
            <w:tcW w:w="1267" w:type="dxa"/>
            <w:vAlign w:val="center"/>
          </w:tcPr>
          <w:p w:rsidR="00D3492E" w:rsidRPr="0095278C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</w:tbl>
    <w:p w:rsidR="00D3492E" w:rsidRDefault="00D3492E" w:rsidP="009037DB">
      <w:pPr>
        <w:ind w:firstLine="567"/>
        <w:jc w:val="both"/>
        <w:rPr>
          <w:highlight w:val="yellow"/>
        </w:rPr>
      </w:pPr>
    </w:p>
    <w:p w:rsidR="00D3492E" w:rsidRPr="009706D4" w:rsidRDefault="00D3492E" w:rsidP="009037DB">
      <w:pPr>
        <w:ind w:firstLine="567"/>
        <w:jc w:val="both"/>
      </w:pPr>
      <w:r w:rsidRPr="009706D4">
        <w:t>1.</w:t>
      </w:r>
      <w:r>
        <w:t>2</w:t>
      </w:r>
      <w:r w:rsidRPr="009706D4">
        <w:t>. В соответствии с распоряжением Администрации МО «</w:t>
      </w:r>
      <w:r>
        <w:t>Ураковское</w:t>
      </w:r>
      <w:r w:rsidRPr="009706D4">
        <w:t xml:space="preserve">» № </w:t>
      </w:r>
      <w:r>
        <w:t>18</w:t>
      </w:r>
      <w:r w:rsidRPr="009706D4">
        <w:t xml:space="preserve"> от </w:t>
      </w:r>
      <w:r>
        <w:t>25.05.2020</w:t>
      </w:r>
      <w:r w:rsidRPr="009706D4">
        <w:t xml:space="preserve"> года произвести перемещение бюджетных ассигнований</w:t>
      </w:r>
      <w:r>
        <w:t xml:space="preserve"> на оказание материальной помощи в связи с пожаром: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D3492E" w:rsidRPr="00B65AA9" w:rsidTr="00C035A7">
        <w:trPr>
          <w:trHeight w:val="663"/>
        </w:trPr>
        <w:tc>
          <w:tcPr>
            <w:tcW w:w="644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№</w:t>
            </w:r>
          </w:p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Сумма,</w:t>
            </w:r>
          </w:p>
          <w:p w:rsidR="00D3492E" w:rsidRPr="009706D4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06D4">
              <w:rPr>
                <w:b/>
                <w:lang w:eastAsia="en-US"/>
              </w:rPr>
              <w:t>тыс. руб.</w:t>
            </w:r>
          </w:p>
        </w:tc>
      </w:tr>
      <w:tr w:rsidR="00D3492E" w:rsidRPr="00B65AA9" w:rsidTr="00C035A7">
        <w:trPr>
          <w:trHeight w:val="988"/>
        </w:trPr>
        <w:tc>
          <w:tcPr>
            <w:tcW w:w="644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9706D4">
              <w:rPr>
                <w:lang w:eastAsia="en-US"/>
              </w:rPr>
              <w:t>.</w:t>
            </w:r>
          </w:p>
        </w:tc>
        <w:tc>
          <w:tcPr>
            <w:tcW w:w="4743" w:type="dxa"/>
            <w:vAlign w:val="center"/>
          </w:tcPr>
          <w:p w:rsidR="00D3492E" w:rsidRPr="009706D4" w:rsidRDefault="00D3492E" w:rsidP="00C035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фонд.</w:t>
            </w:r>
          </w:p>
        </w:tc>
        <w:tc>
          <w:tcPr>
            <w:tcW w:w="2844" w:type="dxa"/>
            <w:vAlign w:val="center"/>
          </w:tcPr>
          <w:p w:rsidR="00D3492E" w:rsidRPr="00B0365C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221 0111 9900060080 870</w:t>
            </w:r>
          </w:p>
        </w:tc>
        <w:tc>
          <w:tcPr>
            <w:tcW w:w="1267" w:type="dxa"/>
            <w:vAlign w:val="center"/>
          </w:tcPr>
          <w:p w:rsidR="00D3492E" w:rsidRPr="0095278C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D3492E" w:rsidRPr="00B65AA9" w:rsidTr="00C035A7">
        <w:trPr>
          <w:trHeight w:val="988"/>
        </w:trPr>
        <w:tc>
          <w:tcPr>
            <w:tcW w:w="644" w:type="dxa"/>
            <w:vAlign w:val="center"/>
          </w:tcPr>
          <w:p w:rsidR="00D3492E" w:rsidRPr="009706D4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D3492E" w:rsidRPr="00E85035" w:rsidRDefault="00D3492E" w:rsidP="00C035A7">
            <w:pPr>
              <w:spacing w:line="276" w:lineRule="auto"/>
              <w:rPr>
                <w:lang w:eastAsia="en-US"/>
              </w:rPr>
            </w:pPr>
            <w:r>
              <w:t>Оказание материальной помощи</w:t>
            </w:r>
          </w:p>
        </w:tc>
        <w:tc>
          <w:tcPr>
            <w:tcW w:w="2844" w:type="dxa"/>
            <w:vAlign w:val="center"/>
          </w:tcPr>
          <w:p w:rsidR="00D3492E" w:rsidRPr="005B40B3" w:rsidRDefault="00D3492E" w:rsidP="00C035A7">
            <w:pPr>
              <w:spacing w:line="276" w:lineRule="auto"/>
              <w:jc w:val="center"/>
              <w:rPr>
                <w:lang w:val="en-US" w:eastAsia="en-US"/>
              </w:rPr>
            </w:pPr>
            <w:r w:rsidRPr="009706D4">
              <w:rPr>
                <w:lang w:eastAsia="en-US"/>
              </w:rPr>
              <w:t>2</w:t>
            </w:r>
            <w:r>
              <w:rPr>
                <w:lang w:eastAsia="en-US"/>
              </w:rPr>
              <w:t>21</w:t>
            </w:r>
            <w:r w:rsidRPr="009706D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1003 9900061720 244 </w:t>
            </w:r>
          </w:p>
        </w:tc>
        <w:tc>
          <w:tcPr>
            <w:tcW w:w="1267" w:type="dxa"/>
            <w:vAlign w:val="center"/>
          </w:tcPr>
          <w:p w:rsidR="00D3492E" w:rsidRPr="0095278C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</w:tbl>
    <w:p w:rsidR="00D3492E" w:rsidRPr="00446DF6" w:rsidRDefault="00D3492E" w:rsidP="009037DB">
      <w:pPr>
        <w:ind w:firstLine="567"/>
        <w:jc w:val="both"/>
      </w:pPr>
      <w:r w:rsidRPr="001E429C">
        <w:t>1.</w:t>
      </w:r>
      <w:r>
        <w:t>3</w:t>
      </w:r>
      <w:r w:rsidRPr="001E429C">
        <w:t>. В соответствии с Распоряжениями Администра</w:t>
      </w:r>
      <w:r>
        <w:t xml:space="preserve">ции муниципального образования </w:t>
      </w:r>
      <w:r w:rsidRPr="00872764">
        <w:t>«Ураковское»</w:t>
      </w:r>
      <w:r>
        <w:t xml:space="preserve"> </w:t>
      </w:r>
      <w:r w:rsidRPr="001E429C">
        <w:t>№</w:t>
      </w:r>
      <w:r>
        <w:t>20 от 0</w:t>
      </w:r>
      <w:r w:rsidRPr="001E429C">
        <w:t>3.0</w:t>
      </w:r>
      <w:r>
        <w:t>6</w:t>
      </w:r>
      <w:r w:rsidRPr="001E429C">
        <w:t xml:space="preserve">.2020 г. произвести перемещение бюджетных ассигнований </w:t>
      </w:r>
      <w:r>
        <w:t>для софинансирования мероприятий по обеспечению документами территориального планирования и градостроительного зонирования, документацией по планировке территорий и на изготовление схемы планирования контейнерных площадок</w:t>
      </w:r>
      <w:r w:rsidRPr="00446DF6">
        <w:t>:</w:t>
      </w:r>
    </w:p>
    <w:p w:rsidR="00D3492E" w:rsidRPr="001E429C" w:rsidRDefault="00D3492E" w:rsidP="009037DB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536"/>
        <w:gridCol w:w="3023"/>
        <w:gridCol w:w="1276"/>
      </w:tblGrid>
      <w:tr w:rsidR="00D3492E" w:rsidRPr="001E429C" w:rsidTr="00C035A7">
        <w:trPr>
          <w:trHeight w:val="612"/>
        </w:trPr>
        <w:tc>
          <w:tcPr>
            <w:tcW w:w="597" w:type="dxa"/>
            <w:vAlign w:val="center"/>
          </w:tcPr>
          <w:p w:rsidR="00D3492E" w:rsidRPr="001E429C" w:rsidRDefault="00D3492E" w:rsidP="00C035A7">
            <w:pPr>
              <w:jc w:val="center"/>
              <w:rPr>
                <w:b/>
              </w:rPr>
            </w:pPr>
            <w:r w:rsidRPr="001E429C">
              <w:rPr>
                <w:b/>
              </w:rPr>
              <w:t>№</w:t>
            </w:r>
          </w:p>
          <w:p w:rsidR="00D3492E" w:rsidRPr="001E429C" w:rsidRDefault="00D3492E" w:rsidP="00C035A7">
            <w:pPr>
              <w:ind w:left="-645" w:firstLine="567"/>
              <w:jc w:val="center"/>
              <w:rPr>
                <w:b/>
              </w:rPr>
            </w:pPr>
            <w:r w:rsidRPr="001E429C">
              <w:rPr>
                <w:b/>
              </w:rPr>
              <w:t>п/п</w:t>
            </w:r>
          </w:p>
        </w:tc>
        <w:tc>
          <w:tcPr>
            <w:tcW w:w="4536" w:type="dxa"/>
            <w:vAlign w:val="center"/>
          </w:tcPr>
          <w:p w:rsidR="00D3492E" w:rsidRPr="001E429C" w:rsidRDefault="00D3492E" w:rsidP="00C035A7">
            <w:pPr>
              <w:jc w:val="center"/>
            </w:pPr>
            <w:r w:rsidRPr="001E429C">
              <w:rPr>
                <w:b/>
              </w:rPr>
              <w:t>Направление использования</w:t>
            </w:r>
          </w:p>
        </w:tc>
        <w:tc>
          <w:tcPr>
            <w:tcW w:w="3023" w:type="dxa"/>
            <w:vAlign w:val="center"/>
          </w:tcPr>
          <w:p w:rsidR="00D3492E" w:rsidRPr="001E429C" w:rsidRDefault="00D3492E" w:rsidP="00C035A7">
            <w:pPr>
              <w:jc w:val="center"/>
              <w:rPr>
                <w:b/>
              </w:rPr>
            </w:pPr>
            <w:r w:rsidRPr="001E429C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D3492E" w:rsidRPr="001E429C" w:rsidRDefault="00D3492E" w:rsidP="00C035A7">
            <w:pPr>
              <w:jc w:val="center"/>
            </w:pPr>
            <w:r w:rsidRPr="001E429C">
              <w:rPr>
                <w:b/>
              </w:rPr>
              <w:t>Сумма, тыс.  руб.</w:t>
            </w:r>
          </w:p>
        </w:tc>
      </w:tr>
      <w:tr w:rsidR="00D3492E" w:rsidRPr="001E429C" w:rsidTr="00C035A7">
        <w:trPr>
          <w:trHeight w:val="612"/>
        </w:trPr>
        <w:tc>
          <w:tcPr>
            <w:tcW w:w="597" w:type="dxa"/>
            <w:vAlign w:val="center"/>
          </w:tcPr>
          <w:p w:rsidR="00D3492E" w:rsidRPr="001E429C" w:rsidRDefault="00D3492E" w:rsidP="00C035A7">
            <w:pPr>
              <w:jc w:val="center"/>
            </w:pPr>
            <w:r w:rsidRPr="001E429C">
              <w:t>1.</w:t>
            </w:r>
          </w:p>
        </w:tc>
        <w:tc>
          <w:tcPr>
            <w:tcW w:w="4536" w:type="dxa"/>
            <w:vAlign w:val="center"/>
          </w:tcPr>
          <w:p w:rsidR="00D3492E" w:rsidRPr="001E429C" w:rsidRDefault="00D3492E" w:rsidP="00C035A7">
            <w:pPr>
              <w:jc w:val="both"/>
            </w:pPr>
            <w:r>
              <w:t>Аппарат. Заработная плата</w:t>
            </w:r>
          </w:p>
        </w:tc>
        <w:tc>
          <w:tcPr>
            <w:tcW w:w="3023" w:type="dxa"/>
            <w:vAlign w:val="center"/>
          </w:tcPr>
          <w:p w:rsidR="00D3492E" w:rsidRPr="001E429C" w:rsidRDefault="00D3492E" w:rsidP="00C035A7">
            <w:pPr>
              <w:jc w:val="center"/>
            </w:pPr>
            <w:r w:rsidRPr="001E429C">
              <w:t>22</w:t>
            </w:r>
            <w:r>
              <w:t>1</w:t>
            </w:r>
            <w:r w:rsidRPr="001E429C">
              <w:t xml:space="preserve"> </w:t>
            </w:r>
            <w:r>
              <w:t>0104</w:t>
            </w:r>
            <w:r w:rsidRPr="001E429C">
              <w:t xml:space="preserve"> 99000600</w:t>
            </w:r>
            <w:r>
              <w:t>3</w:t>
            </w:r>
            <w:r w:rsidRPr="001E429C">
              <w:t xml:space="preserve">0 </w:t>
            </w:r>
            <w:r>
              <w:t>211 21101</w:t>
            </w:r>
          </w:p>
        </w:tc>
        <w:tc>
          <w:tcPr>
            <w:tcW w:w="1276" w:type="dxa"/>
            <w:vAlign w:val="center"/>
          </w:tcPr>
          <w:p w:rsidR="00D3492E" w:rsidRPr="001E429C" w:rsidRDefault="00D3492E" w:rsidP="00C035A7">
            <w:pPr>
              <w:jc w:val="center"/>
            </w:pPr>
            <w:r>
              <w:t>-9,6</w:t>
            </w:r>
          </w:p>
        </w:tc>
      </w:tr>
      <w:tr w:rsidR="00D3492E" w:rsidRPr="001E429C" w:rsidTr="00C035A7">
        <w:trPr>
          <w:trHeight w:val="612"/>
        </w:trPr>
        <w:tc>
          <w:tcPr>
            <w:tcW w:w="597" w:type="dxa"/>
            <w:vAlign w:val="center"/>
          </w:tcPr>
          <w:p w:rsidR="00D3492E" w:rsidRPr="001E429C" w:rsidRDefault="00D3492E" w:rsidP="00C035A7">
            <w:pPr>
              <w:jc w:val="center"/>
            </w:pPr>
            <w:r w:rsidRPr="001E429C">
              <w:t>2.</w:t>
            </w:r>
          </w:p>
        </w:tc>
        <w:tc>
          <w:tcPr>
            <w:tcW w:w="4536" w:type="dxa"/>
            <w:vAlign w:val="center"/>
          </w:tcPr>
          <w:p w:rsidR="00D3492E" w:rsidRPr="001E429C" w:rsidRDefault="00D3492E" w:rsidP="00C035A7">
            <w:r w:rsidRPr="00344526">
              <w:rPr>
                <w:lang w:eastAsia="en-US"/>
              </w:rPr>
              <w:t>Мероприятия по обеспечению УР документами территориального планирования и градостроительного зонирования, документацией по планировке территории (софинансирование)</w:t>
            </w:r>
          </w:p>
        </w:tc>
        <w:tc>
          <w:tcPr>
            <w:tcW w:w="3023" w:type="dxa"/>
            <w:vAlign w:val="center"/>
          </w:tcPr>
          <w:p w:rsidR="00D3492E" w:rsidRPr="001E429C" w:rsidRDefault="00D3492E" w:rsidP="00C035A7">
            <w:pPr>
              <w:jc w:val="center"/>
            </w:pPr>
            <w:r w:rsidRPr="001E429C">
              <w:t>22</w:t>
            </w:r>
            <w:r>
              <w:t>1</w:t>
            </w:r>
            <w:r w:rsidRPr="001E429C">
              <w:t xml:space="preserve"> </w:t>
            </w:r>
            <w:r>
              <w:t>0412</w:t>
            </w:r>
            <w:r w:rsidRPr="001E429C">
              <w:t xml:space="preserve"> 99000</w:t>
            </w:r>
            <w:r>
              <w:rPr>
                <w:lang w:val="en-US"/>
              </w:rPr>
              <w:t>S8320</w:t>
            </w:r>
            <w:r w:rsidRPr="001E429C">
              <w:t xml:space="preserve"> 244 26202</w:t>
            </w:r>
          </w:p>
        </w:tc>
        <w:tc>
          <w:tcPr>
            <w:tcW w:w="1276" w:type="dxa"/>
            <w:vAlign w:val="center"/>
          </w:tcPr>
          <w:p w:rsidR="00D3492E" w:rsidRPr="00CD533B" w:rsidRDefault="00D3492E" w:rsidP="00C035A7">
            <w:pPr>
              <w:jc w:val="center"/>
              <w:rPr>
                <w:lang w:val="en-US"/>
              </w:rPr>
            </w:pPr>
            <w:r>
              <w:t>5,1</w:t>
            </w:r>
          </w:p>
        </w:tc>
      </w:tr>
      <w:tr w:rsidR="00D3492E" w:rsidRPr="001E429C" w:rsidTr="00C035A7">
        <w:trPr>
          <w:trHeight w:val="612"/>
        </w:trPr>
        <w:tc>
          <w:tcPr>
            <w:tcW w:w="597" w:type="dxa"/>
            <w:vAlign w:val="center"/>
          </w:tcPr>
          <w:p w:rsidR="00D3492E" w:rsidRPr="001E429C" w:rsidRDefault="00D3492E" w:rsidP="00C035A7">
            <w:pPr>
              <w:jc w:val="center"/>
            </w:pPr>
            <w:r>
              <w:t>3.</w:t>
            </w:r>
          </w:p>
        </w:tc>
        <w:tc>
          <w:tcPr>
            <w:tcW w:w="4536" w:type="dxa"/>
            <w:vAlign w:val="center"/>
          </w:tcPr>
          <w:p w:rsidR="00D3492E" w:rsidRPr="001E429C" w:rsidRDefault="00D3492E" w:rsidP="00C035A7">
            <w:r w:rsidRPr="00CD533B"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r>
              <w:t>Ураковское</w:t>
            </w:r>
            <w:r w:rsidRPr="00CD533B">
              <w:t>"</w:t>
            </w:r>
          </w:p>
        </w:tc>
        <w:tc>
          <w:tcPr>
            <w:tcW w:w="3023" w:type="dxa"/>
            <w:vAlign w:val="center"/>
          </w:tcPr>
          <w:p w:rsidR="00D3492E" w:rsidRPr="001E429C" w:rsidRDefault="00D3492E" w:rsidP="00C035A7">
            <w:pPr>
              <w:jc w:val="center"/>
            </w:pPr>
            <w:r>
              <w:t>221 0113 9900063910 244 22602</w:t>
            </w:r>
          </w:p>
        </w:tc>
        <w:tc>
          <w:tcPr>
            <w:tcW w:w="1276" w:type="dxa"/>
            <w:vAlign w:val="center"/>
          </w:tcPr>
          <w:p w:rsidR="00D3492E" w:rsidRDefault="00D3492E" w:rsidP="00C035A7">
            <w:pPr>
              <w:jc w:val="center"/>
            </w:pPr>
            <w:r>
              <w:t>4,5</w:t>
            </w:r>
          </w:p>
        </w:tc>
      </w:tr>
    </w:tbl>
    <w:p w:rsidR="00D3492E" w:rsidRPr="00872764" w:rsidRDefault="00D3492E" w:rsidP="009037DB">
      <w:pPr>
        <w:ind w:firstLine="567"/>
        <w:jc w:val="both"/>
      </w:pPr>
    </w:p>
    <w:p w:rsidR="00D3492E" w:rsidRPr="00A001B7" w:rsidRDefault="00D3492E" w:rsidP="009037DB">
      <w:pPr>
        <w:ind w:firstLine="567"/>
        <w:jc w:val="both"/>
      </w:pPr>
      <w:r>
        <w:t xml:space="preserve">1.4. </w:t>
      </w:r>
      <w:r w:rsidRPr="00A001B7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Ураковское</w:t>
      </w:r>
      <w:r w:rsidRPr="00A001B7">
        <w:t xml:space="preserve">», в соответствии с решением сессии Совета депутатов муниципального образования «Глазовский район» </w:t>
      </w:r>
      <w:r w:rsidRPr="00D47B50">
        <w:t>№3</w:t>
      </w:r>
      <w:r>
        <w:t>77</w:t>
      </w:r>
      <w:r w:rsidRPr="00D47B50">
        <w:t xml:space="preserve"> от </w:t>
      </w:r>
      <w:r>
        <w:t>28.05.2020</w:t>
      </w:r>
      <w:r w:rsidRPr="00A001B7">
        <w:t xml:space="preserve"> года</w:t>
      </w:r>
      <w:r>
        <w:t xml:space="preserve"> и №381 от 30.06.2020 года</w:t>
      </w:r>
      <w:r w:rsidRPr="00A001B7">
        <w:t>:</w:t>
      </w:r>
    </w:p>
    <w:p w:rsidR="00D3492E" w:rsidRDefault="00D3492E" w:rsidP="009037DB">
      <w:pPr>
        <w:ind w:firstLine="567"/>
        <w:jc w:val="both"/>
      </w:pPr>
      <w:r>
        <w:t>1.4.1.</w:t>
      </w:r>
      <w:r w:rsidRPr="00287828">
        <w:t xml:space="preserve"> </w:t>
      </w:r>
      <w:r>
        <w:t>Увеличить доходную часть бюджета МО «Ураковское» на 161,1 тыс. рублей:</w:t>
      </w:r>
    </w:p>
    <w:p w:rsidR="00D3492E" w:rsidRDefault="00D3492E" w:rsidP="009037DB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D3492E" w:rsidRPr="00176026" w:rsidTr="00C035A7">
        <w:tc>
          <w:tcPr>
            <w:tcW w:w="648" w:type="dxa"/>
            <w:vAlign w:val="center"/>
          </w:tcPr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D3492E" w:rsidRPr="00176026" w:rsidTr="00C035A7">
        <w:tc>
          <w:tcPr>
            <w:tcW w:w="648" w:type="dxa"/>
            <w:vAlign w:val="center"/>
          </w:tcPr>
          <w:p w:rsidR="00D3492E" w:rsidRPr="00F05C52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</w:tcPr>
          <w:p w:rsidR="00D3492E" w:rsidRPr="00175711" w:rsidRDefault="00D3492E" w:rsidP="00C035A7">
            <w:r w:rsidRPr="00175711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vAlign w:val="center"/>
          </w:tcPr>
          <w:p w:rsidR="00D3492E" w:rsidRDefault="00D3492E" w:rsidP="00C035A7">
            <w:pPr>
              <w:jc w:val="center"/>
            </w:pPr>
            <w:r w:rsidRPr="00175711">
              <w:t>2 02 45160 10 0000 150</w:t>
            </w:r>
          </w:p>
        </w:tc>
        <w:tc>
          <w:tcPr>
            <w:tcW w:w="1275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</w:tr>
      <w:tr w:rsidR="00D3492E" w:rsidRPr="00176026" w:rsidTr="00C035A7">
        <w:tc>
          <w:tcPr>
            <w:tcW w:w="648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</w:tcPr>
          <w:p w:rsidR="00D3492E" w:rsidRPr="00175711" w:rsidRDefault="00D3492E" w:rsidP="00C035A7">
            <w:r w:rsidRPr="00CA2D7F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vAlign w:val="center"/>
          </w:tcPr>
          <w:p w:rsidR="00D3492E" w:rsidRPr="00175711" w:rsidRDefault="00D3492E" w:rsidP="00C035A7">
            <w:pPr>
              <w:jc w:val="center"/>
            </w:pPr>
            <w:r>
              <w:t>20215002 10 0000 150</w:t>
            </w:r>
          </w:p>
        </w:tc>
        <w:tc>
          <w:tcPr>
            <w:tcW w:w="1275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159,0</w:t>
            </w:r>
          </w:p>
        </w:tc>
      </w:tr>
    </w:tbl>
    <w:p w:rsidR="00D3492E" w:rsidRDefault="00D3492E" w:rsidP="009037DB">
      <w:pPr>
        <w:ind w:firstLine="567"/>
        <w:jc w:val="both"/>
      </w:pPr>
    </w:p>
    <w:p w:rsidR="00D3492E" w:rsidRPr="00176026" w:rsidRDefault="00D3492E" w:rsidP="009037DB">
      <w:pPr>
        <w:ind w:firstLine="567"/>
        <w:jc w:val="both"/>
      </w:pPr>
      <w:r w:rsidRPr="00176026">
        <w:t>1.</w:t>
      </w:r>
      <w:r>
        <w:t>4</w:t>
      </w:r>
      <w:r w:rsidRPr="00176026">
        <w:t xml:space="preserve">.2. Увеличить расходную часть бюджета </w:t>
      </w:r>
      <w:r>
        <w:t>МО «Ураковское» на 161,1 тыс.</w:t>
      </w:r>
      <w:r w:rsidRPr="00176026">
        <w:t xml:space="preserve"> руб. по следующим направлениям:</w:t>
      </w:r>
    </w:p>
    <w:p w:rsidR="00D3492E" w:rsidRPr="00176026" w:rsidRDefault="00D3492E" w:rsidP="009037DB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D3492E" w:rsidRPr="00176026" w:rsidTr="00C035A7">
        <w:trPr>
          <w:trHeight w:val="663"/>
        </w:trPr>
        <w:tc>
          <w:tcPr>
            <w:tcW w:w="644" w:type="dxa"/>
            <w:vAlign w:val="center"/>
          </w:tcPr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№</w:t>
            </w:r>
          </w:p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Сумма,</w:t>
            </w:r>
          </w:p>
          <w:p w:rsidR="00D3492E" w:rsidRPr="00176026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6026">
              <w:rPr>
                <w:b/>
                <w:lang w:eastAsia="en-US"/>
              </w:rPr>
              <w:t>тыс. руб.</w:t>
            </w:r>
          </w:p>
        </w:tc>
      </w:tr>
      <w:tr w:rsidR="00D3492E" w:rsidRPr="00176026" w:rsidTr="00C035A7">
        <w:tc>
          <w:tcPr>
            <w:tcW w:w="644" w:type="dxa"/>
            <w:vAlign w:val="center"/>
          </w:tcPr>
          <w:p w:rsidR="00D3492E" w:rsidRPr="00176026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 w:rsidRPr="00176026">
              <w:rPr>
                <w:lang w:eastAsia="en-US"/>
              </w:rPr>
              <w:t>1.</w:t>
            </w:r>
          </w:p>
        </w:tc>
        <w:tc>
          <w:tcPr>
            <w:tcW w:w="4743" w:type="dxa"/>
          </w:tcPr>
          <w:p w:rsidR="00D3492E" w:rsidRPr="00C415E1" w:rsidRDefault="00D3492E" w:rsidP="00C035A7">
            <w:r w:rsidRPr="00C415E1">
              <w:t>Софинансирование к субсидии на строительство контейнерной площадки</w:t>
            </w:r>
          </w:p>
        </w:tc>
        <w:tc>
          <w:tcPr>
            <w:tcW w:w="2844" w:type="dxa"/>
            <w:vAlign w:val="center"/>
          </w:tcPr>
          <w:p w:rsidR="00D3492E" w:rsidRPr="00C415E1" w:rsidRDefault="00D3492E" w:rsidP="00C035A7">
            <w:pPr>
              <w:jc w:val="center"/>
            </w:pPr>
            <w:r w:rsidRPr="00C415E1">
              <w:t>22</w:t>
            </w:r>
            <w:r>
              <w:t>1</w:t>
            </w:r>
            <w:r w:rsidRPr="00C415E1">
              <w:t xml:space="preserve"> 0405 99000S5679 244</w:t>
            </w:r>
          </w:p>
        </w:tc>
        <w:tc>
          <w:tcPr>
            <w:tcW w:w="1267" w:type="dxa"/>
            <w:vAlign w:val="center"/>
          </w:tcPr>
          <w:p w:rsidR="00D3492E" w:rsidRPr="00C0250A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</w:t>
            </w:r>
          </w:p>
        </w:tc>
      </w:tr>
      <w:tr w:rsidR="00D3492E" w:rsidRPr="00176026" w:rsidTr="00C035A7">
        <w:tc>
          <w:tcPr>
            <w:tcW w:w="644" w:type="dxa"/>
            <w:vAlign w:val="center"/>
          </w:tcPr>
          <w:p w:rsidR="00D3492E" w:rsidRPr="00176026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</w:tcPr>
          <w:p w:rsidR="00D3492E" w:rsidRPr="00C415E1" w:rsidRDefault="00D3492E" w:rsidP="00C035A7">
            <w:r w:rsidRPr="00C415E1">
              <w:t>Благоустройство. Прочие мероприятия по благоустройству городских округов и поселений</w:t>
            </w:r>
          </w:p>
        </w:tc>
        <w:tc>
          <w:tcPr>
            <w:tcW w:w="2844" w:type="dxa"/>
            <w:vAlign w:val="center"/>
          </w:tcPr>
          <w:p w:rsidR="00D3492E" w:rsidRPr="00C415E1" w:rsidRDefault="00D3492E" w:rsidP="00C035A7">
            <w:pPr>
              <w:jc w:val="center"/>
            </w:pPr>
            <w:r w:rsidRPr="00C415E1">
              <w:t>22</w:t>
            </w:r>
            <w:r>
              <w:t>1</w:t>
            </w:r>
            <w:r w:rsidRPr="00C415E1">
              <w:t xml:space="preserve"> 0503 9900062330 244</w:t>
            </w:r>
          </w:p>
        </w:tc>
        <w:tc>
          <w:tcPr>
            <w:tcW w:w="1267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79,0</w:t>
            </w:r>
          </w:p>
        </w:tc>
      </w:tr>
      <w:tr w:rsidR="00D3492E" w:rsidRPr="00176026" w:rsidTr="00C035A7">
        <w:tc>
          <w:tcPr>
            <w:tcW w:w="6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</w:tcPr>
          <w:p w:rsidR="00D3492E" w:rsidRPr="00C415E1" w:rsidRDefault="00D3492E" w:rsidP="00C035A7">
            <w:r w:rsidRPr="00C415E1">
              <w:t>Реализация проектов за счет дотации на сбалансированность. Оплата горюче-смазочных материалов</w:t>
            </w:r>
          </w:p>
        </w:tc>
        <w:tc>
          <w:tcPr>
            <w:tcW w:w="2844" w:type="dxa"/>
            <w:vAlign w:val="center"/>
          </w:tcPr>
          <w:p w:rsidR="00D3492E" w:rsidRPr="00C415E1" w:rsidRDefault="00D3492E" w:rsidP="00C035A7">
            <w:pPr>
              <w:jc w:val="center"/>
            </w:pPr>
            <w:r w:rsidRPr="00C415E1">
              <w:t>2</w:t>
            </w:r>
            <w:r>
              <w:t>21</w:t>
            </w:r>
            <w:r w:rsidRPr="00C415E1">
              <w:t xml:space="preserve"> 0104 9900064220 244</w:t>
            </w:r>
          </w:p>
        </w:tc>
        <w:tc>
          <w:tcPr>
            <w:tcW w:w="1267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  <w:tr w:rsidR="00D3492E" w:rsidRPr="00176026" w:rsidTr="00C035A7">
        <w:tc>
          <w:tcPr>
            <w:tcW w:w="6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3" w:type="dxa"/>
          </w:tcPr>
          <w:p w:rsidR="00D3492E" w:rsidRPr="00C415E1" w:rsidRDefault="00D3492E" w:rsidP="00C035A7">
            <w:r w:rsidRPr="00C415E1">
              <w:t>Другие общегосударственные вопросы. Реализация проектов за счет дотации на сбалансированность</w:t>
            </w:r>
          </w:p>
        </w:tc>
        <w:tc>
          <w:tcPr>
            <w:tcW w:w="2844" w:type="dxa"/>
            <w:vAlign w:val="center"/>
          </w:tcPr>
          <w:p w:rsidR="00D3492E" w:rsidRDefault="00D3492E" w:rsidP="00C035A7">
            <w:pPr>
              <w:jc w:val="center"/>
            </w:pPr>
            <w:r w:rsidRPr="00C415E1">
              <w:t>2</w:t>
            </w:r>
            <w:r>
              <w:t>21</w:t>
            </w:r>
            <w:r w:rsidRPr="00C415E1">
              <w:t xml:space="preserve"> 0113 9900064220 244</w:t>
            </w:r>
          </w:p>
        </w:tc>
        <w:tc>
          <w:tcPr>
            <w:tcW w:w="1267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74,0</w:t>
            </w:r>
          </w:p>
        </w:tc>
      </w:tr>
    </w:tbl>
    <w:p w:rsidR="00D3492E" w:rsidRDefault="00D3492E" w:rsidP="009037DB">
      <w:pPr>
        <w:ind w:firstLine="567"/>
        <w:jc w:val="both"/>
      </w:pPr>
    </w:p>
    <w:p w:rsidR="00D3492E" w:rsidRPr="00A66456" w:rsidRDefault="00D3492E" w:rsidP="009037DB">
      <w:pPr>
        <w:ind w:firstLine="567"/>
        <w:jc w:val="both"/>
      </w:pPr>
      <w:r w:rsidRPr="005A78F0">
        <w:t>1.</w:t>
      </w:r>
      <w:r>
        <w:t>5</w:t>
      </w:r>
      <w:r w:rsidRPr="005A78F0">
        <w:t>. В связи с передачей части полномочий по содержанию</w:t>
      </w:r>
      <w:r w:rsidRPr="00A66456">
        <w:t xml:space="preserve"> дорог межпоселенческого и внутрипоселенческого назначения</w:t>
      </w:r>
      <w:r>
        <w:t xml:space="preserve"> в 2020 году</w:t>
      </w:r>
      <w:r w:rsidRPr="00A66456">
        <w:t>:</w:t>
      </w:r>
    </w:p>
    <w:p w:rsidR="00D3492E" w:rsidRPr="00A66456" w:rsidRDefault="00D3492E" w:rsidP="009037DB">
      <w:pPr>
        <w:jc w:val="both"/>
        <w:rPr>
          <w:color w:val="FF0000"/>
        </w:rPr>
      </w:pPr>
    </w:p>
    <w:p w:rsidR="00D3492E" w:rsidRPr="00ED6200" w:rsidRDefault="00D3492E" w:rsidP="009037DB">
      <w:pPr>
        <w:ind w:firstLine="567"/>
        <w:jc w:val="both"/>
      </w:pPr>
      <w:r w:rsidRPr="00ED6200">
        <w:t>1.</w:t>
      </w:r>
      <w:r>
        <w:t>5</w:t>
      </w:r>
      <w:r w:rsidRPr="00ED6200">
        <w:t>.1.Увеличить доходную часть бюджета МО «</w:t>
      </w:r>
      <w:r>
        <w:t>Ураковское</w:t>
      </w:r>
      <w:r w:rsidRPr="00ED6200">
        <w:t>»</w:t>
      </w:r>
      <w:r>
        <w:t xml:space="preserve"> на 32,3</w:t>
      </w:r>
      <w:r w:rsidRPr="00ED6200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D3492E" w:rsidRPr="00ED6200" w:rsidTr="00C035A7">
        <w:tc>
          <w:tcPr>
            <w:tcW w:w="648" w:type="dxa"/>
            <w:vAlign w:val="center"/>
          </w:tcPr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D3492E" w:rsidRPr="00ED6200" w:rsidTr="00C035A7">
        <w:tc>
          <w:tcPr>
            <w:tcW w:w="648" w:type="dxa"/>
            <w:vAlign w:val="center"/>
          </w:tcPr>
          <w:p w:rsidR="00D3492E" w:rsidRPr="009972DA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D3492E" w:rsidRPr="0049247D" w:rsidRDefault="00D3492E" w:rsidP="00C035A7">
            <w:pPr>
              <w:spacing w:line="276" w:lineRule="auto"/>
              <w:jc w:val="both"/>
              <w:rPr>
                <w:lang w:eastAsia="en-US"/>
              </w:rPr>
            </w:pPr>
            <w:r w:rsidRPr="0049247D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D3492E" w:rsidRPr="009972DA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D3492E" w:rsidRPr="009972DA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32,3</w:t>
            </w:r>
          </w:p>
        </w:tc>
      </w:tr>
    </w:tbl>
    <w:p w:rsidR="00D3492E" w:rsidRPr="00ED6200" w:rsidRDefault="00D3492E" w:rsidP="009037DB">
      <w:pPr>
        <w:jc w:val="both"/>
        <w:rPr>
          <w:b/>
        </w:rPr>
      </w:pPr>
    </w:p>
    <w:p w:rsidR="00D3492E" w:rsidRDefault="00D3492E" w:rsidP="009037DB">
      <w:pPr>
        <w:ind w:firstLine="567"/>
        <w:jc w:val="both"/>
      </w:pPr>
      <w:r w:rsidRPr="00ED6200">
        <w:t>1.</w:t>
      </w:r>
      <w:r>
        <w:t>5</w:t>
      </w:r>
      <w:r w:rsidRPr="00ED6200">
        <w:t>.2. Увеличить расходную часть бюджета МО «</w:t>
      </w:r>
      <w:r>
        <w:t>Ураковское</w:t>
      </w:r>
      <w:r w:rsidRPr="00ED6200">
        <w:t>»</w:t>
      </w:r>
      <w:r>
        <w:t xml:space="preserve"> на 32,3</w:t>
      </w:r>
      <w:r w:rsidRPr="00ED6200">
        <w:t xml:space="preserve"> тыс. руб. по следующим направлениям:</w:t>
      </w:r>
    </w:p>
    <w:p w:rsidR="00D3492E" w:rsidRDefault="00D3492E" w:rsidP="009037DB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D3492E" w:rsidRPr="00ED6200" w:rsidTr="00C035A7">
        <w:trPr>
          <w:trHeight w:val="663"/>
        </w:trPr>
        <w:tc>
          <w:tcPr>
            <w:tcW w:w="644" w:type="dxa"/>
            <w:vAlign w:val="center"/>
          </w:tcPr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D3492E" w:rsidRPr="00ED6200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D3492E" w:rsidRPr="00ED6200" w:rsidTr="00C035A7">
        <w:trPr>
          <w:trHeight w:val="1349"/>
        </w:trPr>
        <w:tc>
          <w:tcPr>
            <w:tcW w:w="644" w:type="dxa"/>
            <w:vAlign w:val="center"/>
          </w:tcPr>
          <w:p w:rsidR="00D3492E" w:rsidRPr="00ED6200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D3492E" w:rsidRPr="00ED6200" w:rsidRDefault="00D3492E" w:rsidP="00C035A7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221 0409 9900062520 244</w:t>
            </w:r>
          </w:p>
        </w:tc>
        <w:tc>
          <w:tcPr>
            <w:tcW w:w="1267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32,3</w:t>
            </w:r>
          </w:p>
        </w:tc>
      </w:tr>
    </w:tbl>
    <w:p w:rsidR="00D3492E" w:rsidRDefault="00D3492E" w:rsidP="009037DB">
      <w:pPr>
        <w:ind w:firstLine="567"/>
        <w:jc w:val="both"/>
      </w:pPr>
    </w:p>
    <w:p w:rsidR="00D3492E" w:rsidRDefault="00D3492E" w:rsidP="009037DB">
      <w:pPr>
        <w:ind w:firstLine="567"/>
        <w:jc w:val="both"/>
      </w:pPr>
      <w:r>
        <w:t xml:space="preserve">1.6. В соответствии с Уведомлением Министерства сельского хозяйства м продовольствия УР </w:t>
      </w:r>
      <w:r w:rsidRPr="00FF24E2">
        <w:t>№</w:t>
      </w:r>
      <w:r>
        <w:t>1371</w:t>
      </w:r>
      <w:r w:rsidRPr="003B7F52">
        <w:t>/05-061/1</w:t>
      </w:r>
      <w:r w:rsidRPr="00FF24E2">
        <w:t xml:space="preserve">от </w:t>
      </w:r>
      <w:r>
        <w:t>30</w:t>
      </w:r>
      <w:r w:rsidRPr="00FF24E2">
        <w:t>.0</w:t>
      </w:r>
      <w:r>
        <w:t>6</w:t>
      </w:r>
      <w:r w:rsidRPr="00FF24E2">
        <w:t>.2020</w:t>
      </w:r>
      <w:r>
        <w:t xml:space="preserve"> года о субсидии на проведение кадастровых работ:</w:t>
      </w:r>
    </w:p>
    <w:p w:rsidR="00D3492E" w:rsidRDefault="00D3492E" w:rsidP="009037DB">
      <w:pPr>
        <w:ind w:firstLine="567"/>
        <w:jc w:val="both"/>
      </w:pPr>
      <w:r>
        <w:t xml:space="preserve">1.6.1. Увеличить доходную часть бюджета МО </w:t>
      </w:r>
      <w:r>
        <w:rPr>
          <w:lang w:eastAsia="en-US"/>
        </w:rPr>
        <w:t>«Ураковское»</w:t>
      </w:r>
      <w:r>
        <w:t xml:space="preserve"> на 115,8 тыс. рублей:</w:t>
      </w:r>
    </w:p>
    <w:p w:rsidR="00D3492E" w:rsidRDefault="00D3492E" w:rsidP="009037DB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D3492E" w:rsidTr="00C035A7">
        <w:tc>
          <w:tcPr>
            <w:tcW w:w="648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3492E" w:rsidTr="00C035A7">
        <w:tc>
          <w:tcPr>
            <w:tcW w:w="648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D3492E" w:rsidRPr="008A5B29" w:rsidRDefault="00D3492E" w:rsidP="00C035A7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A22B13">
              <w:rPr>
                <w:lang w:eastAsia="en-US"/>
              </w:rPr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  <w:tc>
          <w:tcPr>
            <w:tcW w:w="2779" w:type="dxa"/>
            <w:vAlign w:val="center"/>
          </w:tcPr>
          <w:p w:rsidR="00D3492E" w:rsidRPr="00D17652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 xml:space="preserve">2 02 </w:t>
            </w:r>
            <w:r>
              <w:rPr>
                <w:lang w:eastAsia="en-US"/>
              </w:rPr>
              <w:t>29999</w:t>
            </w:r>
            <w:r w:rsidRPr="009972DA">
              <w:rPr>
                <w:lang w:eastAsia="en-US"/>
              </w:rPr>
              <w:t xml:space="preserve"> 10 </w:t>
            </w:r>
            <w:r>
              <w:rPr>
                <w:lang w:eastAsia="en-US"/>
              </w:rPr>
              <w:t>0120</w:t>
            </w:r>
            <w:r w:rsidRPr="009972DA">
              <w:rPr>
                <w:lang w:eastAsia="en-US"/>
              </w:rPr>
              <w:t xml:space="preserve">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D3492E" w:rsidRPr="00D17652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115,8</w:t>
            </w:r>
          </w:p>
        </w:tc>
      </w:tr>
    </w:tbl>
    <w:p w:rsidR="00D3492E" w:rsidRDefault="00D3492E" w:rsidP="009037DB">
      <w:pPr>
        <w:ind w:firstLine="567"/>
        <w:jc w:val="both"/>
      </w:pPr>
    </w:p>
    <w:p w:rsidR="00D3492E" w:rsidRDefault="00D3492E" w:rsidP="009037DB">
      <w:pPr>
        <w:ind w:firstLine="567"/>
        <w:jc w:val="both"/>
      </w:pPr>
      <w:r>
        <w:t xml:space="preserve">1.6.2. Увеличить расходную часть бюджета МО </w:t>
      </w:r>
      <w:r>
        <w:rPr>
          <w:lang w:eastAsia="en-US"/>
        </w:rPr>
        <w:t>«Ураковское»</w:t>
      </w:r>
      <w:r>
        <w:t xml:space="preserve"> на 115,8 тыс. руб. по следующим направлениям:</w:t>
      </w:r>
    </w:p>
    <w:p w:rsidR="00D3492E" w:rsidRDefault="00D3492E" w:rsidP="009037DB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D3492E" w:rsidTr="00C035A7">
        <w:trPr>
          <w:trHeight w:val="663"/>
        </w:trPr>
        <w:tc>
          <w:tcPr>
            <w:tcW w:w="6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3492E" w:rsidTr="00C035A7">
        <w:tc>
          <w:tcPr>
            <w:tcW w:w="6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D3492E" w:rsidRDefault="00D3492E" w:rsidP="00C035A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Субсидия на проведение кадастровых работ</w:t>
            </w:r>
          </w:p>
        </w:tc>
        <w:tc>
          <w:tcPr>
            <w:tcW w:w="28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221 0409 9900008810 244</w:t>
            </w:r>
          </w:p>
        </w:tc>
        <w:tc>
          <w:tcPr>
            <w:tcW w:w="1267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115,8</w:t>
            </w:r>
          </w:p>
        </w:tc>
      </w:tr>
    </w:tbl>
    <w:p w:rsidR="00D3492E" w:rsidRDefault="00D3492E" w:rsidP="009037DB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D3492E" w:rsidRDefault="00D3492E" w:rsidP="009037DB">
      <w:pPr>
        <w:ind w:firstLine="567"/>
        <w:jc w:val="both"/>
      </w:pPr>
      <w:r>
        <w:t>1.7. В соответствии с Распоряжением Администрации МО «Глазовский район» от 14.07.2020 года № 194 о распределении бюджетных ассигнований на софинансирование муниципальных проектов инициативного бюджетирования «Наше село»:</w:t>
      </w:r>
    </w:p>
    <w:p w:rsidR="00D3492E" w:rsidRDefault="00D3492E" w:rsidP="009037DB">
      <w:pPr>
        <w:ind w:firstLine="567"/>
        <w:jc w:val="both"/>
      </w:pPr>
      <w:r>
        <w:t xml:space="preserve">1.7.1. Увеличить доходную часть бюджета МО </w:t>
      </w:r>
      <w:r>
        <w:rPr>
          <w:lang w:eastAsia="en-US"/>
        </w:rPr>
        <w:t>«Ураковское»</w:t>
      </w:r>
      <w:r>
        <w:t xml:space="preserve"> на 84,4 тыс. рублей:</w:t>
      </w:r>
    </w:p>
    <w:p w:rsidR="00D3492E" w:rsidRDefault="00D3492E" w:rsidP="009037DB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D3492E" w:rsidTr="00C035A7">
        <w:tc>
          <w:tcPr>
            <w:tcW w:w="648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3492E" w:rsidTr="00C035A7">
        <w:tc>
          <w:tcPr>
            <w:tcW w:w="648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D3492E" w:rsidRPr="008A5B29" w:rsidRDefault="00D3492E" w:rsidP="00C035A7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49247D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D3492E" w:rsidRPr="00D17652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D3492E" w:rsidRPr="00D17652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84,4</w:t>
            </w:r>
          </w:p>
        </w:tc>
      </w:tr>
    </w:tbl>
    <w:p w:rsidR="00D3492E" w:rsidRDefault="00D3492E" w:rsidP="009037DB">
      <w:pPr>
        <w:ind w:firstLine="567"/>
        <w:jc w:val="both"/>
      </w:pPr>
    </w:p>
    <w:p w:rsidR="00D3492E" w:rsidRDefault="00D3492E" w:rsidP="009037DB">
      <w:pPr>
        <w:ind w:firstLine="567"/>
        <w:jc w:val="both"/>
      </w:pPr>
      <w:r>
        <w:t xml:space="preserve">1.7.2. Увеличить расходную часть бюджета МО </w:t>
      </w:r>
      <w:r>
        <w:rPr>
          <w:lang w:eastAsia="en-US"/>
        </w:rPr>
        <w:t>«Ураковское»</w:t>
      </w:r>
      <w:r>
        <w:t xml:space="preserve"> на 84,4 тыс. руб. по следующим направлениям:</w:t>
      </w:r>
    </w:p>
    <w:p w:rsidR="00D3492E" w:rsidRDefault="00D3492E" w:rsidP="009037DB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D3492E" w:rsidTr="00C035A7">
        <w:trPr>
          <w:trHeight w:val="663"/>
        </w:trPr>
        <w:tc>
          <w:tcPr>
            <w:tcW w:w="6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3492E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3492E" w:rsidTr="00C035A7">
        <w:tc>
          <w:tcPr>
            <w:tcW w:w="6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D3492E" w:rsidRDefault="00D3492E" w:rsidP="00C035A7">
            <w:pPr>
              <w:spacing w:line="276" w:lineRule="auto"/>
              <w:rPr>
                <w:lang w:eastAsia="en-US"/>
              </w:rPr>
            </w:pPr>
            <w:r w:rsidRPr="00C85B57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2844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221 0409 9900062521 244</w:t>
            </w:r>
          </w:p>
        </w:tc>
        <w:tc>
          <w:tcPr>
            <w:tcW w:w="1267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84,4</w:t>
            </w:r>
          </w:p>
        </w:tc>
      </w:tr>
    </w:tbl>
    <w:p w:rsidR="00D3492E" w:rsidRDefault="00D3492E" w:rsidP="009037DB">
      <w:pPr>
        <w:ind w:firstLine="567"/>
        <w:jc w:val="both"/>
      </w:pPr>
    </w:p>
    <w:p w:rsidR="00D3492E" w:rsidRDefault="00D3492E" w:rsidP="009037DB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В связи с прогнозируемым поступлением дополнительных доходов, в целях реализации муниципального проекта инициативного бюджетирования «Наше село» на территории муниципальных образований – сельских поселений Глазовского района:</w:t>
      </w:r>
    </w:p>
    <w:p w:rsidR="00D3492E" w:rsidRDefault="00D3492E" w:rsidP="009037DB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</w:p>
    <w:p w:rsidR="00D3492E" w:rsidRDefault="00D3492E" w:rsidP="009037DB">
      <w:pPr>
        <w:ind w:firstLine="567"/>
        <w:jc w:val="both"/>
      </w:pPr>
      <w:r>
        <w:t xml:space="preserve">1.8.1. </w:t>
      </w:r>
      <w:r w:rsidRPr="00ED6200">
        <w:t>Увеличить доходную часть бюджета МО «</w:t>
      </w:r>
      <w:r>
        <w:t>Ураковское</w:t>
      </w:r>
      <w:r w:rsidRPr="00ED6200">
        <w:t>»</w:t>
      </w:r>
      <w:r>
        <w:t xml:space="preserve"> на 20,0 </w:t>
      </w:r>
      <w:r w:rsidRPr="00ED6200">
        <w:t>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3118"/>
        <w:gridCol w:w="1134"/>
      </w:tblGrid>
      <w:tr w:rsidR="00D3492E" w:rsidRPr="00972993" w:rsidTr="00C035A7">
        <w:tc>
          <w:tcPr>
            <w:tcW w:w="648" w:type="dxa"/>
            <w:vAlign w:val="center"/>
          </w:tcPr>
          <w:p w:rsidR="00D3492E" w:rsidRPr="00972993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D3492E" w:rsidRPr="00972993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D3492E" w:rsidRPr="00972993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vAlign w:val="center"/>
          </w:tcPr>
          <w:p w:rsidR="00D3492E" w:rsidRPr="00972993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vAlign w:val="center"/>
          </w:tcPr>
          <w:p w:rsidR="00D3492E" w:rsidRPr="00972993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D3492E" w:rsidRPr="00972993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D3492E" w:rsidRPr="00EF38CB" w:rsidTr="00C035A7">
        <w:tc>
          <w:tcPr>
            <w:tcW w:w="648" w:type="dxa"/>
            <w:vAlign w:val="center"/>
          </w:tcPr>
          <w:p w:rsidR="00D3492E" w:rsidRPr="004436A6" w:rsidRDefault="00D3492E" w:rsidP="00C035A7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F41B27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D3492E" w:rsidRPr="00C2159E" w:rsidRDefault="00D3492E" w:rsidP="00C035A7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6D3924">
              <w:rPr>
                <w:lang w:eastAsia="en-US"/>
              </w:rPr>
              <w:t>Прочие неналоговые доходы бюджетов сельских поселений</w:t>
            </w:r>
            <w:r>
              <w:rPr>
                <w:lang w:eastAsia="en-US"/>
              </w:rPr>
              <w:t xml:space="preserve"> (денежные поступления </w:t>
            </w:r>
            <w:r w:rsidRPr="005A7996">
              <w:rPr>
                <w:b/>
                <w:lang w:eastAsia="en-US"/>
              </w:rPr>
              <w:t>от населения</w:t>
            </w:r>
            <w:r>
              <w:rPr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  <w:tc>
          <w:tcPr>
            <w:tcW w:w="3118" w:type="dxa"/>
            <w:vAlign w:val="center"/>
          </w:tcPr>
          <w:p w:rsidR="00D3492E" w:rsidRPr="00C2159E" w:rsidRDefault="00D3492E" w:rsidP="00C035A7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221 11705050 10 0031 180</w:t>
            </w:r>
          </w:p>
        </w:tc>
        <w:tc>
          <w:tcPr>
            <w:tcW w:w="1134" w:type="dxa"/>
            <w:vAlign w:val="center"/>
          </w:tcPr>
          <w:p w:rsidR="00D3492E" w:rsidRPr="00065BA9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</w:tbl>
    <w:p w:rsidR="00D3492E" w:rsidRDefault="00D3492E" w:rsidP="009037DB">
      <w:pPr>
        <w:ind w:firstLine="567"/>
        <w:jc w:val="both"/>
      </w:pPr>
    </w:p>
    <w:p w:rsidR="00D3492E" w:rsidRDefault="00D3492E" w:rsidP="009037DB">
      <w:pPr>
        <w:ind w:firstLine="567"/>
        <w:jc w:val="both"/>
      </w:pPr>
      <w:r>
        <w:t xml:space="preserve">1.8.2. </w:t>
      </w:r>
      <w:r w:rsidRPr="00ED6200">
        <w:t>Увеличить расходную часть бюджета МО «</w:t>
      </w:r>
      <w:r>
        <w:t>Ураковское</w:t>
      </w:r>
      <w:r w:rsidRPr="00ED6200">
        <w:t>»</w:t>
      </w:r>
      <w:r>
        <w:t xml:space="preserve"> на 20,0 </w:t>
      </w:r>
      <w:r w:rsidRPr="00ED6200">
        <w:t>тыс. руб. по следующим направлениям</w:t>
      </w:r>
      <w:r>
        <w:t>:</w:t>
      </w: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820"/>
        <w:gridCol w:w="2835"/>
        <w:gridCol w:w="1276"/>
      </w:tblGrid>
      <w:tr w:rsidR="00D3492E" w:rsidRPr="00972993" w:rsidTr="00C035A7">
        <w:trPr>
          <w:trHeight w:val="612"/>
        </w:trPr>
        <w:tc>
          <w:tcPr>
            <w:tcW w:w="597" w:type="dxa"/>
            <w:vAlign w:val="center"/>
          </w:tcPr>
          <w:p w:rsidR="00D3492E" w:rsidRPr="00972993" w:rsidRDefault="00D3492E" w:rsidP="00C035A7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D3492E" w:rsidRPr="00972993" w:rsidRDefault="00D3492E" w:rsidP="00C035A7">
            <w:pPr>
              <w:ind w:left="-645" w:firstLine="567"/>
              <w:jc w:val="center"/>
              <w:rPr>
                <w:b/>
              </w:rPr>
            </w:pPr>
            <w:r w:rsidRPr="00972993">
              <w:rPr>
                <w:b/>
              </w:rPr>
              <w:t>п/п</w:t>
            </w:r>
          </w:p>
        </w:tc>
        <w:tc>
          <w:tcPr>
            <w:tcW w:w="4820" w:type="dxa"/>
            <w:vAlign w:val="center"/>
          </w:tcPr>
          <w:p w:rsidR="00D3492E" w:rsidRPr="00972993" w:rsidRDefault="00D3492E" w:rsidP="00C035A7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vAlign w:val="center"/>
          </w:tcPr>
          <w:p w:rsidR="00D3492E" w:rsidRPr="00972993" w:rsidRDefault="00D3492E" w:rsidP="00C035A7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D3492E" w:rsidRPr="00972993" w:rsidRDefault="00D3492E" w:rsidP="00C035A7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D3492E" w:rsidTr="00C035A7">
        <w:trPr>
          <w:trHeight w:val="612"/>
        </w:trPr>
        <w:tc>
          <w:tcPr>
            <w:tcW w:w="597" w:type="dxa"/>
            <w:vAlign w:val="center"/>
          </w:tcPr>
          <w:p w:rsidR="00D3492E" w:rsidRPr="00972993" w:rsidRDefault="00D3492E" w:rsidP="00C035A7">
            <w:pPr>
              <w:jc w:val="center"/>
            </w:pPr>
            <w:r>
              <w:t>1.</w:t>
            </w:r>
          </w:p>
        </w:tc>
        <w:tc>
          <w:tcPr>
            <w:tcW w:w="4820" w:type="dxa"/>
            <w:vAlign w:val="center"/>
          </w:tcPr>
          <w:p w:rsidR="00D3492E" w:rsidRPr="00DB5FEA" w:rsidRDefault="00D3492E" w:rsidP="00C035A7">
            <w:pPr>
              <w:jc w:val="both"/>
            </w:pPr>
            <w:r w:rsidRPr="00AC00AB"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2835" w:type="dxa"/>
            <w:vAlign w:val="center"/>
          </w:tcPr>
          <w:p w:rsidR="00D3492E" w:rsidRPr="00972993" w:rsidRDefault="00D3492E" w:rsidP="00C035A7">
            <w:pPr>
              <w:jc w:val="both"/>
            </w:pPr>
            <w:r>
              <w:t>221 0409 9900062521 244</w:t>
            </w:r>
          </w:p>
        </w:tc>
        <w:tc>
          <w:tcPr>
            <w:tcW w:w="1276" w:type="dxa"/>
            <w:vAlign w:val="center"/>
          </w:tcPr>
          <w:p w:rsidR="00D3492E" w:rsidRDefault="00D3492E" w:rsidP="00C035A7">
            <w:pPr>
              <w:jc w:val="center"/>
            </w:pPr>
            <w:r>
              <w:t>20,0</w:t>
            </w:r>
          </w:p>
        </w:tc>
      </w:tr>
    </w:tbl>
    <w:p w:rsidR="00D3492E" w:rsidRDefault="00D3492E" w:rsidP="009037DB">
      <w:pPr>
        <w:ind w:firstLine="567"/>
        <w:jc w:val="both"/>
      </w:pPr>
    </w:p>
    <w:p w:rsidR="00D3492E" w:rsidRPr="00B54C0F" w:rsidRDefault="00D3492E" w:rsidP="009037DB">
      <w:pPr>
        <w:ind w:firstLine="567"/>
        <w:jc w:val="both"/>
      </w:pPr>
      <w:r>
        <w:t xml:space="preserve">1.9.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r>
        <w:t>Ураковское</w:t>
      </w:r>
      <w:r w:rsidRPr="004005F3">
        <w:t>» по состоянию на 01.01.20</w:t>
      </w:r>
      <w:r>
        <w:t>20</w:t>
      </w:r>
      <w:r w:rsidRPr="004005F3">
        <w:t xml:space="preserve"> года, направить на финансирование мероприятий 20</w:t>
      </w:r>
      <w:r>
        <w:t>20</w:t>
      </w:r>
      <w:r w:rsidRPr="004005F3">
        <w:t xml:space="preserve"> года в </w:t>
      </w:r>
      <w:r w:rsidRPr="00B54C0F">
        <w:t xml:space="preserve">сумме </w:t>
      </w:r>
      <w:r>
        <w:t>46,8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D3492E" w:rsidRPr="00B54C0F" w:rsidRDefault="00D3492E" w:rsidP="009037DB">
      <w:pPr>
        <w:numPr>
          <w:ilvl w:val="1"/>
          <w:numId w:val="2"/>
        </w:numPr>
        <w:jc w:val="center"/>
      </w:pPr>
      <w:r>
        <w:t xml:space="preserve">1.9.1.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022"/>
        <w:gridCol w:w="2496"/>
        <w:gridCol w:w="1275"/>
      </w:tblGrid>
      <w:tr w:rsidR="00D3492E" w:rsidRPr="00B54C0F" w:rsidTr="00C035A7">
        <w:tc>
          <w:tcPr>
            <w:tcW w:w="648" w:type="dxa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D3492E" w:rsidRPr="00B54C0F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п/п</w:t>
            </w:r>
          </w:p>
        </w:tc>
        <w:tc>
          <w:tcPr>
            <w:tcW w:w="5022" w:type="dxa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D3492E" w:rsidRPr="00B54C0F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D3492E" w:rsidRPr="00B54C0F" w:rsidTr="00C035A7">
        <w:tc>
          <w:tcPr>
            <w:tcW w:w="648" w:type="dxa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</w:tcPr>
          <w:p w:rsidR="00D3492E" w:rsidRPr="00B54C0F" w:rsidRDefault="00D3492E" w:rsidP="00C035A7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D3492E" w:rsidRPr="00B54C0F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46,8</w:t>
            </w:r>
          </w:p>
        </w:tc>
      </w:tr>
    </w:tbl>
    <w:p w:rsidR="00D3492E" w:rsidRPr="00B54C0F" w:rsidRDefault="00D3492E" w:rsidP="009037DB">
      <w:pPr>
        <w:jc w:val="both"/>
        <w:rPr>
          <w:b/>
          <w:color w:val="FF0000"/>
        </w:rPr>
      </w:pPr>
    </w:p>
    <w:p w:rsidR="00D3492E" w:rsidRDefault="00D3492E" w:rsidP="009037DB">
      <w:pPr>
        <w:ind w:firstLine="567"/>
        <w:jc w:val="both"/>
      </w:pPr>
      <w:r w:rsidRPr="00B54C0F">
        <w:t>1.</w:t>
      </w:r>
      <w:r>
        <w:t>9</w:t>
      </w:r>
      <w:r w:rsidRPr="00B54C0F">
        <w:t>.</w:t>
      </w:r>
      <w:r>
        <w:t>2.</w:t>
      </w:r>
      <w:r w:rsidRPr="00B54C0F">
        <w:t xml:space="preserve"> Увеличить расходную часть бюджета МО «</w:t>
      </w:r>
      <w:r>
        <w:t>Ураковское</w:t>
      </w:r>
      <w:r w:rsidRPr="00B54C0F">
        <w:t xml:space="preserve">» на </w:t>
      </w:r>
      <w:r>
        <w:t xml:space="preserve">46,8 </w:t>
      </w:r>
      <w:r w:rsidRPr="00B54C0F">
        <w:t>тыс. руб. и распределить их по следующим направлениям:</w:t>
      </w:r>
    </w:p>
    <w:p w:rsidR="00D3492E" w:rsidRPr="00B54C0F" w:rsidRDefault="00D3492E" w:rsidP="009037DB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D3492E" w:rsidRPr="00B54C0F" w:rsidTr="00C035A7">
        <w:trPr>
          <w:trHeight w:val="663"/>
        </w:trPr>
        <w:tc>
          <w:tcPr>
            <w:tcW w:w="851" w:type="dxa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D3492E" w:rsidRPr="00B54C0F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D3492E" w:rsidRPr="00041A83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D3492E" w:rsidRPr="00041A83" w:rsidRDefault="00D3492E" w:rsidP="00C035A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D3492E" w:rsidRPr="00B54C0F" w:rsidTr="00C035A7">
        <w:tc>
          <w:tcPr>
            <w:tcW w:w="851" w:type="dxa"/>
            <w:vAlign w:val="center"/>
          </w:tcPr>
          <w:p w:rsidR="00D3492E" w:rsidRPr="00B54C0F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</w:tcPr>
          <w:p w:rsidR="00D3492E" w:rsidRDefault="00D3492E" w:rsidP="00C035A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236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</w:pPr>
            <w:r>
              <w:t>221 0104 9900060030 121</w:t>
            </w:r>
          </w:p>
        </w:tc>
        <w:tc>
          <w:tcPr>
            <w:tcW w:w="1300" w:type="dxa"/>
            <w:vAlign w:val="center"/>
          </w:tcPr>
          <w:p w:rsidR="00D3492E" w:rsidRDefault="00D3492E" w:rsidP="00C035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46,8</w:t>
            </w:r>
          </w:p>
        </w:tc>
      </w:tr>
    </w:tbl>
    <w:p w:rsidR="00D3492E" w:rsidRDefault="00D3492E" w:rsidP="009037DB">
      <w:pPr>
        <w:ind w:firstLine="567"/>
        <w:jc w:val="both"/>
      </w:pPr>
    </w:p>
    <w:p w:rsidR="00D3492E" w:rsidRPr="001D3FF2" w:rsidRDefault="00D3492E" w:rsidP="009037DB">
      <w:pPr>
        <w:ind w:firstLine="567"/>
        <w:jc w:val="both"/>
        <w:rPr>
          <w:color w:val="FF0000"/>
        </w:rPr>
      </w:pPr>
      <w:r w:rsidRPr="00243A41">
        <w:t>2. Утвердить бюджет МО «Ураковское» на 20</w:t>
      </w:r>
      <w:r>
        <w:t>20</w:t>
      </w:r>
      <w:r w:rsidRPr="00243A41">
        <w:t xml:space="preserve"> год по </w:t>
      </w:r>
      <w:r w:rsidRPr="00076313">
        <w:t xml:space="preserve">доходам </w:t>
      </w:r>
      <w:r w:rsidRPr="00871C21">
        <w:t xml:space="preserve">в сумме </w:t>
      </w:r>
      <w:r>
        <w:t>5488,2</w:t>
      </w:r>
      <w:r w:rsidRPr="00A22B13">
        <w:t xml:space="preserve"> тыс. руб., по расходам в сумме </w:t>
      </w:r>
      <w:r>
        <w:t>5558,0</w:t>
      </w:r>
      <w:r w:rsidRPr="00A22B13">
        <w:t xml:space="preserve"> тыс. руб.</w:t>
      </w:r>
    </w:p>
    <w:p w:rsidR="00D3492E" w:rsidRPr="00652365" w:rsidRDefault="00D3492E" w:rsidP="009037DB">
      <w:pPr>
        <w:ind w:firstLine="567"/>
        <w:jc w:val="both"/>
      </w:pPr>
      <w:r w:rsidRPr="00F532DE">
        <w:t xml:space="preserve">3. Внести соответствующие изменения в Приложения </w:t>
      </w:r>
      <w:r w:rsidRPr="00D763B6">
        <w:t xml:space="preserve">№ </w:t>
      </w:r>
      <w:r>
        <w:t>1,2,3,7,9,11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F532DE">
        <w:t xml:space="preserve">депутатов муниципального образования «Ураковское» </w:t>
      </w:r>
      <w:r w:rsidRPr="00652365">
        <w:t xml:space="preserve">№ 158 от 24.12.2019 «О бюджете муниципального образования «Ураковское» </w:t>
      </w:r>
      <w:r w:rsidRPr="00652365">
        <w:rPr>
          <w:bCs/>
        </w:rPr>
        <w:t>на 2020 год и на плановый период</w:t>
      </w:r>
      <w:r w:rsidRPr="00652365">
        <w:t xml:space="preserve"> 2021 и 2022 годов» (в ред. решения № 165 от 12.02.2020, № 172 от 15.05.2020).</w:t>
      </w:r>
    </w:p>
    <w:p w:rsidR="00D3492E" w:rsidRDefault="00D3492E" w:rsidP="009037DB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05-10-2020 от 30.12.2019 г.</w:t>
      </w:r>
    </w:p>
    <w:p w:rsidR="00D3492E" w:rsidRDefault="00D3492E" w:rsidP="009037DB">
      <w:pPr>
        <w:jc w:val="both"/>
      </w:pPr>
    </w:p>
    <w:p w:rsidR="00D3492E" w:rsidRDefault="00D3492E" w:rsidP="00BD5C92">
      <w:pPr>
        <w:jc w:val="both"/>
      </w:pPr>
    </w:p>
    <w:p w:rsidR="00D3492E" w:rsidRDefault="00D3492E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Глава муниципального</w:t>
      </w:r>
    </w:p>
    <w:p w:rsidR="00D3492E" w:rsidRPr="006E1CF3" w:rsidRDefault="00D3492E" w:rsidP="002E1C4C">
      <w:pPr>
        <w:tabs>
          <w:tab w:val="left" w:pos="7845"/>
        </w:tabs>
        <w:ind w:left="360" w:hanging="360"/>
        <w:jc w:val="both"/>
        <w:rPr>
          <w:b/>
        </w:rPr>
      </w:pPr>
      <w:r>
        <w:rPr>
          <w:b/>
        </w:rPr>
        <w:t>о</w:t>
      </w:r>
      <w:r w:rsidRPr="00F532DE">
        <w:rPr>
          <w:b/>
        </w:rPr>
        <w:t>бразования</w:t>
      </w:r>
      <w:r>
        <w:rPr>
          <w:b/>
        </w:rPr>
        <w:t xml:space="preserve"> </w:t>
      </w:r>
      <w:r w:rsidRPr="00F532DE">
        <w:rPr>
          <w:b/>
        </w:rPr>
        <w:t xml:space="preserve">«Ураковское»                                                                 </w:t>
      </w:r>
      <w:bookmarkStart w:id="0" w:name="_GoBack"/>
      <w:bookmarkEnd w:id="0"/>
      <w:r>
        <w:rPr>
          <w:b/>
        </w:rPr>
        <w:t xml:space="preserve">Т.В. Бабинцева </w:t>
      </w:r>
    </w:p>
    <w:sectPr w:rsidR="00D3492E" w:rsidRPr="006E1CF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41A83"/>
    <w:rsid w:val="00051A02"/>
    <w:rsid w:val="00065BA9"/>
    <w:rsid w:val="00076313"/>
    <w:rsid w:val="000875D3"/>
    <w:rsid w:val="000B07E4"/>
    <w:rsid w:val="000B79F4"/>
    <w:rsid w:val="000E356C"/>
    <w:rsid w:val="00123930"/>
    <w:rsid w:val="00131A99"/>
    <w:rsid w:val="00132F6D"/>
    <w:rsid w:val="00134619"/>
    <w:rsid w:val="001466A8"/>
    <w:rsid w:val="00153A78"/>
    <w:rsid w:val="00170080"/>
    <w:rsid w:val="00175711"/>
    <w:rsid w:val="00176026"/>
    <w:rsid w:val="00187597"/>
    <w:rsid w:val="0019658A"/>
    <w:rsid w:val="001B33A0"/>
    <w:rsid w:val="001C59DA"/>
    <w:rsid w:val="001D3FF2"/>
    <w:rsid w:val="001E429C"/>
    <w:rsid w:val="001F5E43"/>
    <w:rsid w:val="00204275"/>
    <w:rsid w:val="00206FB7"/>
    <w:rsid w:val="00243A41"/>
    <w:rsid w:val="0027216D"/>
    <w:rsid w:val="00287828"/>
    <w:rsid w:val="002925E3"/>
    <w:rsid w:val="0029680A"/>
    <w:rsid w:val="002A7CDB"/>
    <w:rsid w:val="002C2A9D"/>
    <w:rsid w:val="002C2F08"/>
    <w:rsid w:val="002D49F2"/>
    <w:rsid w:val="002E05F0"/>
    <w:rsid w:val="002E1C4C"/>
    <w:rsid w:val="002E5B37"/>
    <w:rsid w:val="00315A79"/>
    <w:rsid w:val="00315AC3"/>
    <w:rsid w:val="0032494C"/>
    <w:rsid w:val="00344526"/>
    <w:rsid w:val="00350E82"/>
    <w:rsid w:val="00356124"/>
    <w:rsid w:val="0036110D"/>
    <w:rsid w:val="00365545"/>
    <w:rsid w:val="00377BF8"/>
    <w:rsid w:val="00385157"/>
    <w:rsid w:val="003857FB"/>
    <w:rsid w:val="00392C16"/>
    <w:rsid w:val="003B0EB1"/>
    <w:rsid w:val="003B7F52"/>
    <w:rsid w:val="003C4757"/>
    <w:rsid w:val="003D2B34"/>
    <w:rsid w:val="003F06F0"/>
    <w:rsid w:val="003F7906"/>
    <w:rsid w:val="004005F3"/>
    <w:rsid w:val="0043062C"/>
    <w:rsid w:val="0043642D"/>
    <w:rsid w:val="004436A6"/>
    <w:rsid w:val="00446DF6"/>
    <w:rsid w:val="00487FBD"/>
    <w:rsid w:val="0049247D"/>
    <w:rsid w:val="00492A05"/>
    <w:rsid w:val="00496697"/>
    <w:rsid w:val="004B5967"/>
    <w:rsid w:val="004D0A55"/>
    <w:rsid w:val="004D6EDB"/>
    <w:rsid w:val="00515225"/>
    <w:rsid w:val="00542FAB"/>
    <w:rsid w:val="00562C89"/>
    <w:rsid w:val="00572D6F"/>
    <w:rsid w:val="00580436"/>
    <w:rsid w:val="00581F97"/>
    <w:rsid w:val="00595A89"/>
    <w:rsid w:val="005A09FE"/>
    <w:rsid w:val="005A78F0"/>
    <w:rsid w:val="005A7996"/>
    <w:rsid w:val="005B40B3"/>
    <w:rsid w:val="005C042B"/>
    <w:rsid w:val="005C1F3F"/>
    <w:rsid w:val="005C3999"/>
    <w:rsid w:val="005D5A9F"/>
    <w:rsid w:val="005E4D79"/>
    <w:rsid w:val="005F79AD"/>
    <w:rsid w:val="00607531"/>
    <w:rsid w:val="00610624"/>
    <w:rsid w:val="006255E8"/>
    <w:rsid w:val="00652365"/>
    <w:rsid w:val="00660AFA"/>
    <w:rsid w:val="0068475F"/>
    <w:rsid w:val="006869D2"/>
    <w:rsid w:val="0069172B"/>
    <w:rsid w:val="00693979"/>
    <w:rsid w:val="006D3924"/>
    <w:rsid w:val="006E0DBA"/>
    <w:rsid w:val="006E1CF3"/>
    <w:rsid w:val="006E62DB"/>
    <w:rsid w:val="006F468F"/>
    <w:rsid w:val="007028BF"/>
    <w:rsid w:val="00703FA9"/>
    <w:rsid w:val="00725AD2"/>
    <w:rsid w:val="00725BE8"/>
    <w:rsid w:val="007458BF"/>
    <w:rsid w:val="00757020"/>
    <w:rsid w:val="0075734A"/>
    <w:rsid w:val="00767BCF"/>
    <w:rsid w:val="00770018"/>
    <w:rsid w:val="007710D9"/>
    <w:rsid w:val="00773310"/>
    <w:rsid w:val="007A6CB9"/>
    <w:rsid w:val="007B1716"/>
    <w:rsid w:val="007F6658"/>
    <w:rsid w:val="007F78C2"/>
    <w:rsid w:val="0082268F"/>
    <w:rsid w:val="0082507B"/>
    <w:rsid w:val="008324A5"/>
    <w:rsid w:val="00834912"/>
    <w:rsid w:val="008454A3"/>
    <w:rsid w:val="0085278A"/>
    <w:rsid w:val="00871C21"/>
    <w:rsid w:val="00872764"/>
    <w:rsid w:val="00874290"/>
    <w:rsid w:val="00886BC2"/>
    <w:rsid w:val="008A5B29"/>
    <w:rsid w:val="008B3067"/>
    <w:rsid w:val="008C3789"/>
    <w:rsid w:val="008F1B25"/>
    <w:rsid w:val="009037DB"/>
    <w:rsid w:val="009349C2"/>
    <w:rsid w:val="0095278C"/>
    <w:rsid w:val="00956162"/>
    <w:rsid w:val="009706D4"/>
    <w:rsid w:val="00972993"/>
    <w:rsid w:val="00974BEE"/>
    <w:rsid w:val="00991781"/>
    <w:rsid w:val="009938AA"/>
    <w:rsid w:val="009972DA"/>
    <w:rsid w:val="009A6AA6"/>
    <w:rsid w:val="009A6D15"/>
    <w:rsid w:val="009D1054"/>
    <w:rsid w:val="009E514C"/>
    <w:rsid w:val="009F185A"/>
    <w:rsid w:val="009F583F"/>
    <w:rsid w:val="009F5E27"/>
    <w:rsid w:val="009F6CA9"/>
    <w:rsid w:val="00A001B7"/>
    <w:rsid w:val="00A04EEC"/>
    <w:rsid w:val="00A12B87"/>
    <w:rsid w:val="00A211F8"/>
    <w:rsid w:val="00A22B13"/>
    <w:rsid w:val="00A258C7"/>
    <w:rsid w:val="00A263AE"/>
    <w:rsid w:val="00A30687"/>
    <w:rsid w:val="00A46FCC"/>
    <w:rsid w:val="00A66456"/>
    <w:rsid w:val="00A75492"/>
    <w:rsid w:val="00A96E35"/>
    <w:rsid w:val="00AB79EC"/>
    <w:rsid w:val="00AC00AB"/>
    <w:rsid w:val="00AC0D65"/>
    <w:rsid w:val="00AD3ACC"/>
    <w:rsid w:val="00AD4E3F"/>
    <w:rsid w:val="00AF1DE1"/>
    <w:rsid w:val="00B00B61"/>
    <w:rsid w:val="00B02FA1"/>
    <w:rsid w:val="00B034CB"/>
    <w:rsid w:val="00B0365C"/>
    <w:rsid w:val="00B12731"/>
    <w:rsid w:val="00B30957"/>
    <w:rsid w:val="00B3265A"/>
    <w:rsid w:val="00B46967"/>
    <w:rsid w:val="00B54C0F"/>
    <w:rsid w:val="00B65AA9"/>
    <w:rsid w:val="00B66252"/>
    <w:rsid w:val="00B876B5"/>
    <w:rsid w:val="00B920BF"/>
    <w:rsid w:val="00B97021"/>
    <w:rsid w:val="00B97DCC"/>
    <w:rsid w:val="00BA0A83"/>
    <w:rsid w:val="00BB4EE4"/>
    <w:rsid w:val="00BB6C24"/>
    <w:rsid w:val="00BC0986"/>
    <w:rsid w:val="00BD5C92"/>
    <w:rsid w:val="00BE071A"/>
    <w:rsid w:val="00BF3216"/>
    <w:rsid w:val="00BF6155"/>
    <w:rsid w:val="00C0250A"/>
    <w:rsid w:val="00C035A7"/>
    <w:rsid w:val="00C13B56"/>
    <w:rsid w:val="00C16A29"/>
    <w:rsid w:val="00C2159E"/>
    <w:rsid w:val="00C3584E"/>
    <w:rsid w:val="00C41018"/>
    <w:rsid w:val="00C415E1"/>
    <w:rsid w:val="00C62526"/>
    <w:rsid w:val="00C66F53"/>
    <w:rsid w:val="00C85B57"/>
    <w:rsid w:val="00CA2D7F"/>
    <w:rsid w:val="00CA538C"/>
    <w:rsid w:val="00CB0319"/>
    <w:rsid w:val="00CB167C"/>
    <w:rsid w:val="00CC449A"/>
    <w:rsid w:val="00CD533B"/>
    <w:rsid w:val="00D164B5"/>
    <w:rsid w:val="00D17652"/>
    <w:rsid w:val="00D3492E"/>
    <w:rsid w:val="00D43EC8"/>
    <w:rsid w:val="00D444FC"/>
    <w:rsid w:val="00D460FD"/>
    <w:rsid w:val="00D47B50"/>
    <w:rsid w:val="00D51D8C"/>
    <w:rsid w:val="00D655B2"/>
    <w:rsid w:val="00D763B6"/>
    <w:rsid w:val="00D776D8"/>
    <w:rsid w:val="00DB23D5"/>
    <w:rsid w:val="00DB4751"/>
    <w:rsid w:val="00DB5FEA"/>
    <w:rsid w:val="00DB7894"/>
    <w:rsid w:val="00DC09C6"/>
    <w:rsid w:val="00DD01C3"/>
    <w:rsid w:val="00DE414C"/>
    <w:rsid w:val="00DF1E48"/>
    <w:rsid w:val="00DF7E30"/>
    <w:rsid w:val="00E12947"/>
    <w:rsid w:val="00E224F0"/>
    <w:rsid w:val="00E23DC6"/>
    <w:rsid w:val="00E355C9"/>
    <w:rsid w:val="00E53B46"/>
    <w:rsid w:val="00E572DB"/>
    <w:rsid w:val="00E63ACD"/>
    <w:rsid w:val="00E65E47"/>
    <w:rsid w:val="00E85035"/>
    <w:rsid w:val="00EA7615"/>
    <w:rsid w:val="00EB2A92"/>
    <w:rsid w:val="00EC6690"/>
    <w:rsid w:val="00EC704A"/>
    <w:rsid w:val="00EC7D7D"/>
    <w:rsid w:val="00ED6200"/>
    <w:rsid w:val="00ED6483"/>
    <w:rsid w:val="00EE1B7A"/>
    <w:rsid w:val="00EE5607"/>
    <w:rsid w:val="00EF03AA"/>
    <w:rsid w:val="00EF38CB"/>
    <w:rsid w:val="00F05354"/>
    <w:rsid w:val="00F05C52"/>
    <w:rsid w:val="00F16B8E"/>
    <w:rsid w:val="00F33EE1"/>
    <w:rsid w:val="00F367AF"/>
    <w:rsid w:val="00F41333"/>
    <w:rsid w:val="00F41B27"/>
    <w:rsid w:val="00F41D15"/>
    <w:rsid w:val="00F53096"/>
    <w:rsid w:val="00F532DE"/>
    <w:rsid w:val="00F53FB4"/>
    <w:rsid w:val="00F6025B"/>
    <w:rsid w:val="00F770CF"/>
    <w:rsid w:val="00F82486"/>
    <w:rsid w:val="00FB2673"/>
    <w:rsid w:val="00FC5813"/>
    <w:rsid w:val="00FE44E3"/>
    <w:rsid w:val="00FE537F"/>
    <w:rsid w:val="00FF2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C449A"/>
    <w:pPr>
      <w:widowControl w:val="0"/>
      <w:autoSpaceDE w:val="0"/>
    </w:pPr>
    <w:rPr>
      <w:rFonts w:eastAsia="Times New Roman" w:cs="Calibri"/>
      <w:szCs w:val="20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871C21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3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5</Pages>
  <Words>1430</Words>
  <Characters>8156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2020-05-14T12:48:00Z</dcterms:created>
  <dcterms:modified xsi:type="dcterms:W3CDTF">2020-07-24T04:31:00Z</dcterms:modified>
</cp:coreProperties>
</file>