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AB" w:rsidRPr="00F21F4D" w:rsidRDefault="00A713AB" w:rsidP="00F21F4D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F21F4D">
        <w:rPr>
          <w:rFonts w:ascii="Times New Roman" w:hAnsi="Times New Roman"/>
          <w:sz w:val="20"/>
          <w:szCs w:val="20"/>
        </w:rPr>
        <w:t>СОВЕТ  ДЕПУТАТОВ   МУНИЦИПАЛЬНОГО  ОБРАЗОВАНИЯ  «УРАКОВСКОЕ»</w:t>
      </w:r>
    </w:p>
    <w:p w:rsidR="00A713AB" w:rsidRPr="00F21F4D" w:rsidRDefault="00A713AB" w:rsidP="00F21F4D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A713AB" w:rsidRPr="00F21F4D" w:rsidRDefault="00A713AB" w:rsidP="00F21F4D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F21F4D">
        <w:rPr>
          <w:rFonts w:ascii="Times New Roman" w:hAnsi="Times New Roman"/>
          <w:sz w:val="20"/>
          <w:szCs w:val="20"/>
        </w:rPr>
        <w:t>« УРАК» МУНИЦИПАЛ  КЫЛДЭТЫСЬ   ДЕПУТАТЪЕСЛЭН  КЕНЕШСЫ</w:t>
      </w:r>
    </w:p>
    <w:p w:rsidR="00A713AB" w:rsidRPr="00F21F4D" w:rsidRDefault="00A713AB" w:rsidP="00F21F4D">
      <w:pPr>
        <w:pStyle w:val="NoSpacing"/>
        <w:jc w:val="center"/>
        <w:rPr>
          <w:rFonts w:ascii="Times New Roman" w:hAnsi="Times New Roman"/>
        </w:rPr>
      </w:pPr>
      <w:r w:rsidRPr="00F21F4D">
        <w:rPr>
          <w:rFonts w:ascii="Times New Roman" w:hAnsi="Times New Roman"/>
        </w:rPr>
        <w:t>_____________________________________________________________________________________</w:t>
      </w:r>
    </w:p>
    <w:p w:rsidR="00A713AB" w:rsidRPr="00F21F4D" w:rsidRDefault="00A713AB" w:rsidP="006E4A0C">
      <w:pPr>
        <w:tabs>
          <w:tab w:val="center" w:pos="4677"/>
        </w:tabs>
        <w:jc w:val="center"/>
        <w:rPr>
          <w:rFonts w:ascii="Times New Roman" w:hAnsi="Times New Roman"/>
          <w:sz w:val="20"/>
          <w:szCs w:val="20"/>
        </w:rPr>
      </w:pPr>
      <w:r w:rsidRPr="00F21F4D">
        <w:rPr>
          <w:rFonts w:ascii="Times New Roman" w:hAnsi="Times New Roman"/>
          <w:sz w:val="20"/>
          <w:szCs w:val="20"/>
        </w:rPr>
        <w:t xml:space="preserve"> Советская ул. д.12а  д. Ураково  Глазовский район, Удмуртская Республика, тел.90-738</w:t>
      </w:r>
    </w:p>
    <w:p w:rsidR="00A713AB" w:rsidRPr="00F21F4D" w:rsidRDefault="00A713AB" w:rsidP="00F21F4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21F4D">
        <w:rPr>
          <w:rFonts w:ascii="Times New Roman" w:hAnsi="Times New Roman"/>
          <w:b/>
          <w:sz w:val="24"/>
          <w:szCs w:val="24"/>
        </w:rPr>
        <w:t xml:space="preserve">Двадцать </w:t>
      </w:r>
      <w:r>
        <w:rPr>
          <w:rFonts w:ascii="Times New Roman" w:hAnsi="Times New Roman"/>
          <w:b/>
          <w:sz w:val="24"/>
          <w:szCs w:val="24"/>
        </w:rPr>
        <w:t>вторая</w:t>
      </w:r>
      <w:r w:rsidRPr="00F21F4D">
        <w:rPr>
          <w:rFonts w:ascii="Times New Roman" w:hAnsi="Times New Roman"/>
          <w:b/>
          <w:sz w:val="24"/>
          <w:szCs w:val="24"/>
        </w:rPr>
        <w:t xml:space="preserve"> сессия  Совета  депутатов муниципального</w:t>
      </w:r>
    </w:p>
    <w:p w:rsidR="00A713AB" w:rsidRPr="00F21F4D" w:rsidRDefault="00A713AB" w:rsidP="00F21F4D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21F4D">
        <w:rPr>
          <w:rFonts w:ascii="Times New Roman" w:hAnsi="Times New Roman"/>
          <w:b/>
          <w:sz w:val="24"/>
          <w:szCs w:val="24"/>
        </w:rPr>
        <w:t>образования «Ураковское» четвертого созыва</w:t>
      </w:r>
    </w:p>
    <w:p w:rsidR="00A713AB" w:rsidRPr="00F21F4D" w:rsidRDefault="00A713AB" w:rsidP="00F21F4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713AB" w:rsidRPr="00F21F4D" w:rsidRDefault="00A713AB" w:rsidP="00F21F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F21F4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Pr="00F21F4D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A713AB" w:rsidRPr="00F21F4D" w:rsidRDefault="00A713AB" w:rsidP="00F21F4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21F4D">
        <w:rPr>
          <w:rFonts w:ascii="Times New Roman" w:hAnsi="Times New Roman"/>
          <w:b/>
          <w:bCs/>
          <w:sz w:val="24"/>
          <w:szCs w:val="24"/>
        </w:rPr>
        <w:t xml:space="preserve">                       Совета депутатов муниципального образования «Ураковское»</w:t>
      </w:r>
    </w:p>
    <w:p w:rsidR="00A713AB" w:rsidRPr="00F21F4D" w:rsidRDefault="00A713AB" w:rsidP="00F21F4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713AB" w:rsidRPr="00B24211" w:rsidRDefault="00A713AB" w:rsidP="00B24211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1F4D">
        <w:rPr>
          <w:rFonts w:ascii="Times New Roman" w:hAnsi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/>
          <w:b/>
          <w:bCs/>
          <w:sz w:val="24"/>
          <w:szCs w:val="24"/>
        </w:rPr>
        <w:t>28.09</w:t>
      </w:r>
      <w:r w:rsidRPr="00F21F4D">
        <w:rPr>
          <w:rFonts w:ascii="Times New Roman" w:hAnsi="Times New Roman"/>
          <w:b/>
          <w:bCs/>
          <w:sz w:val="24"/>
          <w:szCs w:val="24"/>
        </w:rPr>
        <w:t xml:space="preserve">.2018 года                                                                                                           №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95</w:t>
      </w:r>
    </w:p>
    <w:p w:rsidR="00A713AB" w:rsidRDefault="00A713AB" w:rsidP="007B32B3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713AB" w:rsidRDefault="00A713AB" w:rsidP="007B32B3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 w:rsidRPr="00F21F4D">
        <w:rPr>
          <w:rFonts w:ascii="Times New Roman" w:hAnsi="Times New Roman"/>
          <w:b/>
          <w:sz w:val="24"/>
          <w:szCs w:val="24"/>
        </w:rPr>
        <w:t>образования «</w:t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</w:r>
      <w:r w:rsidRPr="00F21F4D">
        <w:rPr>
          <w:rFonts w:ascii="Times New Roman" w:hAnsi="Times New Roman"/>
          <w:b/>
          <w:sz w:val="24"/>
          <w:szCs w:val="24"/>
        </w:rPr>
        <w:softHyphen/>
        <w:t>Ураковское»  за 1 полугодие</w:t>
      </w:r>
      <w:r>
        <w:rPr>
          <w:rFonts w:ascii="Times New Roman" w:hAnsi="Times New Roman"/>
          <w:b/>
          <w:sz w:val="24"/>
          <w:szCs w:val="24"/>
        </w:rPr>
        <w:t xml:space="preserve">  2018 года</w:t>
      </w:r>
    </w:p>
    <w:p w:rsidR="00A713AB" w:rsidRDefault="00A713AB" w:rsidP="007B32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13AB" w:rsidRDefault="00A713AB" w:rsidP="007B32B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Рассмотрев  и заслушав материалы Управления финансов Администрации муниципального образования  «Глазовский  район»  «Об исполнении бюджета муниципального образования «Ураковское»  </w:t>
      </w:r>
      <w:r w:rsidRPr="00F21F4D">
        <w:rPr>
          <w:rFonts w:ascii="Times New Roman" w:hAnsi="Times New Roman"/>
          <w:sz w:val="24"/>
          <w:szCs w:val="24"/>
        </w:rPr>
        <w:t>за 1 полугодие</w:t>
      </w:r>
      <w:r>
        <w:rPr>
          <w:rFonts w:ascii="Times New Roman" w:hAnsi="Times New Roman"/>
          <w:sz w:val="24"/>
          <w:szCs w:val="24"/>
        </w:rPr>
        <w:t xml:space="preserve">  2018 года»,  </w:t>
      </w:r>
      <w:r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</w:t>
      </w:r>
      <w:r w:rsidRPr="00F21F4D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Ураковское</w:t>
      </w:r>
      <w:r w:rsidRPr="00F21F4D">
        <w:rPr>
          <w:rFonts w:ascii="Times New Roman" w:hAnsi="Times New Roman"/>
          <w:b/>
          <w:sz w:val="24"/>
          <w:szCs w:val="24"/>
        </w:rPr>
        <w:t xml:space="preserve">»  </w:t>
      </w:r>
      <w:r>
        <w:rPr>
          <w:rFonts w:ascii="Times New Roman" w:hAnsi="Times New Roman"/>
          <w:b/>
          <w:sz w:val="24"/>
          <w:szCs w:val="24"/>
        </w:rPr>
        <w:t>РЕШИЛ:</w:t>
      </w:r>
    </w:p>
    <w:p w:rsidR="00A713AB" w:rsidRPr="00F10A24" w:rsidRDefault="00A713AB" w:rsidP="006253A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Принять к сведению отчет  об исполнении бюджета муниципального образования «Ураковское»  </w:t>
      </w:r>
      <w:r w:rsidRPr="00F21F4D">
        <w:rPr>
          <w:rFonts w:ascii="Times New Roman" w:hAnsi="Times New Roman"/>
          <w:sz w:val="24"/>
          <w:szCs w:val="24"/>
        </w:rPr>
        <w:t>за 1 полугодие 2018 года</w:t>
      </w:r>
      <w:r>
        <w:rPr>
          <w:rFonts w:ascii="Times New Roman" w:hAnsi="Times New Roman"/>
          <w:sz w:val="24"/>
          <w:szCs w:val="24"/>
        </w:rPr>
        <w:t xml:space="preserve"> (отчет прилагается)</w:t>
      </w:r>
      <w:r w:rsidRPr="00F10A24">
        <w:rPr>
          <w:rFonts w:ascii="Times New Roman" w:hAnsi="Times New Roman"/>
          <w:sz w:val="24"/>
          <w:szCs w:val="24"/>
        </w:rPr>
        <w:t>.</w:t>
      </w:r>
    </w:p>
    <w:p w:rsidR="00A713AB" w:rsidRDefault="00A713AB" w:rsidP="00F21F4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Главе муниципального образования «Ураковское» Бабинцевой Т.В. отчет  «Об исполнении бюджета муниципального образования «Ураковское»  </w:t>
      </w:r>
      <w:r w:rsidRPr="00F21F4D">
        <w:rPr>
          <w:rFonts w:ascii="Times New Roman" w:hAnsi="Times New Roman"/>
          <w:sz w:val="24"/>
          <w:szCs w:val="24"/>
        </w:rPr>
        <w:t>за 1 полугодие 2018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года»  направить в  Управление финансов Администрации муниципального образования  «Глазовский район».</w:t>
      </w:r>
    </w:p>
    <w:p w:rsidR="00A713AB" w:rsidRDefault="00A713AB" w:rsidP="007B32B3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</w:t>
      </w:r>
    </w:p>
    <w:p w:rsidR="00A713AB" w:rsidRDefault="00A713AB" w:rsidP="007B32B3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образования «Ураковское»                                                        Т.В.Бабинцева</w:t>
      </w:r>
    </w:p>
    <w:p w:rsidR="00A713AB" w:rsidRDefault="00A713AB" w:rsidP="007B32B3">
      <w:pPr>
        <w:spacing w:after="0" w:line="240" w:lineRule="auto"/>
        <w:rPr>
          <w:rFonts w:ascii="Times New Roman" w:hAnsi="Times New Roman"/>
          <w:b/>
        </w:rPr>
      </w:pPr>
    </w:p>
    <w:p w:rsidR="00A713AB" w:rsidRDefault="00A713AB" w:rsidP="007B32B3">
      <w:pPr>
        <w:spacing w:after="0" w:line="240" w:lineRule="auto"/>
        <w:rPr>
          <w:rFonts w:ascii="Times New Roman" w:hAnsi="Times New Roman"/>
          <w:b/>
        </w:rPr>
      </w:pPr>
    </w:p>
    <w:p w:rsidR="00A713AB" w:rsidRDefault="00A713AB" w:rsidP="007B32B3">
      <w:pPr>
        <w:spacing w:after="0" w:line="240" w:lineRule="auto"/>
        <w:rPr>
          <w:rFonts w:ascii="Times New Roman" w:hAnsi="Times New Roman"/>
          <w:b/>
        </w:rPr>
      </w:pPr>
    </w:p>
    <w:p w:rsidR="00A713AB" w:rsidRDefault="00A713AB" w:rsidP="007B32B3"/>
    <w:p w:rsidR="00A713AB" w:rsidRDefault="00A713AB"/>
    <w:sectPr w:rsidR="00A713AB" w:rsidSect="00C80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2B1"/>
    <w:rsid w:val="00335B3E"/>
    <w:rsid w:val="00346E3A"/>
    <w:rsid w:val="003C780F"/>
    <w:rsid w:val="00466F99"/>
    <w:rsid w:val="005732B1"/>
    <w:rsid w:val="005A6E33"/>
    <w:rsid w:val="005C6401"/>
    <w:rsid w:val="006253AC"/>
    <w:rsid w:val="0069626F"/>
    <w:rsid w:val="006E3547"/>
    <w:rsid w:val="006E4A0C"/>
    <w:rsid w:val="007B32B3"/>
    <w:rsid w:val="00835445"/>
    <w:rsid w:val="0091311E"/>
    <w:rsid w:val="009214C7"/>
    <w:rsid w:val="00A67602"/>
    <w:rsid w:val="00A713AB"/>
    <w:rsid w:val="00AD0912"/>
    <w:rsid w:val="00AF42AC"/>
    <w:rsid w:val="00B24211"/>
    <w:rsid w:val="00C8003A"/>
    <w:rsid w:val="00D730DD"/>
    <w:rsid w:val="00EE5990"/>
    <w:rsid w:val="00F10A24"/>
    <w:rsid w:val="00F2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B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7B32B3"/>
    <w:pPr>
      <w:ind w:left="720"/>
      <w:contextualSpacing/>
    </w:pPr>
  </w:style>
  <w:style w:type="paragraph" w:styleId="NoSpacing">
    <w:name w:val="No Spacing"/>
    <w:uiPriority w:val="99"/>
    <w:qFormat/>
    <w:rsid w:val="00F21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234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2018-07-16T08:50:00Z</cp:lastPrinted>
  <dcterms:created xsi:type="dcterms:W3CDTF">2018-07-20T09:07:00Z</dcterms:created>
  <dcterms:modified xsi:type="dcterms:W3CDTF">2018-09-25T06:50:00Z</dcterms:modified>
</cp:coreProperties>
</file>