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8D" w:rsidRPr="004674B6" w:rsidRDefault="005E5D8D" w:rsidP="004674B6">
      <w:pPr>
        <w:spacing w:after="0" w:line="240" w:lineRule="auto"/>
        <w:ind w:left="-540" w:firstLine="54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 Глазовского района" style="position:absolute;left:0;text-align:left;margin-left:207pt;margin-top:-9pt;width:39pt;height:54pt;z-index:251658240;visibility:visible">
            <v:imagedata r:id="rId5" o:title=""/>
            <w10:wrap type="topAndBottom"/>
          </v:shape>
        </w:pict>
      </w:r>
    </w:p>
    <w:p w:rsidR="005E5D8D" w:rsidRPr="004674B6" w:rsidRDefault="005E5D8D" w:rsidP="004674B6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4674B6">
        <w:rPr>
          <w:rFonts w:ascii="Times New Roman" w:hAnsi="Times New Roman"/>
          <w:b/>
          <w:bCs/>
          <w:lang w:eastAsia="ru-RU"/>
        </w:rPr>
        <w:t>АДМИНИСТРАЦИЯ МУНИЦИПАЛЬНОГО ОБРАЗОВАНИЯ «ГЛАЗОВСКИЙ РАЙОН»</w:t>
      </w:r>
    </w:p>
    <w:p w:rsidR="005E5D8D" w:rsidRPr="004674B6" w:rsidRDefault="005E5D8D" w:rsidP="004674B6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4674B6">
        <w:rPr>
          <w:rFonts w:ascii="Times New Roman" w:hAnsi="Times New Roman"/>
          <w:b/>
          <w:bCs/>
          <w:lang w:eastAsia="ru-RU"/>
        </w:rPr>
        <w:t>«ГЛАЗ ЁРОС» МУНИЦИПАЛ КЫЛДЫТЭТЛЭН АДМИНИСТРАЦИЕЗ</w:t>
      </w:r>
    </w:p>
    <w:p w:rsidR="005E5D8D" w:rsidRPr="004674B6" w:rsidRDefault="005E5D8D" w:rsidP="004674B6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5E5D8D" w:rsidRPr="004674B6" w:rsidRDefault="005E5D8D" w:rsidP="004674B6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4674B6">
        <w:rPr>
          <w:rFonts w:ascii="Times New Roman" w:hAnsi="Times New Roman"/>
          <w:b/>
          <w:bCs/>
          <w:lang w:eastAsia="ru-RU"/>
        </w:rPr>
        <w:t>(АДМИНИСТРАЦИЯ ГЛАЗОВСКОГО РАЙОНА)</w:t>
      </w:r>
    </w:p>
    <w:p w:rsidR="005E5D8D" w:rsidRPr="004674B6" w:rsidRDefault="005E5D8D" w:rsidP="004674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674B6">
        <w:rPr>
          <w:rFonts w:ascii="Times New Roman" w:hAnsi="Times New Roman"/>
          <w:b/>
          <w:bCs/>
          <w:lang w:eastAsia="ru-RU"/>
        </w:rPr>
        <w:t xml:space="preserve">       (ГЛАЗ ЁРОСЛЭН АДМИНИСТРАЦИЕЗ)</w:t>
      </w:r>
    </w:p>
    <w:p w:rsidR="005E5D8D" w:rsidRPr="004674B6" w:rsidRDefault="005E5D8D" w:rsidP="004674B6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5E5D8D" w:rsidRPr="004674B6" w:rsidRDefault="005E5D8D" w:rsidP="004674B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674B6">
        <w:rPr>
          <w:rFonts w:ascii="Times New Roman" w:hAnsi="Times New Roman"/>
          <w:b/>
          <w:bCs/>
          <w:sz w:val="32"/>
          <w:szCs w:val="32"/>
          <w:lang w:eastAsia="ru-RU"/>
        </w:rPr>
        <w:t>ПОСТАНОВЛЕНИЕ</w:t>
      </w:r>
    </w:p>
    <w:p w:rsidR="005E5D8D" w:rsidRPr="004674B6" w:rsidRDefault="005E5D8D" w:rsidP="004674B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570" w:type="dxa"/>
        <w:tblLayout w:type="fixed"/>
        <w:tblLook w:val="0000"/>
      </w:tblPr>
      <w:tblGrid>
        <w:gridCol w:w="4785"/>
        <w:gridCol w:w="4785"/>
      </w:tblGrid>
      <w:tr w:rsidR="005E5D8D" w:rsidRPr="001D5EA4" w:rsidTr="00175574">
        <w:tc>
          <w:tcPr>
            <w:tcW w:w="4785" w:type="dxa"/>
          </w:tcPr>
          <w:p w:rsidR="005E5D8D" w:rsidRPr="004674B6" w:rsidRDefault="005E5D8D" w:rsidP="00D607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 марта 2017года</w:t>
            </w:r>
          </w:p>
        </w:tc>
        <w:tc>
          <w:tcPr>
            <w:tcW w:w="4785" w:type="dxa"/>
          </w:tcPr>
          <w:p w:rsidR="005E5D8D" w:rsidRPr="004674B6" w:rsidRDefault="005E5D8D" w:rsidP="0087002C">
            <w:pPr>
              <w:tabs>
                <w:tab w:val="left" w:pos="4569"/>
                <w:tab w:val="left" w:pos="4713"/>
              </w:tabs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74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№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53</w:t>
            </w:r>
          </w:p>
        </w:tc>
      </w:tr>
    </w:tbl>
    <w:p w:rsidR="005E5D8D" w:rsidRPr="004674B6" w:rsidRDefault="005E5D8D" w:rsidP="004674B6">
      <w:pPr>
        <w:spacing w:after="0" w:line="240" w:lineRule="auto"/>
        <w:ind w:left="-36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674B6">
        <w:rPr>
          <w:rFonts w:ascii="Times New Roman" w:hAnsi="Times New Roman"/>
          <w:b/>
          <w:bCs/>
          <w:sz w:val="24"/>
          <w:szCs w:val="24"/>
          <w:lang w:eastAsia="ru-RU"/>
        </w:rPr>
        <w:t>город Глазов</w:t>
      </w:r>
    </w:p>
    <w:p w:rsidR="005E5D8D" w:rsidRPr="004674B6" w:rsidRDefault="005E5D8D" w:rsidP="004674B6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5E5D8D" w:rsidRPr="00EB4806" w:rsidRDefault="005E5D8D" w:rsidP="00462003">
      <w:pPr>
        <w:keepNext/>
        <w:spacing w:after="0" w:line="360" w:lineRule="auto"/>
        <w:ind w:firstLine="720"/>
        <w:outlineLvl w:val="0"/>
        <w:rPr>
          <w:rFonts w:ascii="Times New Roman" w:hAnsi="Times New Roman"/>
          <w:b/>
          <w:sz w:val="24"/>
          <w:szCs w:val="20"/>
          <w:lang w:eastAsia="ru-RU"/>
        </w:rPr>
      </w:pPr>
    </w:p>
    <w:p w:rsidR="005E5D8D" w:rsidRDefault="005E5D8D" w:rsidP="0066498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6F602E">
        <w:rPr>
          <w:rFonts w:ascii="Times New Roman" w:hAnsi="Times New Roman"/>
          <w:b/>
          <w:sz w:val="24"/>
          <w:szCs w:val="24"/>
          <w:lang w:eastAsia="ru-RU"/>
        </w:rPr>
        <w:t>Об утверждении муниципальной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F602E">
        <w:rPr>
          <w:rFonts w:ascii="Times New Roman" w:hAnsi="Times New Roman"/>
          <w:b/>
          <w:sz w:val="24"/>
          <w:szCs w:val="24"/>
          <w:lang w:eastAsia="ru-RU"/>
        </w:rPr>
        <w:t>программы</w:t>
      </w:r>
    </w:p>
    <w:p w:rsidR="005E5D8D" w:rsidRDefault="005E5D8D" w:rsidP="00664984">
      <w:pPr>
        <w:spacing w:after="0" w:line="240" w:lineRule="auto"/>
        <w:rPr>
          <w:rStyle w:val="Strong"/>
          <w:rFonts w:ascii="Times New Roman" w:hAnsi="Times New Roman"/>
          <w:sz w:val="24"/>
          <w:szCs w:val="24"/>
        </w:rPr>
      </w:pPr>
      <w:r w:rsidRPr="00664984">
        <w:rPr>
          <w:rStyle w:val="Strong"/>
          <w:rFonts w:ascii="Times New Roman" w:hAnsi="Times New Roman"/>
          <w:sz w:val="24"/>
          <w:szCs w:val="24"/>
        </w:rPr>
        <w:t>«</w:t>
      </w:r>
      <w:r>
        <w:rPr>
          <w:rStyle w:val="Strong"/>
          <w:rFonts w:ascii="Times New Roman" w:hAnsi="Times New Roman"/>
          <w:sz w:val="24"/>
          <w:szCs w:val="24"/>
        </w:rPr>
        <w:t xml:space="preserve">Обеспечение безопасности на территории </w:t>
      </w:r>
    </w:p>
    <w:p w:rsidR="005E5D8D" w:rsidRDefault="005E5D8D" w:rsidP="00664984">
      <w:pPr>
        <w:spacing w:after="0" w:line="240" w:lineRule="auto"/>
        <w:rPr>
          <w:rStyle w:val="Strong"/>
          <w:rFonts w:ascii="Times New Roman" w:hAnsi="Times New Roman"/>
          <w:sz w:val="24"/>
          <w:szCs w:val="24"/>
        </w:rPr>
      </w:pPr>
      <w:r>
        <w:rPr>
          <w:rStyle w:val="Strong"/>
          <w:rFonts w:ascii="Times New Roman" w:hAnsi="Times New Roman"/>
          <w:sz w:val="24"/>
          <w:szCs w:val="24"/>
        </w:rPr>
        <w:t>муниципального образования</w:t>
      </w:r>
      <w:r w:rsidRPr="00664984">
        <w:rPr>
          <w:rStyle w:val="Strong"/>
          <w:rFonts w:ascii="Times New Roman" w:hAnsi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/>
          <w:sz w:val="24"/>
          <w:szCs w:val="24"/>
        </w:rPr>
        <w:t>«Глазовский район»</w:t>
      </w:r>
    </w:p>
    <w:p w:rsidR="005E5D8D" w:rsidRPr="00664984" w:rsidRDefault="005E5D8D" w:rsidP="0066498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64984">
        <w:rPr>
          <w:rStyle w:val="Strong"/>
          <w:rFonts w:ascii="Times New Roman" w:hAnsi="Times New Roman"/>
          <w:sz w:val="24"/>
          <w:szCs w:val="24"/>
        </w:rPr>
        <w:t>на 2015-2020 годы»</w:t>
      </w:r>
    </w:p>
    <w:p w:rsidR="005E5D8D" w:rsidRDefault="005E5D8D" w:rsidP="00462003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5E5D8D" w:rsidRPr="00462003" w:rsidRDefault="005E5D8D" w:rsidP="0046200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5E5D8D" w:rsidRPr="00EB4806" w:rsidRDefault="005E5D8D" w:rsidP="00462003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sz w:val="26"/>
          <w:szCs w:val="26"/>
          <w:lang w:eastAsia="ru-RU"/>
        </w:rPr>
      </w:pPr>
    </w:p>
    <w:p w:rsidR="005E5D8D" w:rsidRPr="009D36B7" w:rsidRDefault="005E5D8D" w:rsidP="009E2A56">
      <w:pPr>
        <w:keepNext/>
        <w:tabs>
          <w:tab w:val="left" w:pos="5670"/>
        </w:tabs>
        <w:spacing w:after="0" w:line="312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9D36B7">
        <w:rPr>
          <w:rFonts w:ascii="Times New Roman" w:hAnsi="Times New Roman"/>
          <w:sz w:val="24"/>
          <w:szCs w:val="24"/>
          <w:lang w:eastAsia="ru-RU"/>
        </w:rPr>
        <w:t xml:space="preserve">В целях </w:t>
      </w:r>
      <w:r w:rsidRPr="009D36B7">
        <w:rPr>
          <w:rFonts w:ascii="Times New Roman" w:hAnsi="Times New Roman"/>
          <w:sz w:val="24"/>
          <w:szCs w:val="24"/>
        </w:rPr>
        <w:t>создания условий для устойчивого роста экономики муниципального образования «Глазовский район»  в</w:t>
      </w:r>
      <w:r w:rsidRPr="009D36B7">
        <w:rPr>
          <w:rFonts w:ascii="Times New Roman" w:hAnsi="Times New Roman"/>
          <w:sz w:val="24"/>
          <w:szCs w:val="24"/>
          <w:lang w:eastAsia="ru-RU"/>
        </w:rPr>
        <w:t xml:space="preserve"> соответствии  с Бюджетным кодексом Российской Федерации, распоряжением Правительства Удмуртской Республики от 03.03.2014 №121-р «О порядке взаимодействия при разработке муниципальных программ городских округов и муниципальных районов, образованных на территории Удмуртской Республики, на период до 2020 года», руководствуясьПорядком разработки, реализации и оценки эффективности муниципальных программ муниципального образования «Глазовский район», утвержденным постановлением Администрации муниципального образования «Глазовский район» от 30.09.2015 №122.2,  </w:t>
      </w:r>
      <w:r>
        <w:rPr>
          <w:rFonts w:ascii="Times New Roman" w:hAnsi="Times New Roman"/>
          <w:sz w:val="24"/>
          <w:szCs w:val="24"/>
          <w:lang w:eastAsia="ru-RU"/>
        </w:rPr>
        <w:t>р</w:t>
      </w:r>
      <w:r w:rsidRPr="009D36B7">
        <w:rPr>
          <w:rFonts w:ascii="Times New Roman" w:hAnsi="Times New Roman"/>
          <w:sz w:val="24"/>
          <w:szCs w:val="24"/>
          <w:lang w:eastAsia="ru-RU"/>
        </w:rPr>
        <w:t xml:space="preserve">ешениемГлазовского районного Совета депутатов от 22.12.2016 №37 «О бюджете муниципального образования «Глазовский район» на 2017 год и плановый период 2018 и 2019 годов», Уставом муниципального образования «Глазовский район»,  </w:t>
      </w:r>
      <w:r w:rsidRPr="009D36B7">
        <w:rPr>
          <w:rFonts w:ascii="Times New Roman" w:hAnsi="Times New Roman"/>
          <w:b/>
          <w:sz w:val="24"/>
          <w:szCs w:val="24"/>
          <w:lang w:eastAsia="ru-RU"/>
        </w:rPr>
        <w:t>Администрация муниципального образования «Глазовский район» ПОСТАНОВЛЯЕТ:</w:t>
      </w:r>
    </w:p>
    <w:p w:rsidR="005E5D8D" w:rsidRPr="00C47F54" w:rsidRDefault="005E5D8D" w:rsidP="00C47F54">
      <w:pPr>
        <w:pStyle w:val="ListParagraph"/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C47F54">
        <w:rPr>
          <w:rFonts w:ascii="Times New Roman" w:hAnsi="Times New Roman"/>
          <w:sz w:val="24"/>
          <w:szCs w:val="24"/>
        </w:rPr>
        <w:t xml:space="preserve">Утвердить прилагаемую муниципальную программу </w:t>
      </w:r>
      <w:r w:rsidRPr="00C47F54">
        <w:rPr>
          <w:rStyle w:val="Strong"/>
          <w:rFonts w:ascii="Times New Roman" w:hAnsi="Times New Roman"/>
          <w:b w:val="0"/>
          <w:sz w:val="24"/>
          <w:szCs w:val="24"/>
        </w:rPr>
        <w:t>«Обеспечение безопасности на территории  муниципального образования «Глазовский район» на 2015-2020 годы»</w:t>
      </w:r>
      <w:r w:rsidRPr="00C47F54">
        <w:rPr>
          <w:rStyle w:val="Strong"/>
          <w:rFonts w:ascii="Times New Roman" w:hAnsi="Times New Roman"/>
          <w:sz w:val="24"/>
          <w:szCs w:val="24"/>
        </w:rPr>
        <w:t xml:space="preserve"> </w:t>
      </w:r>
      <w:r w:rsidRPr="00C47F54">
        <w:rPr>
          <w:rStyle w:val="Strong"/>
          <w:rFonts w:ascii="Times New Roman" w:hAnsi="Times New Roman"/>
          <w:b w:val="0"/>
          <w:sz w:val="24"/>
          <w:szCs w:val="24"/>
        </w:rPr>
        <w:t>в новой редакции.</w:t>
      </w:r>
      <w:r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</w:p>
    <w:p w:rsidR="005E5D8D" w:rsidRPr="009D36B7" w:rsidRDefault="005E5D8D" w:rsidP="00664984">
      <w:pPr>
        <w:tabs>
          <w:tab w:val="left" w:pos="993"/>
        </w:tabs>
        <w:spacing w:after="0" w:line="312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664984">
        <w:rPr>
          <w:rFonts w:ascii="Times New Roman" w:hAnsi="Times New Roman"/>
          <w:sz w:val="24"/>
          <w:szCs w:val="24"/>
          <w:lang w:eastAsia="ru-RU"/>
        </w:rPr>
        <w:t xml:space="preserve">Контроль за исполнением настоящего постановления возложить на заместителя главы Администрации муниципального образования «Глазовский район» </w:t>
      </w:r>
      <w:r>
        <w:rPr>
          <w:rFonts w:ascii="Times New Roman" w:hAnsi="Times New Roman"/>
          <w:sz w:val="24"/>
          <w:szCs w:val="24"/>
          <w:lang w:eastAsia="ru-RU"/>
        </w:rPr>
        <w:t>по социальным вопросам Е.А.Попову.</w:t>
      </w:r>
    </w:p>
    <w:p w:rsidR="005E5D8D" w:rsidRPr="009D36B7" w:rsidRDefault="005E5D8D" w:rsidP="00462003">
      <w:pPr>
        <w:spacing w:after="0" w:line="360" w:lineRule="auto"/>
        <w:ind w:left="1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5D8D" w:rsidRPr="009D36B7" w:rsidRDefault="005E5D8D" w:rsidP="00462003">
      <w:pPr>
        <w:spacing w:after="0" w:line="360" w:lineRule="auto"/>
        <w:ind w:left="11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1" w:type="dxa"/>
        <w:tblLook w:val="00A0"/>
      </w:tblPr>
      <w:tblGrid>
        <w:gridCol w:w="7043"/>
        <w:gridCol w:w="2516"/>
      </w:tblGrid>
      <w:tr w:rsidR="005E5D8D" w:rsidRPr="001D5EA4" w:rsidTr="00462003">
        <w:tc>
          <w:tcPr>
            <w:tcW w:w="7043" w:type="dxa"/>
          </w:tcPr>
          <w:p w:rsidR="005E5D8D" w:rsidRPr="006F602E" w:rsidRDefault="005E5D8D" w:rsidP="0046200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602E">
              <w:rPr>
                <w:rFonts w:ascii="Times New Roman" w:hAnsi="Times New Roman"/>
                <w:b/>
                <w:sz w:val="24"/>
                <w:szCs w:val="24"/>
              </w:rPr>
              <w:t>Глава муниципального</w:t>
            </w:r>
          </w:p>
          <w:p w:rsidR="005E5D8D" w:rsidRPr="006F602E" w:rsidRDefault="005E5D8D" w:rsidP="0046200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602E">
              <w:rPr>
                <w:rFonts w:ascii="Times New Roman" w:hAnsi="Times New Roman"/>
                <w:b/>
                <w:sz w:val="24"/>
                <w:szCs w:val="24"/>
              </w:rPr>
              <w:t>образования «Глазовский район»</w:t>
            </w:r>
          </w:p>
        </w:tc>
        <w:tc>
          <w:tcPr>
            <w:tcW w:w="2516" w:type="dxa"/>
          </w:tcPr>
          <w:p w:rsidR="005E5D8D" w:rsidRPr="006F602E" w:rsidRDefault="005E5D8D" w:rsidP="0046200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5D8D" w:rsidRPr="006F602E" w:rsidRDefault="005E5D8D" w:rsidP="0046200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602E">
              <w:rPr>
                <w:rFonts w:ascii="Times New Roman" w:hAnsi="Times New Roman"/>
                <w:b/>
                <w:sz w:val="24"/>
                <w:szCs w:val="24"/>
              </w:rPr>
              <w:t>В.В. Сабреков</w:t>
            </w:r>
          </w:p>
        </w:tc>
      </w:tr>
    </w:tbl>
    <w:p w:rsidR="005E5D8D" w:rsidRPr="00EB4806" w:rsidRDefault="005E5D8D" w:rsidP="00462003">
      <w:pPr>
        <w:spacing w:after="0" w:line="360" w:lineRule="auto"/>
        <w:ind w:left="11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E5D8D" w:rsidRPr="00EB4806" w:rsidRDefault="005E5D8D" w:rsidP="00462003">
      <w:pPr>
        <w:spacing w:after="0" w:line="360" w:lineRule="auto"/>
        <w:ind w:left="11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5E5D8D" w:rsidRDefault="005E5D8D" w:rsidP="00462003">
      <w:pPr>
        <w:spacing w:after="0" w:line="240" w:lineRule="auto"/>
        <w:ind w:left="11"/>
        <w:jc w:val="both"/>
        <w:rPr>
          <w:rFonts w:ascii="Times New Roman" w:hAnsi="Times New Roman"/>
          <w:szCs w:val="20"/>
          <w:lang w:eastAsia="ru-RU"/>
        </w:rPr>
      </w:pPr>
    </w:p>
    <w:tbl>
      <w:tblPr>
        <w:tblW w:w="0" w:type="auto"/>
        <w:tblLook w:val="00A0"/>
      </w:tblPr>
      <w:tblGrid>
        <w:gridCol w:w="4928"/>
        <w:gridCol w:w="4642"/>
      </w:tblGrid>
      <w:tr w:rsidR="005E5D8D" w:rsidRPr="001D5EA4" w:rsidTr="001D5EA4">
        <w:tc>
          <w:tcPr>
            <w:tcW w:w="4928" w:type="dxa"/>
          </w:tcPr>
          <w:p w:rsidR="005E5D8D" w:rsidRPr="001D5EA4" w:rsidRDefault="005E5D8D" w:rsidP="001D5E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</w:tcPr>
          <w:p w:rsidR="005E5D8D" w:rsidRPr="001D5EA4" w:rsidRDefault="005E5D8D" w:rsidP="001D5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5EA4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Утверждена</w:t>
            </w:r>
          </w:p>
          <w:p w:rsidR="005E5D8D" w:rsidRPr="001D5EA4" w:rsidRDefault="005E5D8D" w:rsidP="001D5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5E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постановлением Администрации муниципального образования </w:t>
            </w:r>
          </w:p>
          <w:p w:rsidR="005E5D8D" w:rsidRPr="001D5EA4" w:rsidRDefault="005E5D8D" w:rsidP="001D5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5E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«Глазовский район» </w:t>
            </w:r>
          </w:p>
          <w:p w:rsidR="005E5D8D" w:rsidRPr="001D5EA4" w:rsidRDefault="005E5D8D" w:rsidP="001D5E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5EA4">
              <w:rPr>
                <w:rFonts w:ascii="Times New Roman" w:hAnsi="Times New Roman"/>
                <w:sz w:val="24"/>
                <w:szCs w:val="24"/>
                <w:lang w:eastAsia="ru-RU"/>
              </w:rPr>
              <w:t>от _________________ № _______</w:t>
            </w:r>
          </w:p>
        </w:tc>
      </w:tr>
      <w:tr w:rsidR="005E5D8D" w:rsidRPr="001D5EA4" w:rsidTr="001D5EA4">
        <w:tc>
          <w:tcPr>
            <w:tcW w:w="4928" w:type="dxa"/>
          </w:tcPr>
          <w:p w:rsidR="005E5D8D" w:rsidRPr="001D5EA4" w:rsidRDefault="005E5D8D" w:rsidP="001D5E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</w:tcPr>
          <w:p w:rsidR="005E5D8D" w:rsidRPr="001D5EA4" w:rsidRDefault="005E5D8D" w:rsidP="001D5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E5D8D" w:rsidRDefault="005E5D8D" w:rsidP="00467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66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E5D8D" w:rsidRDefault="005E5D8D" w:rsidP="0066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E5D8D" w:rsidRDefault="005E5D8D" w:rsidP="0066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E5D8D" w:rsidRDefault="005E5D8D" w:rsidP="0066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E5D8D" w:rsidRDefault="005E5D8D" w:rsidP="0066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E5D8D" w:rsidRPr="00AC4019" w:rsidRDefault="005E5D8D" w:rsidP="0066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  <w:r w:rsidRPr="00AC4019">
        <w:rPr>
          <w:rFonts w:ascii="Times New Roman" w:hAnsi="Times New Roman"/>
          <w:b/>
          <w:bCs/>
          <w:caps/>
          <w:sz w:val="24"/>
          <w:szCs w:val="24"/>
          <w:lang w:eastAsia="ru-RU"/>
        </w:rPr>
        <w:t>Муниципальная программа</w:t>
      </w:r>
    </w:p>
    <w:p w:rsidR="005E5D8D" w:rsidRDefault="005E5D8D" w:rsidP="00C47F54">
      <w:pPr>
        <w:spacing w:after="0" w:line="240" w:lineRule="auto"/>
        <w:jc w:val="center"/>
        <w:rPr>
          <w:rStyle w:val="Strong"/>
          <w:rFonts w:ascii="Times New Roman" w:hAnsi="Times New Roman"/>
          <w:sz w:val="24"/>
          <w:szCs w:val="24"/>
        </w:rPr>
      </w:pPr>
      <w:r w:rsidRPr="00664984">
        <w:rPr>
          <w:rStyle w:val="Strong"/>
          <w:rFonts w:ascii="Times New Roman" w:hAnsi="Times New Roman"/>
          <w:sz w:val="24"/>
          <w:szCs w:val="24"/>
        </w:rPr>
        <w:t>«</w:t>
      </w:r>
      <w:r>
        <w:rPr>
          <w:rStyle w:val="Strong"/>
          <w:rFonts w:ascii="Times New Roman" w:hAnsi="Times New Roman"/>
          <w:sz w:val="24"/>
          <w:szCs w:val="24"/>
        </w:rPr>
        <w:t>Обеспечение безопасности на территории</w:t>
      </w:r>
    </w:p>
    <w:p w:rsidR="005E5D8D" w:rsidRDefault="005E5D8D" w:rsidP="00C47F54">
      <w:pPr>
        <w:spacing w:after="0" w:line="240" w:lineRule="auto"/>
        <w:jc w:val="center"/>
        <w:rPr>
          <w:rStyle w:val="Strong"/>
          <w:rFonts w:ascii="Times New Roman" w:hAnsi="Times New Roman"/>
          <w:sz w:val="24"/>
          <w:szCs w:val="24"/>
        </w:rPr>
      </w:pPr>
      <w:r>
        <w:rPr>
          <w:rStyle w:val="Strong"/>
          <w:rFonts w:ascii="Times New Roman" w:hAnsi="Times New Roman"/>
          <w:sz w:val="24"/>
          <w:szCs w:val="24"/>
        </w:rPr>
        <w:t>муниципального образования</w:t>
      </w:r>
      <w:r w:rsidRPr="00664984">
        <w:rPr>
          <w:rStyle w:val="Strong"/>
          <w:rFonts w:ascii="Times New Roman" w:hAnsi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/>
          <w:sz w:val="24"/>
          <w:szCs w:val="24"/>
        </w:rPr>
        <w:t>«Глазовский район»</w:t>
      </w:r>
    </w:p>
    <w:p w:rsidR="005E5D8D" w:rsidRPr="00664984" w:rsidRDefault="005E5D8D" w:rsidP="00C47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64984">
        <w:rPr>
          <w:rStyle w:val="Strong"/>
          <w:rFonts w:ascii="Times New Roman" w:hAnsi="Times New Roman"/>
          <w:sz w:val="24"/>
          <w:szCs w:val="24"/>
        </w:rPr>
        <w:t>на 2015-2020 годы»</w:t>
      </w:r>
    </w:p>
    <w:p w:rsidR="005E5D8D" w:rsidRDefault="005E5D8D" w:rsidP="00C47F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5E5D8D" w:rsidRDefault="005E5D8D" w:rsidP="00C47F54">
      <w:pPr>
        <w:pStyle w:val="NormalWeb"/>
        <w:shd w:val="clear" w:color="auto" w:fill="FFFFFF"/>
        <w:jc w:val="center"/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C47F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5D8D" w:rsidRDefault="005E5D8D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E5D8D" w:rsidRPr="00074C3D" w:rsidRDefault="005E5D8D" w:rsidP="00074C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C3D">
        <w:rPr>
          <w:rFonts w:ascii="Times New Roman" w:hAnsi="Times New Roman"/>
          <w:sz w:val="24"/>
          <w:szCs w:val="24"/>
        </w:rPr>
        <w:t>СОГЛАСОВАНИЕ:</w:t>
      </w:r>
    </w:p>
    <w:tbl>
      <w:tblPr>
        <w:tblW w:w="0" w:type="auto"/>
        <w:tblLook w:val="00A0"/>
      </w:tblPr>
      <w:tblGrid>
        <w:gridCol w:w="4796"/>
        <w:gridCol w:w="4775"/>
      </w:tblGrid>
      <w:tr w:rsidR="005E5D8D" w:rsidRPr="001D5EA4" w:rsidTr="00F13ACB">
        <w:tc>
          <w:tcPr>
            <w:tcW w:w="4796" w:type="dxa"/>
          </w:tcPr>
          <w:p w:rsidR="005E5D8D" w:rsidRPr="001D5EA4" w:rsidRDefault="005E5D8D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5E5D8D" w:rsidRPr="001D5EA4" w:rsidRDefault="005E5D8D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5D8D" w:rsidRPr="001D5EA4" w:rsidRDefault="005E5D8D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5D8D" w:rsidRPr="001D5EA4" w:rsidRDefault="005E5D8D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5D8D" w:rsidRPr="001D5EA4" w:rsidRDefault="005E5D8D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>_____________________ Ю.В. Ушакова</w:t>
            </w:r>
          </w:p>
          <w:p w:rsidR="005E5D8D" w:rsidRPr="001D5EA4" w:rsidRDefault="005E5D8D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5D8D" w:rsidRPr="001D5EA4" w:rsidRDefault="005E5D8D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>_______________2017 г.</w:t>
            </w:r>
          </w:p>
          <w:p w:rsidR="005E5D8D" w:rsidRPr="001D5EA4" w:rsidRDefault="005E5D8D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5D8D" w:rsidRPr="001D5EA4" w:rsidRDefault="005E5D8D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  <w:p w:rsidR="005E5D8D" w:rsidRPr="001D5EA4" w:rsidRDefault="005E5D8D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5D8D" w:rsidRPr="001D5EA4" w:rsidRDefault="005E5D8D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5D8D" w:rsidRPr="001D5EA4" w:rsidRDefault="005E5D8D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5D8D" w:rsidRPr="001D5EA4" w:rsidRDefault="005E5D8D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5D8D" w:rsidRPr="001D5EA4" w:rsidRDefault="005E5D8D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>_________________________Е.А.Попова</w:t>
            </w:r>
          </w:p>
          <w:p w:rsidR="005E5D8D" w:rsidRPr="001D5EA4" w:rsidRDefault="005E5D8D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5D8D" w:rsidRPr="001D5EA4" w:rsidRDefault="005E5D8D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>___________________2017 г.</w:t>
            </w:r>
          </w:p>
        </w:tc>
      </w:tr>
      <w:tr w:rsidR="005E5D8D" w:rsidRPr="001D5EA4" w:rsidTr="00F13ACB">
        <w:tc>
          <w:tcPr>
            <w:tcW w:w="4796" w:type="dxa"/>
          </w:tcPr>
          <w:p w:rsidR="005E5D8D" w:rsidRPr="001D5EA4" w:rsidRDefault="005E5D8D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 xml:space="preserve">Начальник правового отдела Аппарата </w:t>
            </w:r>
          </w:p>
          <w:p w:rsidR="005E5D8D" w:rsidRPr="001D5EA4" w:rsidRDefault="005E5D8D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5D8D" w:rsidRPr="001D5EA4" w:rsidRDefault="005E5D8D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5D8D" w:rsidRPr="001D5EA4" w:rsidRDefault="005E5D8D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5D8D" w:rsidRPr="001D5EA4" w:rsidRDefault="005E5D8D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 xml:space="preserve">___________________ Н.А. Трефилова </w:t>
            </w:r>
          </w:p>
          <w:p w:rsidR="005E5D8D" w:rsidRPr="001D5EA4" w:rsidRDefault="005E5D8D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5D8D" w:rsidRPr="001D5EA4" w:rsidRDefault="005E5D8D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>______________2017 г.</w:t>
            </w:r>
          </w:p>
        </w:tc>
        <w:tc>
          <w:tcPr>
            <w:tcW w:w="4775" w:type="dxa"/>
          </w:tcPr>
          <w:p w:rsidR="005E5D8D" w:rsidRPr="001D5EA4" w:rsidRDefault="005E5D8D" w:rsidP="006F602E">
            <w:pPr>
              <w:tabs>
                <w:tab w:val="left" w:pos="66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 xml:space="preserve">Начальник отдела организационной работы Аппарата </w:t>
            </w:r>
          </w:p>
          <w:p w:rsidR="005E5D8D" w:rsidRPr="001D5EA4" w:rsidRDefault="005E5D8D" w:rsidP="006F602E">
            <w:pPr>
              <w:tabs>
                <w:tab w:val="left" w:pos="66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5D8D" w:rsidRPr="001D5EA4" w:rsidRDefault="005E5D8D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5D8D" w:rsidRPr="001D5EA4" w:rsidRDefault="005E5D8D" w:rsidP="006F6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D5EA4">
              <w:rPr>
                <w:rFonts w:ascii="Times New Roman" w:hAnsi="Times New Roman"/>
                <w:sz w:val="24"/>
                <w:szCs w:val="24"/>
                <w:lang w:eastAsia="ar-SA"/>
              </w:rPr>
              <w:t>__________________ Н.А. Кандакова</w:t>
            </w:r>
          </w:p>
          <w:p w:rsidR="005E5D8D" w:rsidRPr="001D5EA4" w:rsidRDefault="005E5D8D" w:rsidP="006F6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5E5D8D" w:rsidRPr="001D5EA4" w:rsidRDefault="005E5D8D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  <w:lang w:eastAsia="ar-SA"/>
              </w:rPr>
              <w:t>______________2017 г.</w:t>
            </w:r>
          </w:p>
          <w:p w:rsidR="005E5D8D" w:rsidRPr="001D5EA4" w:rsidRDefault="005E5D8D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D8D" w:rsidRPr="001D5EA4" w:rsidTr="00F13ACB">
        <w:tc>
          <w:tcPr>
            <w:tcW w:w="4796" w:type="dxa"/>
          </w:tcPr>
          <w:p w:rsidR="005E5D8D" w:rsidRPr="001D5EA4" w:rsidRDefault="005E5D8D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5D8D" w:rsidRPr="001D5EA4" w:rsidRDefault="005E5D8D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D8D" w:rsidRPr="001D5EA4" w:rsidTr="00F13ACB">
        <w:tc>
          <w:tcPr>
            <w:tcW w:w="4796" w:type="dxa"/>
          </w:tcPr>
          <w:p w:rsidR="005E5D8D" w:rsidRPr="001D5EA4" w:rsidRDefault="005E5D8D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5D8D" w:rsidRPr="001D5EA4" w:rsidRDefault="005E5D8D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5D8D" w:rsidRPr="00074C3D" w:rsidRDefault="005E5D8D" w:rsidP="00074C3D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5E5D8D" w:rsidRDefault="005E5D8D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5D8D" w:rsidRDefault="005E5D8D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5D8D" w:rsidRDefault="005E5D8D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5D8D" w:rsidRDefault="005E5D8D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5D8D" w:rsidRDefault="005E5D8D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5D8D" w:rsidRDefault="005E5D8D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5D8D" w:rsidRDefault="005E5D8D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5D8D" w:rsidRDefault="005E5D8D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5D8D" w:rsidRPr="00074C3D" w:rsidRDefault="005E5D8D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5D8D" w:rsidRPr="00074C3D" w:rsidRDefault="005E5D8D" w:rsidP="00074C3D">
      <w:pPr>
        <w:pStyle w:val="BodyTextIndent"/>
        <w:ind w:left="0"/>
      </w:pPr>
    </w:p>
    <w:p w:rsidR="005E5D8D" w:rsidRPr="00074C3D" w:rsidRDefault="005E5D8D" w:rsidP="00074C3D">
      <w:pPr>
        <w:pStyle w:val="BodyTextIndent"/>
        <w:ind w:left="0"/>
      </w:pPr>
    </w:p>
    <w:p w:rsidR="005E5D8D" w:rsidRDefault="005E5D8D" w:rsidP="00074C3D">
      <w:pPr>
        <w:pStyle w:val="BodyTextIndent"/>
        <w:ind w:left="0"/>
      </w:pPr>
    </w:p>
    <w:p w:rsidR="005E5D8D" w:rsidRDefault="005E5D8D" w:rsidP="00074C3D">
      <w:pPr>
        <w:pStyle w:val="BodyTextIndent"/>
        <w:ind w:left="0"/>
      </w:pPr>
    </w:p>
    <w:p w:rsidR="005E5D8D" w:rsidRDefault="005E5D8D" w:rsidP="00074C3D">
      <w:pPr>
        <w:pStyle w:val="BodyTextIndent"/>
        <w:ind w:left="0"/>
      </w:pPr>
    </w:p>
    <w:p w:rsidR="005E5D8D" w:rsidRDefault="005E5D8D" w:rsidP="00074C3D">
      <w:pPr>
        <w:pStyle w:val="BodyTextIndent"/>
        <w:ind w:left="0"/>
      </w:pPr>
    </w:p>
    <w:p w:rsidR="005E5D8D" w:rsidRPr="00074C3D" w:rsidRDefault="005E5D8D" w:rsidP="00074C3D">
      <w:pPr>
        <w:pStyle w:val="BodyTextIndent"/>
        <w:ind w:left="0"/>
      </w:pPr>
    </w:p>
    <w:p w:rsidR="005E5D8D" w:rsidRPr="00074C3D" w:rsidRDefault="005E5D8D" w:rsidP="00074C3D">
      <w:pPr>
        <w:pStyle w:val="BodyTextIndent"/>
        <w:ind w:left="0"/>
      </w:pPr>
    </w:p>
    <w:p w:rsidR="005E5D8D" w:rsidRPr="00074C3D" w:rsidRDefault="005E5D8D" w:rsidP="00074C3D">
      <w:pPr>
        <w:pStyle w:val="BodyTextIndent"/>
        <w:ind w:left="0"/>
      </w:pPr>
    </w:p>
    <w:p w:rsidR="005E5D8D" w:rsidRPr="00074C3D" w:rsidRDefault="005E5D8D" w:rsidP="00074C3D">
      <w:pPr>
        <w:pStyle w:val="BodyTextIndent"/>
        <w:ind w:left="0"/>
        <w:rPr>
          <w:sz w:val="20"/>
          <w:szCs w:val="20"/>
        </w:rPr>
      </w:pPr>
      <w:r w:rsidRPr="00074C3D">
        <w:rPr>
          <w:sz w:val="20"/>
          <w:szCs w:val="20"/>
        </w:rPr>
        <w:t>Рассылка</w:t>
      </w:r>
      <w:r>
        <w:rPr>
          <w:sz w:val="20"/>
          <w:szCs w:val="20"/>
        </w:rPr>
        <w:t xml:space="preserve"> (</w:t>
      </w:r>
      <w:r w:rsidRPr="006F602E">
        <w:rPr>
          <w:i/>
          <w:sz w:val="20"/>
          <w:szCs w:val="20"/>
          <w:u w:val="single"/>
        </w:rPr>
        <w:t>указываются все кому необходимо разослать</w:t>
      </w:r>
      <w:r>
        <w:rPr>
          <w:sz w:val="20"/>
          <w:szCs w:val="20"/>
        </w:rPr>
        <w:t>)</w:t>
      </w:r>
      <w:r w:rsidRPr="00074C3D">
        <w:rPr>
          <w:sz w:val="20"/>
          <w:szCs w:val="20"/>
        </w:rPr>
        <w:t>:</w:t>
      </w:r>
    </w:p>
    <w:p w:rsidR="005E5D8D" w:rsidRPr="00074C3D" w:rsidRDefault="005E5D8D" w:rsidP="00074C3D">
      <w:pPr>
        <w:pStyle w:val="BodyTextIndent"/>
        <w:ind w:left="0"/>
        <w:rPr>
          <w:sz w:val="20"/>
          <w:szCs w:val="20"/>
        </w:rPr>
      </w:pPr>
      <w:r w:rsidRPr="00074C3D">
        <w:rPr>
          <w:sz w:val="20"/>
          <w:szCs w:val="20"/>
        </w:rPr>
        <w:t>2 – орг.отдел</w:t>
      </w:r>
    </w:p>
    <w:p w:rsidR="005E5D8D" w:rsidRPr="00074C3D" w:rsidRDefault="005E5D8D" w:rsidP="00074C3D">
      <w:pPr>
        <w:pStyle w:val="BodyTextIndent"/>
        <w:ind w:left="0"/>
        <w:rPr>
          <w:sz w:val="20"/>
          <w:szCs w:val="20"/>
        </w:rPr>
      </w:pPr>
      <w:r w:rsidRPr="00074C3D">
        <w:rPr>
          <w:sz w:val="20"/>
          <w:szCs w:val="20"/>
        </w:rPr>
        <w:t xml:space="preserve">1 - </w:t>
      </w:r>
      <w:r>
        <w:rPr>
          <w:sz w:val="20"/>
          <w:szCs w:val="20"/>
        </w:rPr>
        <w:t>___________</w:t>
      </w:r>
    </w:p>
    <w:p w:rsidR="005E5D8D" w:rsidRPr="00074C3D" w:rsidRDefault="005E5D8D" w:rsidP="00074C3D">
      <w:pPr>
        <w:pStyle w:val="BodyTextIndent"/>
        <w:ind w:left="0"/>
        <w:rPr>
          <w:sz w:val="20"/>
          <w:szCs w:val="20"/>
        </w:rPr>
      </w:pPr>
    </w:p>
    <w:p w:rsidR="005E5D8D" w:rsidRPr="00074C3D" w:rsidRDefault="005E5D8D" w:rsidP="00074C3D">
      <w:pPr>
        <w:pStyle w:val="BodyTextIndent"/>
        <w:ind w:left="0"/>
        <w:rPr>
          <w:sz w:val="20"/>
          <w:szCs w:val="20"/>
        </w:rPr>
      </w:pPr>
    </w:p>
    <w:p w:rsidR="005E5D8D" w:rsidRPr="00074C3D" w:rsidRDefault="005E5D8D" w:rsidP="00074C3D">
      <w:pPr>
        <w:pStyle w:val="BodyTextIndent"/>
        <w:ind w:left="0"/>
        <w:rPr>
          <w:sz w:val="20"/>
          <w:szCs w:val="20"/>
        </w:rPr>
      </w:pPr>
    </w:p>
    <w:p w:rsidR="005E5D8D" w:rsidRPr="00074C3D" w:rsidRDefault="005E5D8D" w:rsidP="00074C3D">
      <w:pPr>
        <w:pStyle w:val="BodyTextIndent"/>
        <w:ind w:left="0"/>
        <w:rPr>
          <w:sz w:val="20"/>
          <w:szCs w:val="20"/>
        </w:rPr>
      </w:pPr>
    </w:p>
    <w:p w:rsidR="005E5D8D" w:rsidRPr="00074C3D" w:rsidRDefault="005E5D8D" w:rsidP="00074C3D">
      <w:pPr>
        <w:pStyle w:val="BodyTextIndent"/>
        <w:ind w:left="0"/>
        <w:rPr>
          <w:sz w:val="20"/>
          <w:szCs w:val="20"/>
        </w:rPr>
      </w:pPr>
    </w:p>
    <w:p w:rsidR="005E5D8D" w:rsidRPr="00074C3D" w:rsidRDefault="005E5D8D" w:rsidP="00074C3D">
      <w:pPr>
        <w:pStyle w:val="BodyTextIndent"/>
        <w:ind w:left="0"/>
        <w:rPr>
          <w:sz w:val="20"/>
          <w:szCs w:val="20"/>
        </w:rPr>
      </w:pPr>
    </w:p>
    <w:p w:rsidR="005E5D8D" w:rsidRPr="00074C3D" w:rsidRDefault="005E5D8D" w:rsidP="00074C3D">
      <w:pPr>
        <w:pStyle w:val="BodyTextIndent"/>
        <w:ind w:left="0"/>
        <w:rPr>
          <w:sz w:val="20"/>
          <w:szCs w:val="20"/>
        </w:rPr>
      </w:pPr>
    </w:p>
    <w:p w:rsidR="005E5D8D" w:rsidRPr="00074C3D" w:rsidRDefault="005E5D8D" w:rsidP="00074C3D">
      <w:pPr>
        <w:pStyle w:val="BodyTextIndent"/>
        <w:ind w:left="0"/>
        <w:rPr>
          <w:sz w:val="20"/>
          <w:szCs w:val="20"/>
        </w:rPr>
      </w:pPr>
      <w:r>
        <w:rPr>
          <w:sz w:val="20"/>
          <w:szCs w:val="20"/>
        </w:rPr>
        <w:t>Исполнитель Е.А.Попова</w:t>
      </w:r>
    </w:p>
    <w:p w:rsidR="005E5D8D" w:rsidRPr="00074C3D" w:rsidRDefault="005E5D8D" w:rsidP="00074C3D">
      <w:pPr>
        <w:pStyle w:val="BodyTextIndent"/>
        <w:ind w:left="0"/>
        <w:rPr>
          <w:sz w:val="20"/>
          <w:szCs w:val="20"/>
        </w:rPr>
      </w:pPr>
      <w:r>
        <w:rPr>
          <w:sz w:val="20"/>
          <w:szCs w:val="20"/>
        </w:rPr>
        <w:t>7 20 05</w:t>
      </w:r>
    </w:p>
    <w:sectPr w:rsidR="005E5D8D" w:rsidRPr="00074C3D" w:rsidSect="001B731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924F8"/>
    <w:multiLevelType w:val="hybridMultilevel"/>
    <w:tmpl w:val="E0EA3346"/>
    <w:lvl w:ilvl="0" w:tplc="1EAC338C">
      <w:start w:val="1"/>
      <w:numFmt w:val="decimal"/>
      <w:lvlText w:val="%1."/>
      <w:lvlJc w:val="left"/>
      <w:pPr>
        <w:ind w:left="1590" w:hanging="15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76B60FA"/>
    <w:multiLevelType w:val="hybridMultilevel"/>
    <w:tmpl w:val="B41AEBDE"/>
    <w:lvl w:ilvl="0" w:tplc="1E96C016">
      <w:start w:val="1"/>
      <w:numFmt w:val="decimal"/>
      <w:lvlText w:val="%1."/>
      <w:lvlJc w:val="left"/>
      <w:pPr>
        <w:ind w:left="1819" w:hanging="111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5360E03"/>
    <w:multiLevelType w:val="hybridMultilevel"/>
    <w:tmpl w:val="1C203B18"/>
    <w:lvl w:ilvl="0" w:tplc="FA76285E">
      <w:start w:val="1"/>
      <w:numFmt w:val="decimal"/>
      <w:lvlText w:val="%1)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24F5563"/>
    <w:multiLevelType w:val="hybridMultilevel"/>
    <w:tmpl w:val="D5BAD3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74B6"/>
    <w:rsid w:val="00003E8B"/>
    <w:rsid w:val="00014A60"/>
    <w:rsid w:val="000502E4"/>
    <w:rsid w:val="00074C3D"/>
    <w:rsid w:val="00094E54"/>
    <w:rsid w:val="000A335D"/>
    <w:rsid w:val="000B06EE"/>
    <w:rsid w:val="000B750F"/>
    <w:rsid w:val="000C092E"/>
    <w:rsid w:val="0010515F"/>
    <w:rsid w:val="00175574"/>
    <w:rsid w:val="001B731C"/>
    <w:rsid w:val="001D5EA4"/>
    <w:rsid w:val="001E790D"/>
    <w:rsid w:val="001F10C0"/>
    <w:rsid w:val="0023172B"/>
    <w:rsid w:val="00232218"/>
    <w:rsid w:val="002B5C03"/>
    <w:rsid w:val="002F7A82"/>
    <w:rsid w:val="003041A5"/>
    <w:rsid w:val="0031197D"/>
    <w:rsid w:val="00332201"/>
    <w:rsid w:val="00347E22"/>
    <w:rsid w:val="003740C5"/>
    <w:rsid w:val="00384DC1"/>
    <w:rsid w:val="003B4CD8"/>
    <w:rsid w:val="003C01ED"/>
    <w:rsid w:val="003D0637"/>
    <w:rsid w:val="003D56A4"/>
    <w:rsid w:val="00404839"/>
    <w:rsid w:val="004237DC"/>
    <w:rsid w:val="0045346F"/>
    <w:rsid w:val="00462003"/>
    <w:rsid w:val="004674B6"/>
    <w:rsid w:val="004927DA"/>
    <w:rsid w:val="004F5160"/>
    <w:rsid w:val="005176CD"/>
    <w:rsid w:val="005447F4"/>
    <w:rsid w:val="005812FE"/>
    <w:rsid w:val="00587177"/>
    <w:rsid w:val="005C3DA0"/>
    <w:rsid w:val="005D5031"/>
    <w:rsid w:val="005E5D8D"/>
    <w:rsid w:val="005F1FC1"/>
    <w:rsid w:val="00617037"/>
    <w:rsid w:val="006314F1"/>
    <w:rsid w:val="006431C3"/>
    <w:rsid w:val="00654FFC"/>
    <w:rsid w:val="006641D2"/>
    <w:rsid w:val="00664984"/>
    <w:rsid w:val="00687E36"/>
    <w:rsid w:val="006B3FC8"/>
    <w:rsid w:val="006F602E"/>
    <w:rsid w:val="00720596"/>
    <w:rsid w:val="00720BB7"/>
    <w:rsid w:val="00730A8E"/>
    <w:rsid w:val="00733852"/>
    <w:rsid w:val="00776DEB"/>
    <w:rsid w:val="007B3A6C"/>
    <w:rsid w:val="007D0D9D"/>
    <w:rsid w:val="00842BD8"/>
    <w:rsid w:val="0087002C"/>
    <w:rsid w:val="00877080"/>
    <w:rsid w:val="008A794F"/>
    <w:rsid w:val="008C644F"/>
    <w:rsid w:val="00934038"/>
    <w:rsid w:val="00936021"/>
    <w:rsid w:val="00972117"/>
    <w:rsid w:val="009A6A53"/>
    <w:rsid w:val="009B6985"/>
    <w:rsid w:val="009D36B7"/>
    <w:rsid w:val="009E2A56"/>
    <w:rsid w:val="009E6017"/>
    <w:rsid w:val="00A01FE4"/>
    <w:rsid w:val="00A915F6"/>
    <w:rsid w:val="00A91F60"/>
    <w:rsid w:val="00AC4019"/>
    <w:rsid w:val="00AF4D88"/>
    <w:rsid w:val="00B31FB0"/>
    <w:rsid w:val="00BC7EC3"/>
    <w:rsid w:val="00C03E67"/>
    <w:rsid w:val="00C06D9C"/>
    <w:rsid w:val="00C47F54"/>
    <w:rsid w:val="00C95A0D"/>
    <w:rsid w:val="00CA09F1"/>
    <w:rsid w:val="00CE1BB2"/>
    <w:rsid w:val="00CE411B"/>
    <w:rsid w:val="00CF1BD1"/>
    <w:rsid w:val="00D373DA"/>
    <w:rsid w:val="00D607EE"/>
    <w:rsid w:val="00D940B4"/>
    <w:rsid w:val="00E01D8E"/>
    <w:rsid w:val="00E03664"/>
    <w:rsid w:val="00E31F43"/>
    <w:rsid w:val="00E40027"/>
    <w:rsid w:val="00E40C30"/>
    <w:rsid w:val="00EB4806"/>
    <w:rsid w:val="00F13ACB"/>
    <w:rsid w:val="00F435A2"/>
    <w:rsid w:val="00F7455B"/>
    <w:rsid w:val="00FD0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A5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40B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740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074C3D"/>
    <w:pPr>
      <w:spacing w:after="0" w:line="240" w:lineRule="auto"/>
      <w:ind w:left="-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74C3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74C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92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27D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0C092E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435A2"/>
    <w:pPr>
      <w:ind w:left="720"/>
      <w:contextualSpacing/>
    </w:pPr>
  </w:style>
  <w:style w:type="paragraph" w:customStyle="1" w:styleId="1">
    <w:name w:val="Обычный1"/>
    <w:uiPriority w:val="99"/>
    <w:rsid w:val="00D373DA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720BB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20BB7"/>
    <w:rPr>
      <w:rFonts w:cs="Times New Roman"/>
    </w:rPr>
  </w:style>
  <w:style w:type="paragraph" w:customStyle="1" w:styleId="western">
    <w:name w:val="western"/>
    <w:basedOn w:val="Normal"/>
    <w:uiPriority w:val="99"/>
    <w:rsid w:val="00B31F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664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664984"/>
    <w:rPr>
      <w:rFonts w:cs="Times New Roman"/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5D50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0EE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3</Pages>
  <Words>429</Words>
  <Characters>2449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Поскребышева</dc:creator>
  <cp:keywords/>
  <dc:description/>
  <cp:lastModifiedBy>Пользователь</cp:lastModifiedBy>
  <cp:revision>14</cp:revision>
  <cp:lastPrinted>2017-02-27T04:50:00Z</cp:lastPrinted>
  <dcterms:created xsi:type="dcterms:W3CDTF">2017-02-27T04:16:00Z</dcterms:created>
  <dcterms:modified xsi:type="dcterms:W3CDTF">2017-03-23T04:23:00Z</dcterms:modified>
</cp:coreProperties>
</file>